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6E3C3" w14:textId="77777777" w:rsidR="00E51E92" w:rsidRDefault="00E51E92" w:rsidP="00E51E92">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3:</w:t>
      </w:r>
      <w:r w:rsidRPr="00247C87">
        <w:t xml:space="preserve"> walking and </w:t>
      </w:r>
      <w:r>
        <w:t>creating</w:t>
      </w:r>
    </w:p>
    <w:p w14:paraId="7EFC8B40" w14:textId="77777777" w:rsidR="00E51E92" w:rsidRPr="005C1B99" w:rsidRDefault="00E51E92" w:rsidP="00E51E92">
      <w:r>
        <w:t>Updated 2023</w:t>
      </w:r>
    </w:p>
    <w:p w14:paraId="3977072B" w14:textId="77777777" w:rsidR="00E51E92" w:rsidRPr="00247C87" w:rsidRDefault="00E51E92" w:rsidP="00E51E92">
      <w:pPr>
        <w:pStyle w:val="Title"/>
        <w:spacing w:before="0"/>
      </w:pPr>
      <w:r>
        <w:rPr>
          <w:noProof/>
        </w:rPr>
        <w:drawing>
          <wp:inline distT="0" distB="0" distL="0" distR="0" wp14:anchorId="4939C4C3" wp14:editId="483E518B">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E51E92" w:rsidRPr="001F36D4" w14:paraId="58D39CF8" w14:textId="77777777" w:rsidTr="00BC6C5C">
        <w:trPr>
          <w:trHeight w:val="1598"/>
        </w:trPr>
        <w:tc>
          <w:tcPr>
            <w:tcW w:w="9402" w:type="dxa"/>
            <w:shd w:val="clear" w:color="auto" w:fill="CDE4F4"/>
          </w:tcPr>
          <w:p w14:paraId="265ACC46" w14:textId="39BD9C45" w:rsidR="00E51E92" w:rsidRPr="00DA0DC7" w:rsidRDefault="00E51E92" w:rsidP="00BC6C5C">
            <w:pPr>
              <w:spacing w:after="120"/>
            </w:pPr>
            <w:r w:rsidRPr="00DA0DC7">
              <w:t xml:space="preserve">Key understanding: Walking benefits people, places and </w:t>
            </w:r>
            <w:r w:rsidR="00D5116D">
              <w:t>our</w:t>
            </w:r>
            <w:r w:rsidRPr="00DA0DC7">
              <w:t xml:space="preserve"> planet.</w:t>
            </w:r>
          </w:p>
          <w:p w14:paraId="045B5022" w14:textId="77777777" w:rsidR="00E51E92" w:rsidRPr="001F36D4" w:rsidRDefault="00E51E92" w:rsidP="00BC6C5C">
            <w:pPr>
              <w:spacing w:after="120"/>
            </w:pPr>
            <w:r w:rsidRPr="00DA0DC7">
              <w:t xml:space="preserve">Driving </w:t>
            </w:r>
            <w:r w:rsidRPr="001F36D4">
              <w:t>question: Walking – what difference can I make?</w:t>
            </w:r>
          </w:p>
          <w:p w14:paraId="3E1DCC64" w14:textId="77777777" w:rsidR="00E51E92" w:rsidRPr="001F36D4" w:rsidRDefault="00E51E92" w:rsidP="00E51E92">
            <w:pPr>
              <w:pStyle w:val="ListParagraph"/>
              <w:numPr>
                <w:ilvl w:val="0"/>
                <w:numId w:val="33"/>
              </w:numPr>
            </w:pPr>
            <w:r w:rsidRPr="001F36D4">
              <w:t>Define walking.</w:t>
            </w:r>
          </w:p>
          <w:p w14:paraId="18370055" w14:textId="77777777" w:rsidR="00E51E92" w:rsidRPr="001F36D4" w:rsidRDefault="00E51E92" w:rsidP="00E51E92">
            <w:pPr>
              <w:pStyle w:val="ListParagraph"/>
              <w:numPr>
                <w:ilvl w:val="0"/>
                <w:numId w:val="33"/>
              </w:numPr>
            </w:pPr>
            <w:r w:rsidRPr="001F36D4">
              <w:t>Explain the benefits of walking.</w:t>
            </w:r>
          </w:p>
          <w:p w14:paraId="111474DB" w14:textId="77777777" w:rsidR="00E51E92" w:rsidRPr="001F36D4" w:rsidRDefault="00E51E92" w:rsidP="00E51E92">
            <w:pPr>
              <w:pStyle w:val="ListParagraph"/>
              <w:numPr>
                <w:ilvl w:val="0"/>
                <w:numId w:val="33"/>
              </w:numPr>
            </w:pPr>
            <w:r w:rsidRPr="001F36D4">
              <w:t>Predict how using sustainable transport such as walking might improve people, places and the planet. </w:t>
            </w:r>
          </w:p>
        </w:tc>
      </w:tr>
    </w:tbl>
    <w:p w14:paraId="64349437" w14:textId="77777777" w:rsidR="00E51E92" w:rsidRDefault="00E51E92" w:rsidP="00DA5A6F"/>
    <w:p w14:paraId="7B637AB5" w14:textId="29E8D4B3" w:rsidR="00B01B24" w:rsidRPr="00DA5A6F" w:rsidRDefault="00B01B24" w:rsidP="00E51E92">
      <w:pPr>
        <w:pStyle w:val="Heading1"/>
      </w:pPr>
      <w:r w:rsidRPr="00DA5A6F">
        <w:t>Activity 3.3 Health and PE: creating relationships when walking</w:t>
      </w:r>
    </w:p>
    <w:p w14:paraId="4763008B" w14:textId="77777777" w:rsidR="00B01B24" w:rsidRPr="00DA5A6F" w:rsidRDefault="00B01B24" w:rsidP="00DA5A6F">
      <w:r w:rsidRPr="00DA5A6F">
        <w:t>Achievement objectives – see New Zealand Curriculum Health and PE levels 1-4 relationships.</w:t>
      </w:r>
    </w:p>
    <w:p w14:paraId="3C189D2D" w14:textId="77777777" w:rsidR="00B01B24" w:rsidRDefault="00B01B24" w:rsidP="00DA5A6F"/>
    <w:p w14:paraId="0F58D7F6" w14:textId="17F626B4" w:rsidR="00E51E92" w:rsidRPr="00DA5A6F" w:rsidRDefault="00E51E92" w:rsidP="00E51E92">
      <w:pPr>
        <w:pStyle w:val="Heading2"/>
      </w:pPr>
      <w:r>
        <w:t>Example learning intentions</w:t>
      </w:r>
    </w:p>
    <w:p w14:paraId="477568CF" w14:textId="15E39458" w:rsidR="00B01B24" w:rsidRPr="00DA5A6F" w:rsidRDefault="00B01B24" w:rsidP="00DA5A6F">
      <w:r w:rsidRPr="00DA5A6F">
        <w:t>Define ‘relationship’</w:t>
      </w:r>
      <w:r w:rsidR="00271E0A">
        <w:t xml:space="preserve">, </w:t>
      </w:r>
      <w:r w:rsidRPr="00DA5A6F">
        <w:t>‘individual’</w:t>
      </w:r>
      <w:r w:rsidR="00271E0A">
        <w:t xml:space="preserve"> and </w:t>
      </w:r>
      <w:r w:rsidRPr="00DA5A6F">
        <w:t>‘group’.</w:t>
      </w:r>
    </w:p>
    <w:p w14:paraId="7E429BCC" w14:textId="77777777" w:rsidR="00B01B24" w:rsidRPr="00DA5A6F" w:rsidRDefault="00B01B24" w:rsidP="00DA5A6F">
      <w:r w:rsidRPr="00DA5A6F">
        <w:t>Describe a relationship formed with people you walk with.</w:t>
      </w:r>
    </w:p>
    <w:p w14:paraId="5C5FCFB4" w14:textId="77777777" w:rsidR="00B01B24" w:rsidRPr="00DA5A6F" w:rsidRDefault="00B01B24" w:rsidP="00DA5A6F">
      <w:r w:rsidRPr="00DA5A6F">
        <w:t>Explain the causes for changes in relationships between people who walk together.</w:t>
      </w:r>
    </w:p>
    <w:p w14:paraId="62B00A20" w14:textId="77777777" w:rsidR="00B01B24" w:rsidRPr="00DA5A6F" w:rsidRDefault="00B01B24" w:rsidP="00DA5A6F">
      <w:r w:rsidRPr="00DA5A6F">
        <w:t>Sequence the steps to forming a relationship between two individuals or two groups of walkers.</w:t>
      </w:r>
    </w:p>
    <w:p w14:paraId="16815062" w14:textId="565AC5C0" w:rsidR="00B01B24" w:rsidRPr="00DA5A6F" w:rsidRDefault="00B01B24" w:rsidP="00DA5A6F">
      <w:r w:rsidRPr="00DA5A6F">
        <w:t xml:space="preserve">Compare and contrast two different ways of </w:t>
      </w:r>
      <w:r w:rsidR="000900AC">
        <w:t xml:space="preserve">establishing, </w:t>
      </w:r>
      <w:r w:rsidRPr="00DA5A6F">
        <w:t>maintaining</w:t>
      </w:r>
      <w:r w:rsidR="000900AC">
        <w:t>, enhancing or managing</w:t>
      </w:r>
      <w:r w:rsidRPr="00DA5A6F">
        <w:t xml:space="preserve"> a relationship formed through walking together.</w:t>
      </w:r>
    </w:p>
    <w:p w14:paraId="13FC0553" w14:textId="7267826F" w:rsidR="00B01B24" w:rsidRPr="00DA5A6F" w:rsidRDefault="00B01B24" w:rsidP="00DA5A6F">
      <w:r w:rsidRPr="00DA5A6F">
        <w:t>Define ‘roles’</w:t>
      </w:r>
      <w:r w:rsidR="000900AC">
        <w:t>, ‘</w:t>
      </w:r>
      <w:r w:rsidRPr="00DA5A6F">
        <w:t>responsibilities’</w:t>
      </w:r>
      <w:r w:rsidR="000900AC">
        <w:t xml:space="preserve"> and </w:t>
      </w:r>
      <w:r w:rsidRPr="00DA5A6F">
        <w:t>‘response’.</w:t>
      </w:r>
    </w:p>
    <w:p w14:paraId="466504E3" w14:textId="556BB225" w:rsidR="00B01B24" w:rsidRPr="00DA5A6F" w:rsidRDefault="00B01B24" w:rsidP="00DA5A6F">
      <w:r w:rsidRPr="00DA5A6F">
        <w:t>Describe relationships where individuals have similar roles and responsibilities</w:t>
      </w:r>
      <w:r w:rsidR="00F00A74">
        <w:t xml:space="preserve"> or different ones</w:t>
      </w:r>
      <w:r w:rsidRPr="00DA5A6F">
        <w:t>.</w:t>
      </w:r>
    </w:p>
    <w:p w14:paraId="46823E8F" w14:textId="77777777" w:rsidR="00B01B24" w:rsidRPr="00DA5A6F" w:rsidRDefault="00B01B24" w:rsidP="00DA5A6F">
      <w:r w:rsidRPr="00DA5A6F">
        <w:t>List responses to a changing relationship.</w:t>
      </w:r>
    </w:p>
    <w:p w14:paraId="0DA6C6C0" w14:textId="77777777" w:rsidR="00B01B24" w:rsidRPr="00DA5A6F" w:rsidRDefault="00B01B24" w:rsidP="00DA5A6F">
      <w:r w:rsidRPr="00DA5A6F">
        <w:t>Classify types of responses to a changing relationship.</w:t>
      </w:r>
    </w:p>
    <w:p w14:paraId="52235C36" w14:textId="77777777" w:rsidR="00B01B24" w:rsidRPr="00DA5A6F" w:rsidRDefault="00B01B24" w:rsidP="00DA5A6F">
      <w:r w:rsidRPr="00DA5A6F">
        <w:t>Compare and contrast different responses to a changing relationship.</w:t>
      </w:r>
    </w:p>
    <w:p w14:paraId="319560C1" w14:textId="77777777" w:rsidR="00B01B24" w:rsidRPr="00DA5A6F" w:rsidRDefault="00B01B24" w:rsidP="00DA5A6F">
      <w:r w:rsidRPr="00DA5A6F">
        <w:t>Judge the appropriateness of a response to a changing relationship.</w:t>
      </w:r>
    </w:p>
    <w:p w14:paraId="4AAD9D7C" w14:textId="77777777" w:rsidR="00B01B24" w:rsidRPr="00DA5A6F" w:rsidRDefault="00B01B24" w:rsidP="00DA5A6F"/>
    <w:p w14:paraId="4BCBABF5" w14:textId="620C67A2" w:rsidR="00E51E92" w:rsidRDefault="00E51E92" w:rsidP="00E51E92">
      <w:pPr>
        <w:pStyle w:val="Heading2"/>
      </w:pPr>
      <w:r>
        <w:lastRenderedPageBreak/>
        <w:t>Learning experiences</w:t>
      </w:r>
    </w:p>
    <w:p w14:paraId="4BBAEB48" w14:textId="77777777" w:rsidR="00D5116D" w:rsidRDefault="00D5116D" w:rsidP="00D5116D">
      <w:pPr>
        <w:rPr>
          <w:i/>
          <w:iCs/>
        </w:rPr>
      </w:pPr>
      <w:r>
        <w:rPr>
          <w:i/>
          <w:iCs/>
        </w:rPr>
        <w:t>Select the learning experiences that best match the abilities of your student and that support your learning intentions.</w:t>
      </w:r>
    </w:p>
    <w:p w14:paraId="13A83FCF" w14:textId="77777777" w:rsidR="00B01B24" w:rsidRPr="00DA5A6F" w:rsidRDefault="00B01B24" w:rsidP="00DA5A6F"/>
    <w:p w14:paraId="38A4B275" w14:textId="77777777" w:rsidR="00B01B24" w:rsidRPr="00DA5A6F" w:rsidRDefault="00B01B24" w:rsidP="00DA5A6F">
      <w:r w:rsidRPr="00DA5A6F">
        <w:t>Define ‘relationship’.</w:t>
      </w:r>
    </w:p>
    <w:p w14:paraId="215EF1B5" w14:textId="0E13AA0E" w:rsidR="00B01B24" w:rsidRPr="00DA5A6F" w:rsidRDefault="00B01B24" w:rsidP="00DA5A6F">
      <w:r w:rsidRPr="00DA5A6F">
        <w:t>Brainstorm the different relationships that students have with other people. Record these and start a knowledge board about friendships and relationships.</w:t>
      </w:r>
    </w:p>
    <w:p w14:paraId="526B7B94" w14:textId="77777777" w:rsidR="00B01B24" w:rsidRPr="00DA5A6F" w:rsidRDefault="00B01B24" w:rsidP="00DA5A6F">
      <w:r w:rsidRPr="00DA5A6F">
        <w:t>Photograph everyone with a friend in the class.</w:t>
      </w:r>
    </w:p>
    <w:p w14:paraId="0070B9E8" w14:textId="77777777" w:rsidR="00B01B24" w:rsidRPr="00DA5A6F" w:rsidRDefault="00B01B24" w:rsidP="00DA5A6F">
      <w:r w:rsidRPr="00DA5A6F">
        <w:t>Gather a range of photographs and get students to sort them into different relationships.</w:t>
      </w:r>
    </w:p>
    <w:p w14:paraId="3DE8B92A" w14:textId="17FA7F3D" w:rsidR="00B01B24" w:rsidRPr="00DA5A6F" w:rsidRDefault="00B01B24" w:rsidP="00DA5A6F">
      <w:r w:rsidRPr="00DA5A6F">
        <w:t>Draw a life-sized friend and get students to list the attributes of a good friend. On the other side get students to list the attributes which would make a person a bad friend. Use stick-it notes to paste onto the model.</w:t>
      </w:r>
    </w:p>
    <w:p w14:paraId="2414506F" w14:textId="37EB6CA3" w:rsidR="00B01B24" w:rsidRPr="00DA5A6F" w:rsidRDefault="00B01B24" w:rsidP="00DA5A6F">
      <w:r w:rsidRPr="00DA5A6F">
        <w:t>List incidents that have happened to children when something has made them feel good about a friendship.</w:t>
      </w:r>
      <w:r w:rsidR="00C70524">
        <w:t xml:space="preserve"> Repeat for feeling bad.</w:t>
      </w:r>
    </w:p>
    <w:p w14:paraId="547F639B" w14:textId="4BF47D76" w:rsidR="00B01B24" w:rsidRPr="00DA5A6F" w:rsidRDefault="00B01B24" w:rsidP="00DA5A6F">
      <w:r w:rsidRPr="00DA5A6F">
        <w:t>Discuss whether friendships change. Record examples of this.</w:t>
      </w:r>
    </w:p>
    <w:p w14:paraId="361D1BEF" w14:textId="71F4808C" w:rsidR="00B01B24" w:rsidRPr="00DA5A6F" w:rsidRDefault="00B01B24" w:rsidP="00DA5A6F">
      <w:r w:rsidRPr="00DA5A6F">
        <w:t>Can you have adults as friends? Discuss and record.</w:t>
      </w:r>
    </w:p>
    <w:p w14:paraId="15C56583" w14:textId="0CAD5DCF" w:rsidR="00B01B24" w:rsidRPr="00DA5A6F" w:rsidRDefault="00B01B24" w:rsidP="00DA5A6F">
      <w:r w:rsidRPr="00DA5A6F">
        <w:t>What if your friend had to be the same age as you? Discuss and record.</w:t>
      </w:r>
    </w:p>
    <w:p w14:paraId="50D40338" w14:textId="25F6B6CA" w:rsidR="00B01B24" w:rsidRPr="00DA5A6F" w:rsidRDefault="00B01B24" w:rsidP="00DA5A6F">
      <w:r w:rsidRPr="00DA5A6F">
        <w:t>List the advantages</w:t>
      </w:r>
      <w:r w:rsidR="00C70524">
        <w:t xml:space="preserve"> and </w:t>
      </w:r>
      <w:r w:rsidRPr="00DA5A6F">
        <w:t>disadvantages of only ever having one friend.</w:t>
      </w:r>
    </w:p>
    <w:p w14:paraId="708C50C2" w14:textId="524FDE8B" w:rsidR="00B01B24" w:rsidRPr="00DA5A6F" w:rsidRDefault="00B01B24" w:rsidP="00DA5A6F">
      <w:r w:rsidRPr="00DA5A6F">
        <w:t>List the advantages</w:t>
      </w:r>
      <w:r w:rsidR="00C70524">
        <w:t xml:space="preserve"> and </w:t>
      </w:r>
      <w:r w:rsidRPr="00DA5A6F">
        <w:t>disadvantages if you were only allowed to have one relationship. Who would it be with and why?</w:t>
      </w:r>
    </w:p>
    <w:p w14:paraId="52A1016D" w14:textId="4B5E5931" w:rsidR="00B01B24" w:rsidRPr="00DA5A6F" w:rsidRDefault="00B01B24" w:rsidP="00DA5A6F">
      <w:r w:rsidRPr="00DA5A6F">
        <w:t>List the times that you are in a group. Add this to the knowledge board.</w:t>
      </w:r>
    </w:p>
    <w:p w14:paraId="05C08A31" w14:textId="35BC1450" w:rsidR="00B01B24" w:rsidRPr="00DA5A6F" w:rsidRDefault="00B01B24" w:rsidP="00DA5A6F">
      <w:r w:rsidRPr="00DA5A6F">
        <w:t>Should you be allowed to stay in your family group at school? Discuss.</w:t>
      </w:r>
    </w:p>
    <w:p w14:paraId="46823A3D" w14:textId="0B6401F4" w:rsidR="00B01B24" w:rsidRPr="00DA5A6F" w:rsidRDefault="00B01B24" w:rsidP="00DA5A6F">
      <w:r w:rsidRPr="00DA5A6F">
        <w:t>Is it the best thing to group all students at school by age? Discuss.</w:t>
      </w:r>
    </w:p>
    <w:p w14:paraId="7E0613B4" w14:textId="083EEF26" w:rsidR="00B01B24" w:rsidRPr="00DA5A6F" w:rsidRDefault="00B01B24" w:rsidP="00DA5A6F">
      <w:r w:rsidRPr="00DA5A6F">
        <w:t>Join or establish a Walking School Bus group</w:t>
      </w:r>
      <w:r w:rsidR="00615612">
        <w:t xml:space="preserve"> or a </w:t>
      </w:r>
      <w:r w:rsidRPr="00DA5A6F">
        <w:t xml:space="preserve">Walking Wednesdays group. </w:t>
      </w:r>
    </w:p>
    <w:p w14:paraId="4A2EC911" w14:textId="77777777" w:rsidR="00B01B24" w:rsidRPr="00DA5A6F" w:rsidRDefault="00B01B24" w:rsidP="00DA5A6F">
      <w:r w:rsidRPr="00DA5A6F">
        <w:t>List the people you walk to school with.</w:t>
      </w:r>
    </w:p>
    <w:p w14:paraId="7FE46192" w14:textId="77777777" w:rsidR="00B01B24" w:rsidRPr="00DA5A6F" w:rsidRDefault="00B01B24" w:rsidP="00DA5A6F">
      <w:r w:rsidRPr="00DA5A6F">
        <w:t>Photograph who you walk to school with.</w:t>
      </w:r>
    </w:p>
    <w:p w14:paraId="77801A6B" w14:textId="0B83958B" w:rsidR="00B01B24" w:rsidRPr="00DA5A6F" w:rsidRDefault="00B01B24" w:rsidP="00DA5A6F">
      <w:r w:rsidRPr="00DA5A6F">
        <w:t>List the different groups that come to school together and photograph them.</w:t>
      </w:r>
    </w:p>
    <w:p w14:paraId="088268CB" w14:textId="1280251D" w:rsidR="00B01B24" w:rsidRPr="00DA5A6F" w:rsidRDefault="00B01B24" w:rsidP="00DA5A6F">
      <w:r w:rsidRPr="00DA5A6F">
        <w:t>What are the advantages</w:t>
      </w:r>
      <w:r w:rsidR="00C70524">
        <w:t xml:space="preserve"> and </w:t>
      </w:r>
      <w:r w:rsidRPr="00DA5A6F">
        <w:t>disadvantages of walking to school as a group?</w:t>
      </w:r>
    </w:p>
    <w:p w14:paraId="0DFAF935" w14:textId="609CC6DD" w:rsidR="00B01B24" w:rsidRPr="00DA5A6F" w:rsidRDefault="00B01B24" w:rsidP="00DA5A6F">
      <w:r w:rsidRPr="00DA5A6F">
        <w:t xml:space="preserve">Observe the relationships </w:t>
      </w:r>
      <w:r w:rsidR="00F00862">
        <w:t>within</w:t>
      </w:r>
      <w:r w:rsidRPr="00DA5A6F">
        <w:t xml:space="preserve"> the group of people you walk to school with.</w:t>
      </w:r>
    </w:p>
    <w:p w14:paraId="70372857" w14:textId="77777777" w:rsidR="00B01B24" w:rsidRPr="00DA5A6F" w:rsidRDefault="00B01B24" w:rsidP="00DA5A6F">
      <w:r w:rsidRPr="00DA5A6F">
        <w:t xml:space="preserve">Explore the communication (talking, laughing and gesturing) that occurs when walking to school.   </w:t>
      </w:r>
    </w:p>
    <w:p w14:paraId="0F137364" w14:textId="77777777" w:rsidR="00B01B24" w:rsidRPr="00DA5A6F" w:rsidRDefault="00B01B24" w:rsidP="00DA5A6F">
      <w:r w:rsidRPr="00DA5A6F">
        <w:t>Complete a “talking the walk” audit where you observe how often and for how long the people you walk with talk with each other.</w:t>
      </w:r>
    </w:p>
    <w:p w14:paraId="783E7873" w14:textId="77777777" w:rsidR="00B01B24" w:rsidRPr="00DA5A6F" w:rsidRDefault="00B01B24" w:rsidP="00DA5A6F">
      <w:r w:rsidRPr="00DA5A6F">
        <w:t xml:space="preserve">Complete a “listening the walk” audit where you observe active listening between people walking to school.  </w:t>
      </w:r>
    </w:p>
    <w:p w14:paraId="0F9FCBAA" w14:textId="77777777" w:rsidR="00B01B24" w:rsidRPr="00DA5A6F" w:rsidRDefault="00B01B24" w:rsidP="00DA5A6F">
      <w:r w:rsidRPr="00DA5A6F">
        <w:t>Share ideas about the relationships you form with the people with whom you walk to school.</w:t>
      </w:r>
    </w:p>
    <w:p w14:paraId="00550437" w14:textId="77C4D6ED" w:rsidR="00B01B24" w:rsidRPr="00DA5A6F" w:rsidRDefault="00B01B24" w:rsidP="00DA5A6F">
      <w:r w:rsidRPr="00DA5A6F">
        <w:t>Classify the conversations that occur when walking to school into categories, e.g. talking about things you see or hear when walking, talking about television or movies or books, conversations that show caring for others, conversation keeping others safe when walking.</w:t>
      </w:r>
    </w:p>
    <w:p w14:paraId="588F6215" w14:textId="557641D9" w:rsidR="00B01B24" w:rsidRPr="00DA5A6F" w:rsidRDefault="00B01B24" w:rsidP="00DA5A6F">
      <w:r w:rsidRPr="00DA5A6F">
        <w:t xml:space="preserve">Complete a part of your walk to school in complete silence. When you arrive at school, explore how keeping silent made you feel, and when it was hardest to remain silent.  </w:t>
      </w:r>
    </w:p>
    <w:p w14:paraId="2931C5AA" w14:textId="77777777" w:rsidR="00104067" w:rsidRDefault="00B01B24" w:rsidP="00DA5A6F">
      <w:r w:rsidRPr="00DA5A6F">
        <w:lastRenderedPageBreak/>
        <w:t xml:space="preserve">Role play walking to school with a group of people. </w:t>
      </w:r>
      <w:bookmarkStart w:id="3" w:name="bookmark17"/>
      <w:r w:rsidRPr="00DA5A6F">
        <w:t>Introduce different challenges to the walk and experiment with different responses and different outcomes</w:t>
      </w:r>
      <w:r w:rsidR="00104067">
        <w:t xml:space="preserve">. </w:t>
      </w:r>
      <w:bookmarkEnd w:id="3"/>
    </w:p>
    <w:p w14:paraId="39D95167" w14:textId="77777777" w:rsidR="00104067" w:rsidRDefault="00104067" w:rsidP="00DA5A6F">
      <w:r>
        <w:t>F</w:t>
      </w:r>
      <w:r w:rsidR="00B01B24" w:rsidRPr="00DA5A6F">
        <w:t>or example</w:t>
      </w:r>
      <w:r>
        <w:t>:</w:t>
      </w:r>
    </w:p>
    <w:p w14:paraId="4E283C2E" w14:textId="77777777" w:rsidR="00104067" w:rsidRDefault="00B01B24" w:rsidP="00104067">
      <w:pPr>
        <w:pStyle w:val="ListParagraph"/>
        <w:numPr>
          <w:ilvl w:val="0"/>
          <w:numId w:val="34"/>
        </w:numPr>
      </w:pPr>
      <w:r w:rsidRPr="00DA5A6F">
        <w:t>a frightening dog</w:t>
      </w:r>
    </w:p>
    <w:p w14:paraId="30E34399" w14:textId="77777777" w:rsidR="00104067" w:rsidRDefault="00B01B24" w:rsidP="00104067">
      <w:pPr>
        <w:pStyle w:val="ListParagraph"/>
        <w:numPr>
          <w:ilvl w:val="0"/>
          <w:numId w:val="34"/>
        </w:numPr>
      </w:pPr>
      <w:r w:rsidRPr="00DA5A6F">
        <w:t>someone in the group who either runs off from the group or gets left behind</w:t>
      </w:r>
    </w:p>
    <w:p w14:paraId="59748192" w14:textId="77777777" w:rsidR="00104067" w:rsidRDefault="00B01B24" w:rsidP="00104067">
      <w:pPr>
        <w:pStyle w:val="ListParagraph"/>
        <w:numPr>
          <w:ilvl w:val="0"/>
          <w:numId w:val="34"/>
        </w:numPr>
      </w:pPr>
      <w:r w:rsidRPr="00DA5A6F">
        <w:t>a misunderstanding develops between people in the group</w:t>
      </w:r>
    </w:p>
    <w:p w14:paraId="64F6169B" w14:textId="77777777" w:rsidR="00104067" w:rsidRDefault="00B01B24" w:rsidP="00104067">
      <w:pPr>
        <w:pStyle w:val="ListParagraph"/>
        <w:numPr>
          <w:ilvl w:val="0"/>
          <w:numId w:val="34"/>
        </w:numPr>
      </w:pPr>
      <w:r w:rsidRPr="00DA5A6F">
        <w:t>someone who falls and grazes their knees</w:t>
      </w:r>
    </w:p>
    <w:p w14:paraId="6112A941" w14:textId="77777777" w:rsidR="00104067" w:rsidRDefault="00B01B24" w:rsidP="00104067">
      <w:pPr>
        <w:pStyle w:val="ListParagraph"/>
        <w:numPr>
          <w:ilvl w:val="0"/>
          <w:numId w:val="34"/>
        </w:numPr>
      </w:pPr>
      <w:r w:rsidRPr="00DA5A6F">
        <w:t>finding a bird that has fallen from a nest</w:t>
      </w:r>
    </w:p>
    <w:p w14:paraId="27A33592" w14:textId="11255AA2" w:rsidR="00104067" w:rsidRDefault="00B01B24" w:rsidP="00104067">
      <w:pPr>
        <w:pStyle w:val="ListParagraph"/>
        <w:numPr>
          <w:ilvl w:val="0"/>
          <w:numId w:val="34"/>
        </w:numPr>
      </w:pPr>
      <w:r w:rsidRPr="00DA5A6F">
        <w:t xml:space="preserve">crossing a busy intersection.  </w:t>
      </w:r>
    </w:p>
    <w:p w14:paraId="0FB2B100" w14:textId="6815CE96" w:rsidR="00B01B24" w:rsidRPr="00DA5A6F" w:rsidRDefault="00B01B24" w:rsidP="00DA5A6F">
      <w:r w:rsidRPr="00DA5A6F">
        <w:t xml:space="preserve">Share ways of maintaining and enhancing the relationships between individuals and within the group of people walking to school. </w:t>
      </w:r>
    </w:p>
    <w:p w14:paraId="216A6CEF" w14:textId="1F0CF19C" w:rsidR="00B01B24" w:rsidRPr="00DA5A6F" w:rsidRDefault="00B01B24" w:rsidP="00DA5A6F">
      <w:r w:rsidRPr="00DA5A6F">
        <w:t xml:space="preserve">List the benefits of walking to school with others in a Walking School Bus group. </w:t>
      </w:r>
    </w:p>
    <w:p w14:paraId="0AE1C5A0" w14:textId="77777777" w:rsidR="00B01B24" w:rsidRPr="00DA5A6F" w:rsidRDefault="00B01B24" w:rsidP="00DA5A6F">
      <w:r w:rsidRPr="00DA5A6F">
        <w:t>Explain the causes for changes in relationships between people who walk together.</w:t>
      </w:r>
    </w:p>
    <w:p w14:paraId="12673277" w14:textId="77777777" w:rsidR="00B01B24" w:rsidRPr="00DA5A6F" w:rsidRDefault="00B01B24" w:rsidP="00DA5A6F">
      <w:r w:rsidRPr="00DA5A6F">
        <w:t>Sequence the steps to forming a relationship between two individuals or within a group of people walking to school.</w:t>
      </w:r>
    </w:p>
    <w:p w14:paraId="1C07C092" w14:textId="77777777" w:rsidR="00B01B24" w:rsidRPr="00DA5A6F" w:rsidRDefault="00B01B24" w:rsidP="00DA5A6F">
      <w:r w:rsidRPr="00DA5A6F">
        <w:t>List ways in which relationships are maintained through walking together.</w:t>
      </w:r>
    </w:p>
    <w:p w14:paraId="7073637F" w14:textId="56A5776D" w:rsidR="00B01B24" w:rsidRPr="00DA5A6F" w:rsidRDefault="00B01B24" w:rsidP="00DA5A6F">
      <w:r w:rsidRPr="00DA5A6F">
        <w:t xml:space="preserve">Compare and contrast two different ways of </w:t>
      </w:r>
      <w:r w:rsidR="00615612">
        <w:t xml:space="preserve">establishing, </w:t>
      </w:r>
      <w:r w:rsidRPr="00DA5A6F">
        <w:t>maintaining</w:t>
      </w:r>
      <w:r w:rsidR="00615612">
        <w:t>, managing or enhancing</w:t>
      </w:r>
      <w:r w:rsidRPr="00DA5A6F">
        <w:t xml:space="preserve"> a relationship when walking with others.</w:t>
      </w:r>
    </w:p>
    <w:p w14:paraId="29CD56C4" w14:textId="5AEC65D5" w:rsidR="00B01B24" w:rsidRPr="00DA5A6F" w:rsidRDefault="00B01B24" w:rsidP="00DA5A6F">
      <w:r w:rsidRPr="00DA5A6F">
        <w:t>Define ‘roles’</w:t>
      </w:r>
      <w:r w:rsidR="00615612">
        <w:t>, ‘</w:t>
      </w:r>
      <w:r w:rsidRPr="00DA5A6F">
        <w:t>responsibilities’</w:t>
      </w:r>
      <w:r w:rsidR="00615612">
        <w:t xml:space="preserve"> and</w:t>
      </w:r>
      <w:r w:rsidRPr="00DA5A6F">
        <w:t xml:space="preserve"> ‘response’.</w:t>
      </w:r>
    </w:p>
    <w:p w14:paraId="458676AB" w14:textId="77777777" w:rsidR="00B01B24" w:rsidRPr="00DA5A6F" w:rsidRDefault="00B01B24" w:rsidP="00DA5A6F">
      <w:r w:rsidRPr="00DA5A6F">
        <w:t>Describe relationships formed when walking with others who have similar roles and responsibilities.</w:t>
      </w:r>
    </w:p>
    <w:p w14:paraId="52835350" w14:textId="77777777" w:rsidR="00B01B24" w:rsidRPr="00DA5A6F" w:rsidRDefault="00B01B24" w:rsidP="00DA5A6F">
      <w:r w:rsidRPr="00DA5A6F">
        <w:t>Describe relationships formed when walking with others who have different roles and responsibilities.</w:t>
      </w:r>
    </w:p>
    <w:p w14:paraId="1320120F" w14:textId="77777777" w:rsidR="00B01B24" w:rsidRPr="00DA5A6F" w:rsidRDefault="00B01B24" w:rsidP="00DA5A6F">
      <w:r w:rsidRPr="00DA5A6F">
        <w:t>Role play responses to scenarios where a relationship is changing.</w:t>
      </w:r>
    </w:p>
    <w:p w14:paraId="506195CD" w14:textId="77777777" w:rsidR="00B01B24" w:rsidRPr="00DA5A6F" w:rsidRDefault="00B01B24" w:rsidP="00DA5A6F">
      <w:r w:rsidRPr="00DA5A6F">
        <w:t>Classify types of responses to a changing relationship.</w:t>
      </w:r>
    </w:p>
    <w:p w14:paraId="4ABCB6D5" w14:textId="77777777" w:rsidR="00B01B24" w:rsidRPr="00DA5A6F" w:rsidRDefault="00B01B24" w:rsidP="00DA5A6F">
      <w:r w:rsidRPr="00DA5A6F">
        <w:t>Compare and contrast different responses to a changing relationship.</w:t>
      </w:r>
    </w:p>
    <w:p w14:paraId="44BEEFA8" w14:textId="77777777" w:rsidR="00B01B24" w:rsidRPr="00DA5A6F" w:rsidRDefault="00B01B24" w:rsidP="00DA5A6F">
      <w:r w:rsidRPr="00DA5A6F">
        <w:t>Judge the appropriateness of a response to a changing relationship.</w:t>
      </w:r>
    </w:p>
    <w:p w14:paraId="6BFCD78C" w14:textId="77777777" w:rsidR="00B01B24" w:rsidRPr="00DA5A6F" w:rsidRDefault="00B01B24" w:rsidP="00DA5A6F"/>
    <w:p w14:paraId="5A0F6D6D" w14:textId="77777777" w:rsidR="00B01B24" w:rsidRPr="00DA5A6F" w:rsidRDefault="00B01B24" w:rsidP="00E51E92">
      <w:pPr>
        <w:pStyle w:val="Heading2"/>
      </w:pPr>
      <w:r w:rsidRPr="00DA5A6F">
        <w:t>Assessment</w:t>
      </w:r>
    </w:p>
    <w:p w14:paraId="1CE5DE8B" w14:textId="77777777" w:rsidR="00B01B24" w:rsidRPr="00DA5A6F" w:rsidRDefault="00B01B24" w:rsidP="00E51E92">
      <w:pPr>
        <w:pStyle w:val="Heading3"/>
      </w:pPr>
      <w:r w:rsidRPr="00DA5A6F">
        <w:t>Learning area: Health and PE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01B24" w:rsidRPr="00DA5A6F" w14:paraId="2C82119B"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9973C35"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79EDA28E" w14:textId="77777777" w:rsidR="00B01B24" w:rsidRPr="00DA5A6F" w:rsidRDefault="00B01B24" w:rsidP="00DA5A6F">
            <w:r w:rsidRPr="00DA5A6F">
              <w:t xml:space="preserve">I can identify several relevant similarities and differences between relationships formed when walking, explain these similarities and differences, and make a generalisation.  </w:t>
            </w:r>
          </w:p>
        </w:tc>
      </w:tr>
      <w:tr w:rsidR="00B01B24" w:rsidRPr="00DA5A6F" w14:paraId="567E72A3"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4EA3011"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7742BDF6" w14:textId="77777777" w:rsidR="00B01B24" w:rsidRPr="00DA5A6F" w:rsidRDefault="00B01B24" w:rsidP="00DA5A6F">
            <w:r w:rsidRPr="00DA5A6F">
              <w:t>I can identify several relevant similarities and differences between relationships formed when walking and explain these similarities and differences.</w:t>
            </w:r>
          </w:p>
        </w:tc>
      </w:tr>
      <w:tr w:rsidR="00B01B24" w:rsidRPr="00DA5A6F" w14:paraId="23190069"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4C00C330"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544CD876" w14:textId="77777777" w:rsidR="00B01B24" w:rsidRPr="00DA5A6F" w:rsidRDefault="00B01B24" w:rsidP="00DA5A6F">
            <w:r w:rsidRPr="00DA5A6F">
              <w:t>I can identify several relevant similarities and differences between relationships formed when walking.</w:t>
            </w:r>
          </w:p>
        </w:tc>
      </w:tr>
      <w:tr w:rsidR="00B01B24" w:rsidRPr="00DA5A6F" w14:paraId="12356654"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113171F2"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30ED146D" w14:textId="77777777" w:rsidR="00B01B24" w:rsidRPr="00DA5A6F" w:rsidRDefault="00B01B24" w:rsidP="00DA5A6F">
            <w:r w:rsidRPr="00DA5A6F">
              <w:t>I can identify a relevant similarity or difference between relationships formed when walking.</w:t>
            </w:r>
          </w:p>
        </w:tc>
      </w:tr>
      <w:tr w:rsidR="00B01B24" w:rsidRPr="00DA5A6F" w14:paraId="178D294E"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5A357FE"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06737CF3" w14:textId="77777777" w:rsidR="00B01B24" w:rsidRPr="00DA5A6F" w:rsidRDefault="00B01B24" w:rsidP="00DA5A6F">
            <w:r w:rsidRPr="00DA5A6F">
              <w:t>I need help to compare and contrast relationships formed when walking.</w:t>
            </w:r>
          </w:p>
        </w:tc>
      </w:tr>
    </w:tbl>
    <w:p w14:paraId="1D766390" w14:textId="77777777" w:rsidR="00B01B24" w:rsidRPr="00DA5A6F" w:rsidRDefault="00B01B24" w:rsidP="00DA5A6F"/>
    <w:p w14:paraId="61D65710" w14:textId="77777777" w:rsidR="00B01B24" w:rsidRPr="00DA5A6F" w:rsidRDefault="00B01B24" w:rsidP="00E51E92">
      <w:pPr>
        <w:pStyle w:val="Heading3"/>
      </w:pPr>
      <w:r w:rsidRPr="00DA5A6F">
        <w:lastRenderedPageBreak/>
        <w:t>Key competency: relating to others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B01B24" w:rsidRPr="00DA5A6F" w14:paraId="057DC752"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6D6F326"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2F3B000D" w14:textId="77777777" w:rsidR="00B01B24" w:rsidRPr="00DA5A6F" w:rsidRDefault="00B01B24" w:rsidP="00DA5A6F">
            <w:r w:rsidRPr="00DA5A6F">
              <w:t>I can interact confidently with others when walking, and make individual compromises based on improving outcomes for the walking group.</w:t>
            </w:r>
          </w:p>
        </w:tc>
      </w:tr>
      <w:tr w:rsidR="00B01B24" w:rsidRPr="00DA5A6F" w14:paraId="22F5CADE"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D44CC38"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435B5C6E" w14:textId="77777777" w:rsidR="00B01B24" w:rsidRPr="00DA5A6F" w:rsidRDefault="00B01B24" w:rsidP="00DA5A6F">
            <w:r w:rsidRPr="00DA5A6F">
              <w:t>I can interact with others in a small group when walking, adopting different roles to meet different demands.</w:t>
            </w:r>
          </w:p>
        </w:tc>
      </w:tr>
      <w:tr w:rsidR="00B01B24" w:rsidRPr="00DA5A6F" w14:paraId="0616CDCA"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71191C99"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6B6B1523" w14:textId="77777777" w:rsidR="00B01B24" w:rsidRPr="00DA5A6F" w:rsidRDefault="00B01B24" w:rsidP="00DA5A6F">
            <w:r w:rsidRPr="00DA5A6F">
              <w:t>I can interact with others in a small group when walking.</w:t>
            </w:r>
          </w:p>
        </w:tc>
      </w:tr>
      <w:tr w:rsidR="00B01B24" w:rsidRPr="00DA5A6F" w14:paraId="3FA96D93"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3662CC03"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07396377" w14:textId="64F329A4" w:rsidR="00B01B24" w:rsidRPr="00DA5A6F" w:rsidRDefault="00B01B24" w:rsidP="00DA5A6F">
            <w:r w:rsidRPr="00DA5A6F">
              <w:t xml:space="preserve">I can interact with others on a </w:t>
            </w:r>
            <w:r w:rsidR="00274047" w:rsidRPr="00DA5A6F">
              <w:t>one-to-one</w:t>
            </w:r>
            <w:r w:rsidRPr="00DA5A6F">
              <w:t xml:space="preserve"> basis when walking. </w:t>
            </w:r>
          </w:p>
        </w:tc>
      </w:tr>
      <w:tr w:rsidR="00B01B24" w:rsidRPr="00DA5A6F" w14:paraId="512BCD2B" w14:textId="77777777" w:rsidTr="00E51E92">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7AD5973" w14:textId="77777777" w:rsidR="00B01B24" w:rsidRPr="00DA5A6F" w:rsidRDefault="00B01B24" w:rsidP="00DA5A6F"/>
        </w:tc>
        <w:tc>
          <w:tcPr>
            <w:tcW w:w="5584" w:type="dxa"/>
            <w:tcBorders>
              <w:top w:val="single" w:sz="4" w:space="0" w:color="000000"/>
              <w:left w:val="single" w:sz="4" w:space="0" w:color="000000"/>
              <w:bottom w:val="single" w:sz="4" w:space="0" w:color="000000"/>
              <w:right w:val="single" w:sz="4" w:space="0" w:color="000000"/>
            </w:tcBorders>
          </w:tcPr>
          <w:p w14:paraId="204D5111" w14:textId="77777777" w:rsidR="00B01B24" w:rsidRPr="00DA5A6F" w:rsidRDefault="00B01B24" w:rsidP="00DA5A6F">
            <w:r w:rsidRPr="00DA5A6F">
              <w:t>I need help to interact with others when walking.</w:t>
            </w:r>
          </w:p>
        </w:tc>
      </w:tr>
    </w:tbl>
    <w:p w14:paraId="186ADC37" w14:textId="77777777" w:rsidR="00B01B24" w:rsidRDefault="00B01B24" w:rsidP="00DA5A6F"/>
    <w:p w14:paraId="0B7325F2" w14:textId="6A8E2A9C" w:rsidR="00E51E92" w:rsidRPr="00DA5A6F" w:rsidRDefault="00E51E92" w:rsidP="00E51E92">
      <w:pPr>
        <w:pStyle w:val="Heading2"/>
      </w:pPr>
      <w:r>
        <w:t>Internet resources</w:t>
      </w:r>
    </w:p>
    <w:p w14:paraId="568EEB8B" w14:textId="2FE51B4A" w:rsidR="00B01B24" w:rsidRPr="00DA5A6F" w:rsidRDefault="00000000" w:rsidP="00DA5A6F">
      <w:hyperlink r:id="rId9" w:history="1">
        <w:r w:rsidR="00FF18EA">
          <w:rPr>
            <w:rStyle w:val="Hyperlink"/>
          </w:rPr>
          <w:t>What is a friend? (YouTube)</w:t>
        </w:r>
      </w:hyperlink>
    </w:p>
    <w:p w14:paraId="2102708D" w14:textId="152B53FD" w:rsidR="00B01B24" w:rsidRDefault="00000000" w:rsidP="00DA5A6F">
      <w:hyperlink r:id="rId10" w:history="1">
        <w:r w:rsidR="00D83CD4" w:rsidRPr="00D83CD4">
          <w:rPr>
            <w:rStyle w:val="Hyperlink"/>
          </w:rPr>
          <w:t>Cool Schools peer mediation programme</w:t>
        </w:r>
      </w:hyperlink>
    </w:p>
    <w:p w14:paraId="2AAD8076" w14:textId="77777777" w:rsidR="00B13447" w:rsidRPr="00DA5A6F" w:rsidRDefault="00B13447" w:rsidP="00DA5A6F"/>
    <w:p w14:paraId="75A484FF" w14:textId="1241FEC8" w:rsidR="00B01B24" w:rsidRPr="00DA5A6F" w:rsidRDefault="00B01B24" w:rsidP="00E51E92">
      <w:pPr>
        <w:pStyle w:val="Heading2"/>
      </w:pPr>
      <w:r w:rsidRPr="00DA5A6F">
        <w:t xml:space="preserve">Thinking </w:t>
      </w:r>
      <w:r w:rsidR="00E51E92">
        <w:t>resources</w:t>
      </w:r>
    </w:p>
    <w:p w14:paraId="438F182F" w14:textId="77777777" w:rsidR="00B01B24" w:rsidRPr="00DA5A6F" w:rsidRDefault="00B01B24" w:rsidP="00DA5A6F">
      <w:r w:rsidRPr="00DA5A6F">
        <w:t>Complete a PMI on walking as a way to establish a relationship with others.</w:t>
      </w:r>
    </w:p>
    <w:p w14:paraId="7ACFABA5" w14:textId="77777777" w:rsidR="00B01B24" w:rsidRPr="00DA5A6F" w:rsidRDefault="00B01B24" w:rsidP="00DA5A6F">
      <w:r w:rsidRPr="00DA5A6F">
        <w:t>Complete a fishbone diagram of all the reasons why people might walk to school.</w:t>
      </w:r>
    </w:p>
    <w:p w14:paraId="64F9EED3" w14:textId="77777777" w:rsidR="00B01B24" w:rsidRPr="00DA5A6F" w:rsidRDefault="00B01B24" w:rsidP="00DA5A6F">
      <w:r w:rsidRPr="00DA5A6F">
        <w:t>Complete a story board of a dramatic event that happened whilst walking to school with others.</w:t>
      </w:r>
    </w:p>
    <w:p w14:paraId="7533F07C" w14:textId="77777777" w:rsidR="00B01B24" w:rsidRPr="00DA5A6F" w:rsidRDefault="00B01B24" w:rsidP="00DA5A6F">
      <w:r w:rsidRPr="00DA5A6F">
        <w:t>Complete a SWOT analysis on the relationships established when walking to school with others.</w:t>
      </w:r>
    </w:p>
    <w:p w14:paraId="0F5DCB59" w14:textId="77777777" w:rsidR="00B01B24" w:rsidRPr="00DA5A6F" w:rsidRDefault="00B01B24" w:rsidP="00DA5A6F">
      <w:r w:rsidRPr="00DA5A6F">
        <w:t>Complete an analogy on walking to school with others and making spaghetti.</w:t>
      </w:r>
      <w:r w:rsidRPr="00DA5A6F">
        <w:tab/>
      </w:r>
    </w:p>
    <w:p w14:paraId="0AD61A55" w14:textId="77777777" w:rsidR="00E51E92" w:rsidRDefault="00E51E92" w:rsidP="00DA5A6F"/>
    <w:p w14:paraId="17158C61" w14:textId="6D23A0A0" w:rsidR="00B01B24" w:rsidRPr="00DA5A6F" w:rsidRDefault="00B01B24" w:rsidP="00E51E92">
      <w:pPr>
        <w:pStyle w:val="Heading2"/>
      </w:pPr>
      <w:r w:rsidRPr="00DA5A6F">
        <w:t>What if questions</w:t>
      </w:r>
    </w:p>
    <w:p w14:paraId="30B730C4" w14:textId="38DAA09F" w:rsidR="00B01B24" w:rsidRPr="00BF6C36" w:rsidRDefault="00B01B24" w:rsidP="00DA5A6F">
      <w:pPr>
        <w:rPr>
          <w:i/>
          <w:iCs/>
        </w:rPr>
      </w:pPr>
      <w:r w:rsidRPr="00BF6C36">
        <w:rPr>
          <w:i/>
          <w:iCs/>
        </w:rPr>
        <w:t>Use these questions for class</w:t>
      </w:r>
      <w:r w:rsidR="00BF6C36" w:rsidRPr="00BF6C36">
        <w:rPr>
          <w:i/>
          <w:iCs/>
        </w:rPr>
        <w:t xml:space="preserve"> and </w:t>
      </w:r>
      <w:r w:rsidRPr="00BF6C36">
        <w:rPr>
          <w:i/>
          <w:iCs/>
        </w:rPr>
        <w:t>group discussions or for writing.</w:t>
      </w:r>
    </w:p>
    <w:p w14:paraId="5426078A" w14:textId="77777777" w:rsidR="00BF6C36" w:rsidRPr="00DA5A6F" w:rsidRDefault="00BF6C36" w:rsidP="00DA5A6F"/>
    <w:p w14:paraId="0CA9D677" w14:textId="77777777" w:rsidR="00B01B24" w:rsidRPr="00DA5A6F" w:rsidRDefault="00B01B24" w:rsidP="00DA5A6F">
      <w:r w:rsidRPr="00DA5A6F">
        <w:t>What if school started an hour later each day so that people had time to walk together?</w:t>
      </w:r>
    </w:p>
    <w:p w14:paraId="7AD4EA49" w14:textId="77777777" w:rsidR="00B01B24" w:rsidRPr="00DA5A6F" w:rsidRDefault="00B01B24" w:rsidP="00DA5A6F">
      <w:r w:rsidRPr="00DA5A6F">
        <w:t>What if no television was shown between 5pm and 7pm each night and families spent this time walking together?</w:t>
      </w:r>
    </w:p>
    <w:p w14:paraId="3879B42E" w14:textId="77777777" w:rsidR="00B01B24" w:rsidRPr="00DA5A6F" w:rsidRDefault="00B01B24" w:rsidP="00DA5A6F">
      <w:r w:rsidRPr="00DA5A6F">
        <w:t>What if we were not allowed to walk with friends?</w:t>
      </w:r>
    </w:p>
    <w:p w14:paraId="5A39CC52" w14:textId="77777777" w:rsidR="00B01B24" w:rsidRPr="00DA5A6F" w:rsidRDefault="00B01B24" w:rsidP="00DA5A6F">
      <w:r w:rsidRPr="00DA5A6F">
        <w:t xml:space="preserve">What if people who walked together were paid more than people who travelled in cars? </w:t>
      </w:r>
    </w:p>
    <w:p w14:paraId="65FCEF14" w14:textId="77777777" w:rsidR="00B01B24" w:rsidRDefault="00B01B24" w:rsidP="00DA5A6F">
      <w:r w:rsidRPr="00DA5A6F">
        <w:t>What if we valued learning to walk together as much as we valued learning to read and write?</w:t>
      </w:r>
    </w:p>
    <w:p w14:paraId="3E43B386" w14:textId="77777777" w:rsidR="00B13447" w:rsidRDefault="00B13447" w:rsidP="00DA5A6F"/>
    <w:p w14:paraId="64D6C844" w14:textId="2B29F494" w:rsidR="00B13447" w:rsidRDefault="00B13447">
      <w:pPr>
        <w:spacing w:line="240" w:lineRule="atLeast"/>
      </w:pPr>
      <w:r>
        <w:br w:type="page"/>
      </w:r>
    </w:p>
    <w:p w14:paraId="22EB89D5" w14:textId="77777777" w:rsidR="00BB6014" w:rsidRPr="002C71DA" w:rsidRDefault="00BB6014" w:rsidP="00BB6014">
      <w:pPr>
        <w:rPr>
          <w:rFonts w:cstheme="minorHAnsi"/>
        </w:rPr>
      </w:pPr>
    </w:p>
    <w:p w14:paraId="411369B3" w14:textId="77777777" w:rsidR="00BB6014" w:rsidRPr="002C71DA" w:rsidRDefault="00BB6014" w:rsidP="00BB6014">
      <w:pPr>
        <w:rPr>
          <w:rFonts w:cstheme="minorHAnsi"/>
        </w:rPr>
      </w:pPr>
    </w:p>
    <w:p w14:paraId="20CAD025" w14:textId="4B0306E5" w:rsidR="00BB6014" w:rsidRPr="002C71DA" w:rsidRDefault="00BB6014" w:rsidP="00BB6014">
      <w:pPr>
        <w:pStyle w:val="Heading1"/>
      </w:pPr>
      <w:r w:rsidRPr="002C71DA">
        <w:t xml:space="preserve">Activity 3.4 Health and PE: </w:t>
      </w:r>
      <w:r w:rsidR="003806AB">
        <w:t>c</w:t>
      </w:r>
      <w:r w:rsidRPr="002C71DA">
        <w:t>reating a healthier me</w:t>
      </w:r>
    </w:p>
    <w:p w14:paraId="1F9FE64C" w14:textId="77777777" w:rsidR="00BB6014" w:rsidRPr="002C71DA" w:rsidRDefault="00BB6014" w:rsidP="00BB6014">
      <w:pPr>
        <w:rPr>
          <w:rFonts w:cstheme="minorHAnsi"/>
        </w:rPr>
      </w:pPr>
      <w:r w:rsidRPr="002C71DA">
        <w:rPr>
          <w:rFonts w:cstheme="minorHAnsi"/>
        </w:rPr>
        <w:t xml:space="preserve">Achievement objectives – see New Zealand Curriculum Health and PE levels 1-4 regular physical </w:t>
      </w:r>
      <w:r>
        <w:rPr>
          <w:rFonts w:cstheme="minorHAnsi"/>
        </w:rPr>
        <w:t>activity.</w:t>
      </w:r>
    </w:p>
    <w:p w14:paraId="5452B6B1" w14:textId="77777777" w:rsidR="00BB6014" w:rsidRDefault="00BB6014" w:rsidP="00BB6014">
      <w:pPr>
        <w:rPr>
          <w:rFonts w:cstheme="minorHAnsi"/>
        </w:rPr>
      </w:pPr>
    </w:p>
    <w:p w14:paraId="04379047" w14:textId="77777777" w:rsidR="00BB6014" w:rsidRPr="002C71DA" w:rsidRDefault="00BB6014" w:rsidP="00BB6014">
      <w:pPr>
        <w:pStyle w:val="Heading2"/>
      </w:pPr>
      <w:r w:rsidRPr="002C71DA">
        <w:t>Example learning intentions</w:t>
      </w:r>
    </w:p>
    <w:p w14:paraId="62A69D74" w14:textId="77777777" w:rsidR="00BB6014" w:rsidRPr="002C71DA" w:rsidRDefault="00BB6014" w:rsidP="00BB6014">
      <w:pPr>
        <w:rPr>
          <w:rFonts w:cstheme="minorHAnsi"/>
        </w:rPr>
      </w:pPr>
      <w:r w:rsidRPr="002C71DA">
        <w:rPr>
          <w:rFonts w:cstheme="minorHAnsi"/>
        </w:rPr>
        <w:t>Identify walking activities and similar aerobic activities.</w:t>
      </w:r>
    </w:p>
    <w:p w14:paraId="2CF344AE" w14:textId="77777777" w:rsidR="00BB6014" w:rsidRPr="002C71DA" w:rsidRDefault="00BB6014" w:rsidP="00BB6014">
      <w:pPr>
        <w:rPr>
          <w:rFonts w:cstheme="minorHAnsi"/>
        </w:rPr>
      </w:pPr>
      <w:r w:rsidRPr="002C71DA">
        <w:rPr>
          <w:rFonts w:cstheme="minorHAnsi"/>
        </w:rPr>
        <w:t>Define ‘wellbeing’.</w:t>
      </w:r>
    </w:p>
    <w:p w14:paraId="0B9EA360" w14:textId="77777777" w:rsidR="00BB6014" w:rsidRPr="002C71DA" w:rsidRDefault="00BB6014" w:rsidP="00BB6014">
      <w:pPr>
        <w:rPr>
          <w:rFonts w:cstheme="minorHAnsi"/>
        </w:rPr>
      </w:pPr>
      <w:r w:rsidRPr="002C71DA">
        <w:rPr>
          <w:rFonts w:cstheme="minorHAnsi"/>
        </w:rPr>
        <w:t>Participate in regular walking activities.</w:t>
      </w:r>
    </w:p>
    <w:p w14:paraId="5FEE5D62" w14:textId="77777777" w:rsidR="00BB6014" w:rsidRPr="002C71DA" w:rsidRDefault="00BB6014" w:rsidP="00BB6014">
      <w:pPr>
        <w:rPr>
          <w:rFonts w:cstheme="minorHAnsi"/>
        </w:rPr>
      </w:pPr>
      <w:r w:rsidRPr="002C71DA">
        <w:rPr>
          <w:rFonts w:cstheme="minorHAnsi"/>
        </w:rPr>
        <w:t>Identify the benefits of walking.</w:t>
      </w:r>
    </w:p>
    <w:p w14:paraId="3E0D3F24" w14:textId="77777777" w:rsidR="00BB6014" w:rsidRPr="002C71DA" w:rsidRDefault="00BB6014" w:rsidP="00BB6014">
      <w:pPr>
        <w:rPr>
          <w:rFonts w:cstheme="minorHAnsi"/>
        </w:rPr>
      </w:pPr>
      <w:r w:rsidRPr="002C71DA">
        <w:rPr>
          <w:rFonts w:cstheme="minorHAnsi"/>
        </w:rPr>
        <w:t>Record and track own progress.</w:t>
      </w:r>
    </w:p>
    <w:p w14:paraId="1D3C19C1" w14:textId="77777777" w:rsidR="00BB6014" w:rsidRPr="002C71DA" w:rsidRDefault="00BB6014" w:rsidP="00BB6014">
      <w:pPr>
        <w:rPr>
          <w:rFonts w:cstheme="minorHAnsi"/>
        </w:rPr>
      </w:pPr>
      <w:r w:rsidRPr="002C71DA">
        <w:rPr>
          <w:rFonts w:cstheme="minorHAnsi"/>
        </w:rPr>
        <w:t>Identify exercises that are enjoyable and explain why.</w:t>
      </w:r>
    </w:p>
    <w:p w14:paraId="25B4B424" w14:textId="77777777" w:rsidR="00BB6014" w:rsidRPr="002C71DA" w:rsidRDefault="00BB6014" w:rsidP="00BB6014">
      <w:pPr>
        <w:rPr>
          <w:rFonts w:cstheme="minorHAnsi"/>
        </w:rPr>
      </w:pPr>
      <w:r w:rsidRPr="002C71DA">
        <w:rPr>
          <w:rFonts w:cstheme="minorHAnsi"/>
        </w:rPr>
        <w:t>Explain the benefits of walking.</w:t>
      </w:r>
    </w:p>
    <w:p w14:paraId="206F974E" w14:textId="77777777" w:rsidR="00BB6014" w:rsidRPr="002C71DA" w:rsidRDefault="00BB6014" w:rsidP="00BB6014">
      <w:pPr>
        <w:rPr>
          <w:rFonts w:cstheme="minorHAnsi"/>
        </w:rPr>
      </w:pPr>
      <w:r w:rsidRPr="002C71DA">
        <w:rPr>
          <w:rFonts w:cstheme="minorHAnsi"/>
        </w:rPr>
        <w:t>Take responsibility for own fitness outside of classroom programme.</w:t>
      </w:r>
    </w:p>
    <w:p w14:paraId="740C5716" w14:textId="77777777" w:rsidR="00BB6014" w:rsidRDefault="00BB6014" w:rsidP="00BB6014">
      <w:pPr>
        <w:rPr>
          <w:rFonts w:cstheme="minorHAnsi"/>
        </w:rPr>
      </w:pPr>
      <w:r w:rsidRPr="002C71DA">
        <w:rPr>
          <w:rFonts w:cstheme="minorHAnsi"/>
        </w:rPr>
        <w:t>Evaluate progress regularly.</w:t>
      </w:r>
    </w:p>
    <w:p w14:paraId="1875D956" w14:textId="77777777" w:rsidR="00BB6014" w:rsidRDefault="00BB6014" w:rsidP="00BB6014">
      <w:pPr>
        <w:rPr>
          <w:rFonts w:cstheme="minorHAnsi"/>
        </w:rPr>
      </w:pPr>
    </w:p>
    <w:p w14:paraId="7C1F72E8" w14:textId="77777777" w:rsidR="00BB6014" w:rsidRPr="002C71DA" w:rsidRDefault="00BB6014" w:rsidP="00BB6014">
      <w:pPr>
        <w:pStyle w:val="Heading2"/>
      </w:pPr>
      <w:r w:rsidRPr="002C71DA">
        <w:t>Learning experiences</w:t>
      </w:r>
    </w:p>
    <w:p w14:paraId="5E2D7081" w14:textId="77777777" w:rsidR="00D5116D" w:rsidRDefault="00D5116D" w:rsidP="00D5116D">
      <w:pPr>
        <w:rPr>
          <w:i/>
          <w:iCs/>
        </w:rPr>
      </w:pPr>
      <w:r>
        <w:rPr>
          <w:i/>
          <w:iCs/>
        </w:rPr>
        <w:t>Select the learning experiences that best match the abilities of your student and that support your learning intentions.</w:t>
      </w:r>
    </w:p>
    <w:p w14:paraId="4DB6ADFF" w14:textId="77777777" w:rsidR="00BB6014" w:rsidRPr="002C71DA" w:rsidRDefault="00BB6014" w:rsidP="00BB6014">
      <w:pPr>
        <w:rPr>
          <w:rFonts w:cstheme="minorHAnsi"/>
        </w:rPr>
      </w:pPr>
    </w:p>
    <w:p w14:paraId="743DE966" w14:textId="4D566334" w:rsidR="00BB6014" w:rsidRPr="002C71DA" w:rsidRDefault="00BB6014" w:rsidP="00BB6014">
      <w:pPr>
        <w:rPr>
          <w:rFonts w:cstheme="minorHAnsi"/>
        </w:rPr>
      </w:pPr>
      <w:r w:rsidRPr="002C71DA">
        <w:rPr>
          <w:rFonts w:cstheme="minorHAnsi"/>
        </w:rPr>
        <w:t>Identify walking activities and similar aerobic activities that students could participate in (walking, skipping, jumping, hopping dancing).</w:t>
      </w:r>
    </w:p>
    <w:p w14:paraId="062FDF20" w14:textId="77777777" w:rsidR="00BB6014" w:rsidRPr="002C71DA" w:rsidRDefault="00BB6014" w:rsidP="00BB6014">
      <w:pPr>
        <w:rPr>
          <w:rFonts w:cstheme="minorHAnsi"/>
        </w:rPr>
      </w:pPr>
      <w:r w:rsidRPr="002C71DA">
        <w:rPr>
          <w:rFonts w:cstheme="minorHAnsi"/>
        </w:rPr>
        <w:t>Highlight aerobic exercises that increase heart rate, breathing and make the muscles work faster.</w:t>
      </w:r>
    </w:p>
    <w:p w14:paraId="758F85D8" w14:textId="1FC5F81F" w:rsidR="00BB6014" w:rsidRPr="002C71DA" w:rsidRDefault="00BB6014" w:rsidP="00BB6014">
      <w:pPr>
        <w:rPr>
          <w:rFonts w:cstheme="minorHAnsi"/>
        </w:rPr>
      </w:pPr>
      <w:r w:rsidRPr="002C71DA">
        <w:rPr>
          <w:rFonts w:cstheme="minorHAnsi"/>
        </w:rPr>
        <w:t>List the places they could walk to after school and in the weekends.</w:t>
      </w:r>
    </w:p>
    <w:p w14:paraId="33B593D2" w14:textId="4BF983FA" w:rsidR="00BB6014" w:rsidRPr="002C71DA" w:rsidRDefault="00BB6014" w:rsidP="00BB6014">
      <w:pPr>
        <w:rPr>
          <w:rFonts w:cstheme="minorHAnsi"/>
        </w:rPr>
      </w:pPr>
      <w:r w:rsidRPr="002C71DA">
        <w:rPr>
          <w:rFonts w:cstheme="minorHAnsi"/>
        </w:rPr>
        <w:t xml:space="preserve">Record these on </w:t>
      </w:r>
      <w:r w:rsidR="0009158F">
        <w:rPr>
          <w:rFonts w:cstheme="minorHAnsi"/>
        </w:rPr>
        <w:t>sticky</w:t>
      </w:r>
      <w:r w:rsidRPr="002C71DA">
        <w:rPr>
          <w:rFonts w:cstheme="minorHAnsi"/>
        </w:rPr>
        <w:t xml:space="preserve"> notes and start a ‘walking for fitness’ knowledge board.</w:t>
      </w:r>
    </w:p>
    <w:p w14:paraId="57F4C03F" w14:textId="1E3C787C" w:rsidR="00BB6014" w:rsidRPr="002C71DA" w:rsidRDefault="00BB6014" w:rsidP="00BB6014">
      <w:pPr>
        <w:rPr>
          <w:rFonts w:cstheme="minorHAnsi"/>
        </w:rPr>
      </w:pPr>
      <w:r w:rsidRPr="002C71DA">
        <w:rPr>
          <w:rFonts w:cstheme="minorHAnsi"/>
        </w:rPr>
        <w:t>Collect quotes about exercise and put them on the knowledge board: “It is as easy as the first step”</w:t>
      </w:r>
      <w:r w:rsidR="00A341EA">
        <w:rPr>
          <w:rFonts w:cstheme="minorHAnsi"/>
        </w:rPr>
        <w:t xml:space="preserve">, </w:t>
      </w:r>
      <w:r w:rsidRPr="002C71DA">
        <w:rPr>
          <w:rFonts w:cstheme="minorHAnsi"/>
        </w:rPr>
        <w:t>“the only exercise that is bad for you is the exercise that you do not do”.</w:t>
      </w:r>
    </w:p>
    <w:p w14:paraId="2A00C774" w14:textId="77777777" w:rsidR="0009158F" w:rsidRPr="002C71DA" w:rsidRDefault="0009158F" w:rsidP="0009158F">
      <w:pPr>
        <w:rPr>
          <w:rFonts w:cstheme="minorHAnsi"/>
        </w:rPr>
      </w:pPr>
      <w:r w:rsidRPr="002C71DA">
        <w:rPr>
          <w:rFonts w:cstheme="minorHAnsi"/>
        </w:rPr>
        <w:t>Estimate how many steps they think they might do in a day. If you have access to pedometer</w:t>
      </w:r>
      <w:r>
        <w:rPr>
          <w:rFonts w:cstheme="minorHAnsi"/>
        </w:rPr>
        <w:t>s</w:t>
      </w:r>
      <w:r w:rsidRPr="002C71DA">
        <w:rPr>
          <w:rFonts w:cstheme="minorHAnsi"/>
        </w:rPr>
        <w:t>, let every student record their estimate and then put their actual result in beside it.</w:t>
      </w:r>
    </w:p>
    <w:p w14:paraId="63800C5F" w14:textId="2A8D446B" w:rsidR="00BB6014" w:rsidRPr="002C71DA" w:rsidRDefault="00BB6014" w:rsidP="00BB6014">
      <w:pPr>
        <w:rPr>
          <w:rFonts w:cstheme="minorHAnsi"/>
        </w:rPr>
      </w:pPr>
      <w:r w:rsidRPr="002C71DA">
        <w:rPr>
          <w:rFonts w:cstheme="minorHAnsi"/>
        </w:rPr>
        <w:t>Describe the benefits of walking to another person.</w:t>
      </w:r>
    </w:p>
    <w:p w14:paraId="42679066" w14:textId="77777777" w:rsidR="00BB6014" w:rsidRPr="002C71DA" w:rsidRDefault="00BB6014" w:rsidP="00BB6014">
      <w:pPr>
        <w:rPr>
          <w:rFonts w:cstheme="minorHAnsi"/>
        </w:rPr>
      </w:pPr>
      <w:r w:rsidRPr="002C71DA">
        <w:rPr>
          <w:rFonts w:cstheme="minorHAnsi"/>
        </w:rPr>
        <w:t>Define ‘wellbeing’.</w:t>
      </w:r>
    </w:p>
    <w:p w14:paraId="1A1B6483" w14:textId="77777777" w:rsidR="00BB6014" w:rsidRPr="002C71DA" w:rsidRDefault="00BB6014" w:rsidP="00BB6014">
      <w:pPr>
        <w:rPr>
          <w:rFonts w:cstheme="minorHAnsi"/>
        </w:rPr>
      </w:pPr>
      <w:r w:rsidRPr="002C71DA">
        <w:rPr>
          <w:rFonts w:cstheme="minorHAnsi"/>
        </w:rPr>
        <w:t>Describe the factors that you need to help you succeed with your walking programme.</w:t>
      </w:r>
    </w:p>
    <w:p w14:paraId="10CCA112" w14:textId="7982DF4C" w:rsidR="00BB6014" w:rsidRPr="002C71DA" w:rsidRDefault="00BB6014" w:rsidP="00BB6014">
      <w:pPr>
        <w:rPr>
          <w:rFonts w:cstheme="minorHAnsi"/>
        </w:rPr>
      </w:pPr>
      <w:r w:rsidRPr="002C71DA">
        <w:rPr>
          <w:rFonts w:cstheme="minorHAnsi"/>
        </w:rPr>
        <w:t xml:space="preserve">Describe potential risks when walking. </w:t>
      </w:r>
    </w:p>
    <w:p w14:paraId="154BE63D" w14:textId="77777777" w:rsidR="00BB6014" w:rsidRPr="002C71DA" w:rsidRDefault="00BB6014" w:rsidP="00BB6014">
      <w:pPr>
        <w:rPr>
          <w:rFonts w:cstheme="minorHAnsi"/>
        </w:rPr>
      </w:pPr>
      <w:r w:rsidRPr="002C71DA">
        <w:rPr>
          <w:rFonts w:cstheme="minorHAnsi"/>
        </w:rPr>
        <w:t>Identify correct road safety procedures for walking as a group.</w:t>
      </w:r>
    </w:p>
    <w:p w14:paraId="1BCC7C91" w14:textId="02497CC8" w:rsidR="00BB6014" w:rsidRPr="002C71DA" w:rsidRDefault="00BB6014" w:rsidP="00BB6014">
      <w:pPr>
        <w:rPr>
          <w:rFonts w:cstheme="minorHAnsi"/>
        </w:rPr>
      </w:pPr>
      <w:r w:rsidRPr="002C71DA">
        <w:rPr>
          <w:rFonts w:cstheme="minorHAnsi"/>
        </w:rPr>
        <w:t xml:space="preserve">Identify correct clothing </w:t>
      </w:r>
      <w:r w:rsidR="004A0A8A">
        <w:rPr>
          <w:rFonts w:cstheme="minorHAnsi"/>
        </w:rPr>
        <w:t xml:space="preserve">and </w:t>
      </w:r>
      <w:r w:rsidRPr="002C71DA">
        <w:rPr>
          <w:rFonts w:cstheme="minorHAnsi"/>
        </w:rPr>
        <w:t>footwear for walking.</w:t>
      </w:r>
    </w:p>
    <w:p w14:paraId="0ED38851" w14:textId="16FCD9A8" w:rsidR="00BB6014" w:rsidRPr="002C71DA" w:rsidRDefault="00BB6014" w:rsidP="00BB6014">
      <w:pPr>
        <w:rPr>
          <w:rFonts w:cstheme="minorHAnsi"/>
        </w:rPr>
      </w:pPr>
      <w:r w:rsidRPr="002C71DA">
        <w:rPr>
          <w:rFonts w:cstheme="minorHAnsi"/>
        </w:rPr>
        <w:t>The benefits of walking</w:t>
      </w:r>
      <w:r w:rsidR="004A0A8A">
        <w:rPr>
          <w:rFonts w:cstheme="minorHAnsi"/>
        </w:rPr>
        <w:t xml:space="preserve"> – what </w:t>
      </w:r>
      <w:r w:rsidRPr="002C71DA">
        <w:rPr>
          <w:rFonts w:cstheme="minorHAnsi"/>
        </w:rPr>
        <w:t>if we were not allowed to walk anywhere? Record the responses.</w:t>
      </w:r>
    </w:p>
    <w:p w14:paraId="49394CAF" w14:textId="5B33DD57" w:rsidR="00BB6014" w:rsidRPr="002C71DA" w:rsidRDefault="00BB6014" w:rsidP="00BB6014">
      <w:pPr>
        <w:rPr>
          <w:rFonts w:cstheme="minorHAnsi"/>
        </w:rPr>
      </w:pPr>
      <w:r w:rsidRPr="002C71DA">
        <w:rPr>
          <w:rFonts w:cstheme="minorHAnsi"/>
        </w:rPr>
        <w:lastRenderedPageBreak/>
        <w:t>Measure own pulse rate and record it.</w:t>
      </w:r>
      <w:r w:rsidR="00C732DB">
        <w:rPr>
          <w:rFonts w:cstheme="minorHAnsi"/>
        </w:rPr>
        <w:t xml:space="preserve"> </w:t>
      </w:r>
      <w:r w:rsidRPr="002C71DA">
        <w:rPr>
          <w:rFonts w:cstheme="minorHAnsi"/>
        </w:rPr>
        <w:t>Measure a partner’s pulse rate.</w:t>
      </w:r>
    </w:p>
    <w:p w14:paraId="363FBA5B" w14:textId="77777777" w:rsidR="00BB6014" w:rsidRPr="002C71DA" w:rsidRDefault="00BB6014" w:rsidP="00BB6014">
      <w:pPr>
        <w:rPr>
          <w:rFonts w:cstheme="minorHAnsi"/>
        </w:rPr>
      </w:pPr>
      <w:r w:rsidRPr="002C71DA">
        <w:rPr>
          <w:rFonts w:cstheme="minorHAnsi"/>
        </w:rPr>
        <w:t>Do some exercise in the classroom and re-measure pulse rate.</w:t>
      </w:r>
    </w:p>
    <w:p w14:paraId="45DCF44C" w14:textId="77777777" w:rsidR="00BB6014" w:rsidRPr="002C71DA" w:rsidRDefault="00BB6014" w:rsidP="00BB6014">
      <w:pPr>
        <w:rPr>
          <w:rFonts w:cstheme="minorHAnsi"/>
        </w:rPr>
      </w:pPr>
      <w:r w:rsidRPr="002C71DA">
        <w:rPr>
          <w:rFonts w:cstheme="minorHAnsi"/>
        </w:rPr>
        <w:t>Get the students to explain to each other what the pulse rate measures.</w:t>
      </w:r>
    </w:p>
    <w:p w14:paraId="4894ED23" w14:textId="77777777" w:rsidR="00BB6014" w:rsidRPr="002C71DA" w:rsidRDefault="00BB6014" w:rsidP="00BB6014">
      <w:pPr>
        <w:rPr>
          <w:rFonts w:cstheme="minorHAnsi"/>
        </w:rPr>
      </w:pPr>
      <w:r w:rsidRPr="002C71DA">
        <w:rPr>
          <w:rFonts w:cstheme="minorHAnsi"/>
        </w:rPr>
        <w:t>Discuss the importance of warm-up and cool-down exercises and stretches and practise regularly.</w:t>
      </w:r>
    </w:p>
    <w:p w14:paraId="145A3647" w14:textId="40008245" w:rsidR="00BB6014" w:rsidRPr="002C71DA" w:rsidRDefault="00BB6014" w:rsidP="00ED7D18">
      <w:pPr>
        <w:pStyle w:val="Heading3"/>
      </w:pPr>
      <w:r w:rsidRPr="002C71DA">
        <w:t>One</w:t>
      </w:r>
      <w:r w:rsidR="00EA002A">
        <w:t>-m</w:t>
      </w:r>
      <w:r w:rsidRPr="002C71DA">
        <w:t xml:space="preserve">onth </w:t>
      </w:r>
      <w:r w:rsidR="00EA002A">
        <w:t>s</w:t>
      </w:r>
      <w:r w:rsidRPr="002C71DA">
        <w:t xml:space="preserve">uggested </w:t>
      </w:r>
      <w:r w:rsidR="00EA002A">
        <w:t>w</w:t>
      </w:r>
      <w:r w:rsidRPr="002C71DA">
        <w:t xml:space="preserve">alking </w:t>
      </w:r>
      <w:r w:rsidR="00EA002A">
        <w:t>p</w:t>
      </w:r>
      <w:r w:rsidRPr="002C71DA">
        <w:t>rogramme</w:t>
      </w:r>
    </w:p>
    <w:p w14:paraId="63E0FE1C" w14:textId="7462095D" w:rsidR="00BB6014" w:rsidRPr="00ED7D18" w:rsidRDefault="00BB6014" w:rsidP="00ED7D18">
      <w:pPr>
        <w:pStyle w:val="ListParagraph"/>
        <w:numPr>
          <w:ilvl w:val="0"/>
          <w:numId w:val="35"/>
        </w:numPr>
        <w:rPr>
          <w:rFonts w:cstheme="minorHAnsi"/>
        </w:rPr>
      </w:pPr>
      <w:r w:rsidRPr="00ED7D18">
        <w:rPr>
          <w:rFonts w:cstheme="minorHAnsi"/>
        </w:rPr>
        <w:t>Select a route either around a school block or around a school circuit. With the class, select the size</w:t>
      </w:r>
      <w:r w:rsidR="00ED7D18" w:rsidRPr="00ED7D18">
        <w:rPr>
          <w:rFonts w:cstheme="minorHAnsi"/>
        </w:rPr>
        <w:t xml:space="preserve"> and </w:t>
      </w:r>
      <w:r w:rsidRPr="00ED7D18">
        <w:rPr>
          <w:rFonts w:cstheme="minorHAnsi"/>
        </w:rPr>
        <w:t>location of this fitness circuit.</w:t>
      </w:r>
    </w:p>
    <w:p w14:paraId="49815A7A" w14:textId="54943133" w:rsidR="00BB6014" w:rsidRPr="00ED7D18" w:rsidRDefault="00BB6014" w:rsidP="00ED7D18">
      <w:pPr>
        <w:pStyle w:val="ListParagraph"/>
        <w:numPr>
          <w:ilvl w:val="0"/>
          <w:numId w:val="35"/>
        </w:numPr>
        <w:rPr>
          <w:rFonts w:cstheme="minorHAnsi"/>
        </w:rPr>
      </w:pPr>
      <w:r w:rsidRPr="00ED7D18">
        <w:rPr>
          <w:rFonts w:cstheme="minorHAnsi"/>
        </w:rPr>
        <w:t>Use Google maps to locate and mark this fitness circuit. If you are using the school grounds, use cones to mark lamp posts</w:t>
      </w:r>
      <w:r w:rsidR="00ED7D18" w:rsidRPr="00ED7D18">
        <w:rPr>
          <w:rFonts w:cstheme="minorHAnsi"/>
        </w:rPr>
        <w:t xml:space="preserve"> and </w:t>
      </w:r>
      <w:r w:rsidRPr="00ED7D18">
        <w:rPr>
          <w:rFonts w:cstheme="minorHAnsi"/>
        </w:rPr>
        <w:t>signs.</w:t>
      </w:r>
    </w:p>
    <w:p w14:paraId="0278E027" w14:textId="77777777" w:rsidR="00BB6014" w:rsidRPr="00ED7D18" w:rsidRDefault="00BB6014" w:rsidP="00ED7D18">
      <w:pPr>
        <w:pStyle w:val="ListParagraph"/>
        <w:numPr>
          <w:ilvl w:val="0"/>
          <w:numId w:val="35"/>
        </w:numPr>
        <w:rPr>
          <w:rFonts w:cstheme="minorHAnsi"/>
        </w:rPr>
      </w:pPr>
      <w:r w:rsidRPr="00ED7D18">
        <w:rPr>
          <w:rFonts w:cstheme="minorHAnsi"/>
        </w:rPr>
        <w:t>Before you start the programme, walk the route as a class and record your time.</w:t>
      </w:r>
    </w:p>
    <w:p w14:paraId="723BE5DF" w14:textId="09A098FA" w:rsidR="00BB6014" w:rsidRPr="00ED7D18" w:rsidRDefault="00BB6014" w:rsidP="00ED7D18">
      <w:pPr>
        <w:pStyle w:val="ListParagraph"/>
        <w:numPr>
          <w:ilvl w:val="0"/>
          <w:numId w:val="35"/>
        </w:numPr>
        <w:rPr>
          <w:rFonts w:cstheme="minorHAnsi"/>
        </w:rPr>
      </w:pPr>
      <w:r w:rsidRPr="00ED7D18">
        <w:rPr>
          <w:rFonts w:cstheme="minorHAnsi"/>
        </w:rPr>
        <w:t xml:space="preserve">If you continue for more than a month, </w:t>
      </w:r>
      <w:r w:rsidR="00ED7D18" w:rsidRPr="00ED7D18">
        <w:rPr>
          <w:rFonts w:cstheme="minorHAnsi"/>
        </w:rPr>
        <w:t>i</w:t>
      </w:r>
      <w:r w:rsidRPr="00ED7D18">
        <w:rPr>
          <w:rFonts w:cstheme="minorHAnsi"/>
        </w:rPr>
        <w:t>ncrease your route by two minutes.</w:t>
      </w:r>
    </w:p>
    <w:p w14:paraId="21C69FD9" w14:textId="0AEFCECF" w:rsidR="00BB6014" w:rsidRPr="00ED7D18" w:rsidRDefault="00BB6014" w:rsidP="00ED7D18">
      <w:pPr>
        <w:pStyle w:val="ListParagraph"/>
        <w:numPr>
          <w:ilvl w:val="0"/>
          <w:numId w:val="35"/>
        </w:numPr>
        <w:rPr>
          <w:rFonts w:cstheme="minorHAnsi"/>
        </w:rPr>
      </w:pPr>
      <w:r w:rsidRPr="00ED7D18">
        <w:rPr>
          <w:rFonts w:cstheme="minorHAnsi"/>
        </w:rPr>
        <w:t>Remember to get students to do warm up exercises before their walk and cool down</w:t>
      </w:r>
      <w:r w:rsidR="00ED7D18" w:rsidRPr="00ED7D18">
        <w:rPr>
          <w:rFonts w:cstheme="minorHAnsi"/>
        </w:rPr>
        <w:t xml:space="preserve"> </w:t>
      </w:r>
      <w:r w:rsidRPr="00ED7D18">
        <w:rPr>
          <w:rFonts w:cstheme="minorHAnsi"/>
        </w:rPr>
        <w:t xml:space="preserve">exercises after their walk. </w:t>
      </w:r>
    </w:p>
    <w:p w14:paraId="5BEF1695" w14:textId="77777777" w:rsidR="00BB6014" w:rsidRPr="002C71DA" w:rsidRDefault="00BB6014" w:rsidP="00BB6014">
      <w:pPr>
        <w:rPr>
          <w:rFonts w:cstheme="minorHAnsi"/>
        </w:rPr>
      </w:pPr>
    </w:p>
    <w:tbl>
      <w:tblPr>
        <w:tblW w:w="0" w:type="auto"/>
        <w:tblBorders>
          <w:top w:val="single" w:sz="8" w:space="0" w:color="4F81BD"/>
          <w:bottom w:val="single" w:sz="8" w:space="0" w:color="4F81BD"/>
        </w:tblBorders>
        <w:tblLook w:val="00A0" w:firstRow="1" w:lastRow="0" w:firstColumn="1" w:lastColumn="0" w:noHBand="0" w:noVBand="0"/>
      </w:tblPr>
      <w:tblGrid>
        <w:gridCol w:w="1709"/>
        <w:gridCol w:w="1514"/>
        <w:gridCol w:w="1514"/>
        <w:gridCol w:w="1684"/>
        <w:gridCol w:w="1552"/>
        <w:gridCol w:w="1439"/>
      </w:tblGrid>
      <w:tr w:rsidR="00BB6014" w:rsidRPr="002C71DA" w14:paraId="3F557A6D" w14:textId="77777777" w:rsidTr="00BC6C5C">
        <w:trPr>
          <w:trHeight w:val="527"/>
        </w:trPr>
        <w:tc>
          <w:tcPr>
            <w:tcW w:w="2323" w:type="dxa"/>
            <w:tcBorders>
              <w:top w:val="single" w:sz="8" w:space="0" w:color="4F81BD"/>
              <w:bottom w:val="single" w:sz="8" w:space="0" w:color="4F81BD"/>
            </w:tcBorders>
            <w:shd w:val="clear" w:color="auto" w:fill="19456B"/>
          </w:tcPr>
          <w:p w14:paraId="7E42284B" w14:textId="77777777" w:rsidR="00BB6014" w:rsidRPr="009C3AAC" w:rsidRDefault="00BB6014" w:rsidP="00BC6C5C">
            <w:pPr>
              <w:rPr>
                <w:rFonts w:cstheme="minorHAnsi"/>
                <w:color w:val="FFFFFF" w:themeColor="background1"/>
              </w:rPr>
            </w:pPr>
            <w:r w:rsidRPr="009C3AAC">
              <w:rPr>
                <w:rFonts w:cstheme="minorHAnsi"/>
                <w:color w:val="FFFFFF" w:themeColor="background1"/>
              </w:rPr>
              <w:t>Week</w:t>
            </w:r>
          </w:p>
        </w:tc>
        <w:tc>
          <w:tcPr>
            <w:tcW w:w="2324" w:type="dxa"/>
            <w:tcBorders>
              <w:top w:val="single" w:sz="8" w:space="0" w:color="4F81BD"/>
              <w:bottom w:val="single" w:sz="8" w:space="0" w:color="4F81BD"/>
            </w:tcBorders>
            <w:shd w:val="clear" w:color="auto" w:fill="19456B"/>
          </w:tcPr>
          <w:p w14:paraId="4B10C11A" w14:textId="77777777" w:rsidR="00BB6014" w:rsidRPr="009C3AAC" w:rsidRDefault="00BB6014" w:rsidP="00BC6C5C">
            <w:pPr>
              <w:rPr>
                <w:rFonts w:cstheme="minorHAnsi"/>
                <w:color w:val="FFFFFF" w:themeColor="background1"/>
              </w:rPr>
            </w:pPr>
            <w:r w:rsidRPr="009C3AAC">
              <w:rPr>
                <w:rFonts w:cstheme="minorHAnsi"/>
                <w:color w:val="FFFFFF" w:themeColor="background1"/>
              </w:rPr>
              <w:t>Monday</w:t>
            </w:r>
          </w:p>
        </w:tc>
        <w:tc>
          <w:tcPr>
            <w:tcW w:w="2324" w:type="dxa"/>
            <w:tcBorders>
              <w:top w:val="single" w:sz="8" w:space="0" w:color="4F81BD"/>
              <w:bottom w:val="single" w:sz="8" w:space="0" w:color="4F81BD"/>
            </w:tcBorders>
            <w:shd w:val="clear" w:color="auto" w:fill="19456B"/>
          </w:tcPr>
          <w:p w14:paraId="5CCCE606" w14:textId="77777777" w:rsidR="00BB6014" w:rsidRPr="009C3AAC" w:rsidRDefault="00BB6014" w:rsidP="00BC6C5C">
            <w:pPr>
              <w:rPr>
                <w:rFonts w:cstheme="minorHAnsi"/>
                <w:color w:val="FFFFFF" w:themeColor="background1"/>
              </w:rPr>
            </w:pPr>
            <w:r w:rsidRPr="009C3AAC">
              <w:rPr>
                <w:rFonts w:cstheme="minorHAnsi"/>
                <w:color w:val="FFFFFF" w:themeColor="background1"/>
              </w:rPr>
              <w:t>Tuesday</w:t>
            </w:r>
          </w:p>
        </w:tc>
        <w:tc>
          <w:tcPr>
            <w:tcW w:w="2385" w:type="dxa"/>
            <w:tcBorders>
              <w:top w:val="single" w:sz="8" w:space="0" w:color="4F81BD"/>
              <w:bottom w:val="single" w:sz="8" w:space="0" w:color="4F81BD"/>
            </w:tcBorders>
            <w:shd w:val="clear" w:color="auto" w:fill="19456B"/>
          </w:tcPr>
          <w:p w14:paraId="3BA15D61" w14:textId="77777777" w:rsidR="00BB6014" w:rsidRPr="009C3AAC" w:rsidRDefault="00BB6014" w:rsidP="00BC6C5C">
            <w:pPr>
              <w:rPr>
                <w:rFonts w:cstheme="minorHAnsi"/>
                <w:color w:val="FFFFFF" w:themeColor="background1"/>
              </w:rPr>
            </w:pPr>
            <w:r w:rsidRPr="009C3AAC">
              <w:rPr>
                <w:rFonts w:cstheme="minorHAnsi"/>
                <w:color w:val="FFFFFF" w:themeColor="background1"/>
              </w:rPr>
              <w:t>Wednesday</w:t>
            </w:r>
          </w:p>
        </w:tc>
        <w:tc>
          <w:tcPr>
            <w:tcW w:w="2410" w:type="dxa"/>
            <w:tcBorders>
              <w:top w:val="single" w:sz="8" w:space="0" w:color="4F81BD"/>
              <w:bottom w:val="single" w:sz="8" w:space="0" w:color="4F81BD"/>
            </w:tcBorders>
            <w:shd w:val="clear" w:color="auto" w:fill="19456B"/>
          </w:tcPr>
          <w:p w14:paraId="38882CFA" w14:textId="77777777" w:rsidR="00BB6014" w:rsidRPr="009C3AAC" w:rsidRDefault="00BB6014" w:rsidP="00BC6C5C">
            <w:pPr>
              <w:rPr>
                <w:rFonts w:cstheme="minorHAnsi"/>
                <w:color w:val="FFFFFF" w:themeColor="background1"/>
              </w:rPr>
            </w:pPr>
            <w:r w:rsidRPr="009C3AAC">
              <w:rPr>
                <w:rFonts w:cstheme="minorHAnsi"/>
                <w:color w:val="FFFFFF" w:themeColor="background1"/>
              </w:rPr>
              <w:t>Thursday</w:t>
            </w:r>
          </w:p>
          <w:p w14:paraId="5B324B62" w14:textId="77777777" w:rsidR="00BB6014" w:rsidRPr="009C3AAC" w:rsidRDefault="00BB6014" w:rsidP="00BC6C5C">
            <w:pPr>
              <w:rPr>
                <w:rFonts w:cstheme="minorHAnsi"/>
                <w:color w:val="FFFFFF" w:themeColor="background1"/>
              </w:rPr>
            </w:pPr>
          </w:p>
        </w:tc>
        <w:tc>
          <w:tcPr>
            <w:tcW w:w="2177" w:type="dxa"/>
            <w:tcBorders>
              <w:top w:val="single" w:sz="8" w:space="0" w:color="4F81BD"/>
              <w:bottom w:val="single" w:sz="8" w:space="0" w:color="4F81BD"/>
            </w:tcBorders>
            <w:shd w:val="clear" w:color="auto" w:fill="19456B"/>
          </w:tcPr>
          <w:p w14:paraId="3382E344" w14:textId="77777777" w:rsidR="00BB6014" w:rsidRPr="009C3AAC" w:rsidRDefault="00BB6014" w:rsidP="00BC6C5C">
            <w:pPr>
              <w:rPr>
                <w:rFonts w:cstheme="minorHAnsi"/>
                <w:color w:val="FFFFFF" w:themeColor="background1"/>
              </w:rPr>
            </w:pPr>
            <w:r w:rsidRPr="009C3AAC">
              <w:rPr>
                <w:rFonts w:cstheme="minorHAnsi"/>
                <w:color w:val="FFFFFF" w:themeColor="background1"/>
              </w:rPr>
              <w:t>Friday</w:t>
            </w:r>
          </w:p>
        </w:tc>
      </w:tr>
      <w:tr w:rsidR="00BB6014" w:rsidRPr="002C71DA" w14:paraId="6AF4203F" w14:textId="77777777" w:rsidTr="00BC6C5C">
        <w:tc>
          <w:tcPr>
            <w:tcW w:w="2323" w:type="dxa"/>
            <w:tcBorders>
              <w:top w:val="nil"/>
              <w:bottom w:val="nil"/>
            </w:tcBorders>
            <w:shd w:val="clear" w:color="auto" w:fill="CDE4F4"/>
          </w:tcPr>
          <w:p w14:paraId="4D466F74" w14:textId="77777777" w:rsidR="00BB6014" w:rsidRPr="002C71DA" w:rsidRDefault="00BB6014" w:rsidP="00BC6C5C">
            <w:pPr>
              <w:rPr>
                <w:rFonts w:cstheme="minorHAnsi"/>
              </w:rPr>
            </w:pPr>
            <w:r w:rsidRPr="002C71DA">
              <w:rPr>
                <w:rFonts w:cstheme="minorHAnsi"/>
              </w:rPr>
              <w:t>Week 1</w:t>
            </w:r>
          </w:p>
          <w:p w14:paraId="222E9666" w14:textId="2BF74BFE" w:rsidR="00BB6014" w:rsidRPr="002C71DA" w:rsidRDefault="00BB6014" w:rsidP="00BC6C5C">
            <w:pPr>
              <w:rPr>
                <w:rFonts w:cstheme="minorHAnsi"/>
              </w:rPr>
            </w:pPr>
            <w:r w:rsidRPr="002C71DA">
              <w:rPr>
                <w:rFonts w:cstheme="minorHAnsi"/>
              </w:rPr>
              <w:t>Every lamppost that you come to, change your walking exercise.  Repeat every five lampposts</w:t>
            </w:r>
            <w:r w:rsidR="00670DC4">
              <w:rPr>
                <w:rFonts w:cstheme="minorHAnsi"/>
              </w:rPr>
              <w:t xml:space="preserve"> or </w:t>
            </w:r>
            <w:r w:rsidRPr="002C71DA">
              <w:rPr>
                <w:rFonts w:cstheme="minorHAnsi"/>
              </w:rPr>
              <w:t>cone</w:t>
            </w:r>
            <w:r w:rsidR="00670DC4">
              <w:rPr>
                <w:rFonts w:cstheme="minorHAnsi"/>
              </w:rPr>
              <w:t>s</w:t>
            </w:r>
            <w:r w:rsidRPr="002C71DA">
              <w:rPr>
                <w:rFonts w:cstheme="minorHAnsi"/>
              </w:rPr>
              <w:t>.</w:t>
            </w:r>
          </w:p>
        </w:tc>
        <w:tc>
          <w:tcPr>
            <w:tcW w:w="2324" w:type="dxa"/>
            <w:tcBorders>
              <w:top w:val="nil"/>
              <w:bottom w:val="nil"/>
            </w:tcBorders>
            <w:shd w:val="clear" w:color="auto" w:fill="CDE4F4"/>
          </w:tcPr>
          <w:p w14:paraId="704C980D" w14:textId="77777777" w:rsidR="00BB6014" w:rsidRPr="002C71DA" w:rsidRDefault="00BB6014" w:rsidP="00BC6C5C">
            <w:pPr>
              <w:rPr>
                <w:rFonts w:cstheme="minorHAnsi"/>
              </w:rPr>
            </w:pPr>
            <w:r w:rsidRPr="002C71DA">
              <w:rPr>
                <w:rFonts w:cstheme="minorHAnsi"/>
              </w:rPr>
              <w:t>1. Walk</w:t>
            </w:r>
          </w:p>
          <w:p w14:paraId="45721220" w14:textId="77777777" w:rsidR="00BB6014" w:rsidRPr="002C71DA" w:rsidRDefault="00BB6014" w:rsidP="00BC6C5C">
            <w:pPr>
              <w:rPr>
                <w:rFonts w:cstheme="minorHAnsi"/>
              </w:rPr>
            </w:pPr>
            <w:r w:rsidRPr="002C71DA">
              <w:rPr>
                <w:rFonts w:cstheme="minorHAnsi"/>
              </w:rPr>
              <w:t>2. Skip</w:t>
            </w:r>
          </w:p>
          <w:p w14:paraId="442E2294" w14:textId="77777777" w:rsidR="00BB6014" w:rsidRPr="002C71DA" w:rsidRDefault="00BB6014" w:rsidP="00BC6C5C">
            <w:pPr>
              <w:rPr>
                <w:rFonts w:cstheme="minorHAnsi"/>
              </w:rPr>
            </w:pPr>
            <w:r w:rsidRPr="002C71DA">
              <w:rPr>
                <w:rFonts w:cstheme="minorHAnsi"/>
              </w:rPr>
              <w:t>3. Walk sideways</w:t>
            </w:r>
          </w:p>
          <w:p w14:paraId="38F15026" w14:textId="77777777" w:rsidR="00BB6014" w:rsidRPr="002C71DA" w:rsidRDefault="00BB6014" w:rsidP="00BC6C5C">
            <w:pPr>
              <w:rPr>
                <w:rFonts w:cstheme="minorHAnsi"/>
              </w:rPr>
            </w:pPr>
            <w:r w:rsidRPr="002C71DA">
              <w:rPr>
                <w:rFonts w:cstheme="minorHAnsi"/>
              </w:rPr>
              <w:t>4. Dance forwards</w:t>
            </w:r>
          </w:p>
          <w:p w14:paraId="1C9C871E" w14:textId="77777777" w:rsidR="00BB6014" w:rsidRPr="002C71DA" w:rsidRDefault="00BB6014" w:rsidP="00BC6C5C">
            <w:pPr>
              <w:rPr>
                <w:rFonts w:cstheme="minorHAnsi"/>
              </w:rPr>
            </w:pPr>
            <w:r w:rsidRPr="002C71DA">
              <w:rPr>
                <w:rFonts w:cstheme="minorHAnsi"/>
              </w:rPr>
              <w:t>5. Slow walk</w:t>
            </w:r>
          </w:p>
        </w:tc>
        <w:tc>
          <w:tcPr>
            <w:tcW w:w="2324" w:type="dxa"/>
            <w:tcBorders>
              <w:top w:val="nil"/>
              <w:bottom w:val="nil"/>
            </w:tcBorders>
            <w:shd w:val="clear" w:color="auto" w:fill="CDE4F4"/>
          </w:tcPr>
          <w:p w14:paraId="3BF83E0D" w14:textId="77777777" w:rsidR="00BB6014" w:rsidRPr="002C71DA" w:rsidRDefault="00BB6014" w:rsidP="00BC6C5C">
            <w:pPr>
              <w:rPr>
                <w:rFonts w:cstheme="minorHAnsi"/>
              </w:rPr>
            </w:pPr>
            <w:r w:rsidRPr="002C71DA">
              <w:rPr>
                <w:rFonts w:cstheme="minorHAnsi"/>
              </w:rPr>
              <w:t>1. Slow walk</w:t>
            </w:r>
          </w:p>
          <w:p w14:paraId="3D713C62" w14:textId="77777777" w:rsidR="00BB6014" w:rsidRPr="002C71DA" w:rsidRDefault="00BB6014" w:rsidP="00BC6C5C">
            <w:pPr>
              <w:rPr>
                <w:rFonts w:cstheme="minorHAnsi"/>
              </w:rPr>
            </w:pPr>
            <w:r w:rsidRPr="002C71DA">
              <w:rPr>
                <w:rFonts w:cstheme="minorHAnsi"/>
              </w:rPr>
              <w:t>2. Tiptoe</w:t>
            </w:r>
          </w:p>
          <w:p w14:paraId="3C265644" w14:textId="77777777" w:rsidR="00BB6014" w:rsidRPr="002C71DA" w:rsidRDefault="00BB6014" w:rsidP="00BC6C5C">
            <w:pPr>
              <w:rPr>
                <w:rFonts w:cstheme="minorHAnsi"/>
              </w:rPr>
            </w:pPr>
            <w:r w:rsidRPr="002C71DA">
              <w:rPr>
                <w:rFonts w:cstheme="minorHAnsi"/>
              </w:rPr>
              <w:t>3. Speed walk</w:t>
            </w:r>
          </w:p>
          <w:p w14:paraId="25C8404D" w14:textId="77777777" w:rsidR="00BB6014" w:rsidRPr="002C71DA" w:rsidRDefault="00BB6014" w:rsidP="00BC6C5C">
            <w:pPr>
              <w:rPr>
                <w:rFonts w:cstheme="minorHAnsi"/>
              </w:rPr>
            </w:pPr>
            <w:r w:rsidRPr="002C71DA">
              <w:rPr>
                <w:rFonts w:cstheme="minorHAnsi"/>
              </w:rPr>
              <w:t>4. March</w:t>
            </w:r>
          </w:p>
          <w:p w14:paraId="0E579C66" w14:textId="77777777" w:rsidR="00BB6014" w:rsidRPr="002C71DA" w:rsidRDefault="00BB6014" w:rsidP="00BC6C5C">
            <w:pPr>
              <w:rPr>
                <w:rFonts w:cstheme="minorHAnsi"/>
              </w:rPr>
            </w:pPr>
            <w:r w:rsidRPr="002C71DA">
              <w:rPr>
                <w:rFonts w:cstheme="minorHAnsi"/>
              </w:rPr>
              <w:t>5. Walk knees up</w:t>
            </w:r>
          </w:p>
        </w:tc>
        <w:tc>
          <w:tcPr>
            <w:tcW w:w="2385" w:type="dxa"/>
            <w:tcBorders>
              <w:top w:val="nil"/>
              <w:bottom w:val="nil"/>
            </w:tcBorders>
            <w:shd w:val="clear" w:color="auto" w:fill="CDE4F4"/>
          </w:tcPr>
          <w:p w14:paraId="5217A109" w14:textId="77777777" w:rsidR="00BB6014" w:rsidRPr="002C71DA" w:rsidRDefault="00BB6014" w:rsidP="00BC6C5C">
            <w:pPr>
              <w:rPr>
                <w:rFonts w:cstheme="minorHAnsi"/>
              </w:rPr>
            </w:pPr>
            <w:r w:rsidRPr="002C71DA">
              <w:rPr>
                <w:rFonts w:cstheme="minorHAnsi"/>
              </w:rPr>
              <w:t>1. Close steps</w:t>
            </w:r>
          </w:p>
          <w:p w14:paraId="6F89C802" w14:textId="77777777" w:rsidR="00BB6014" w:rsidRPr="002C71DA" w:rsidRDefault="00BB6014" w:rsidP="00BC6C5C">
            <w:pPr>
              <w:rPr>
                <w:rFonts w:cstheme="minorHAnsi"/>
              </w:rPr>
            </w:pPr>
            <w:r w:rsidRPr="002C71DA">
              <w:rPr>
                <w:rFonts w:cstheme="minorHAnsi"/>
              </w:rPr>
              <w:t>2. Hop</w:t>
            </w:r>
          </w:p>
          <w:p w14:paraId="13CAEA97" w14:textId="77777777" w:rsidR="00BB6014" w:rsidRPr="002C71DA" w:rsidRDefault="00BB6014" w:rsidP="00BC6C5C">
            <w:pPr>
              <w:rPr>
                <w:rFonts w:cstheme="minorHAnsi"/>
              </w:rPr>
            </w:pPr>
            <w:r w:rsidRPr="002C71DA">
              <w:rPr>
                <w:rFonts w:cstheme="minorHAnsi"/>
              </w:rPr>
              <w:t>3. Walk</w:t>
            </w:r>
          </w:p>
          <w:p w14:paraId="6A96720D" w14:textId="77777777" w:rsidR="00BB6014" w:rsidRPr="002C71DA" w:rsidRDefault="00BB6014" w:rsidP="00BC6C5C">
            <w:pPr>
              <w:rPr>
                <w:rFonts w:cstheme="minorHAnsi"/>
              </w:rPr>
            </w:pPr>
            <w:r w:rsidRPr="002C71DA">
              <w:rPr>
                <w:rFonts w:cstheme="minorHAnsi"/>
              </w:rPr>
              <w:t>4. Skip</w:t>
            </w:r>
          </w:p>
          <w:p w14:paraId="28A25CB4" w14:textId="77777777" w:rsidR="00BB6014" w:rsidRPr="002C71DA" w:rsidRDefault="00BB6014" w:rsidP="00BC6C5C">
            <w:pPr>
              <w:rPr>
                <w:rFonts w:cstheme="minorHAnsi"/>
              </w:rPr>
            </w:pPr>
            <w:r w:rsidRPr="002C71DA">
              <w:rPr>
                <w:rFonts w:cstheme="minorHAnsi"/>
              </w:rPr>
              <w:t>5.Speed walk</w:t>
            </w:r>
          </w:p>
        </w:tc>
        <w:tc>
          <w:tcPr>
            <w:tcW w:w="2410" w:type="dxa"/>
            <w:tcBorders>
              <w:top w:val="nil"/>
              <w:bottom w:val="nil"/>
            </w:tcBorders>
            <w:shd w:val="clear" w:color="auto" w:fill="CDE4F4"/>
          </w:tcPr>
          <w:p w14:paraId="77CB2228" w14:textId="77777777" w:rsidR="00BB6014" w:rsidRPr="002C71DA" w:rsidRDefault="00BB6014" w:rsidP="00BC6C5C">
            <w:pPr>
              <w:rPr>
                <w:rFonts w:cstheme="minorHAnsi"/>
              </w:rPr>
            </w:pPr>
            <w:r w:rsidRPr="002C71DA">
              <w:rPr>
                <w:rFonts w:cstheme="minorHAnsi"/>
              </w:rPr>
              <w:t>1. Slow walk</w:t>
            </w:r>
          </w:p>
          <w:p w14:paraId="46EA3E49" w14:textId="77777777" w:rsidR="00BB6014" w:rsidRPr="002C71DA" w:rsidRDefault="00BB6014" w:rsidP="00BC6C5C">
            <w:pPr>
              <w:rPr>
                <w:rFonts w:cstheme="minorHAnsi"/>
              </w:rPr>
            </w:pPr>
            <w:r w:rsidRPr="002C71DA">
              <w:rPr>
                <w:rFonts w:cstheme="minorHAnsi"/>
              </w:rPr>
              <w:t>2. Giant strides</w:t>
            </w:r>
          </w:p>
          <w:p w14:paraId="236443C6" w14:textId="77777777" w:rsidR="00BB6014" w:rsidRPr="002C71DA" w:rsidRDefault="00BB6014" w:rsidP="00BC6C5C">
            <w:pPr>
              <w:rPr>
                <w:rFonts w:cstheme="minorHAnsi"/>
              </w:rPr>
            </w:pPr>
            <w:r w:rsidRPr="002C71DA">
              <w:rPr>
                <w:rFonts w:cstheme="minorHAnsi"/>
              </w:rPr>
              <w:t>3. Speed walk</w:t>
            </w:r>
          </w:p>
          <w:p w14:paraId="5888C0D2" w14:textId="77777777" w:rsidR="00BB6014" w:rsidRPr="002C71DA" w:rsidRDefault="00BB6014" w:rsidP="00BC6C5C">
            <w:pPr>
              <w:rPr>
                <w:rFonts w:cstheme="minorHAnsi"/>
              </w:rPr>
            </w:pPr>
            <w:r w:rsidRPr="002C71DA">
              <w:rPr>
                <w:rFonts w:cstheme="minorHAnsi"/>
              </w:rPr>
              <w:t>4. March</w:t>
            </w:r>
          </w:p>
          <w:p w14:paraId="115A137B" w14:textId="77777777" w:rsidR="00BB6014" w:rsidRPr="002C71DA" w:rsidRDefault="00BB6014" w:rsidP="00BC6C5C">
            <w:pPr>
              <w:rPr>
                <w:rFonts w:cstheme="minorHAnsi"/>
              </w:rPr>
            </w:pPr>
            <w:r w:rsidRPr="002C71DA">
              <w:rPr>
                <w:rFonts w:cstheme="minorHAnsi"/>
              </w:rPr>
              <w:t>5. Walk</w:t>
            </w:r>
          </w:p>
        </w:tc>
        <w:tc>
          <w:tcPr>
            <w:tcW w:w="2177" w:type="dxa"/>
            <w:tcBorders>
              <w:top w:val="nil"/>
              <w:bottom w:val="nil"/>
            </w:tcBorders>
            <w:shd w:val="clear" w:color="auto" w:fill="CDE4F4"/>
          </w:tcPr>
          <w:p w14:paraId="47AA0B55" w14:textId="77777777" w:rsidR="00BB6014" w:rsidRPr="002C71DA" w:rsidRDefault="00BB6014" w:rsidP="00BC6C5C">
            <w:pPr>
              <w:rPr>
                <w:rFonts w:cstheme="minorHAnsi"/>
              </w:rPr>
            </w:pPr>
            <w:r w:rsidRPr="002C71DA">
              <w:rPr>
                <w:rFonts w:cstheme="minorHAnsi"/>
              </w:rPr>
              <w:t>1. Walk</w:t>
            </w:r>
          </w:p>
          <w:p w14:paraId="618197D0" w14:textId="77777777" w:rsidR="00BB6014" w:rsidRPr="002C71DA" w:rsidRDefault="00BB6014" w:rsidP="00BC6C5C">
            <w:pPr>
              <w:rPr>
                <w:rFonts w:cstheme="minorHAnsi"/>
              </w:rPr>
            </w:pPr>
            <w:r w:rsidRPr="002C71DA">
              <w:rPr>
                <w:rFonts w:cstheme="minorHAnsi"/>
              </w:rPr>
              <w:t>2. Speed walk</w:t>
            </w:r>
          </w:p>
          <w:p w14:paraId="43AA01E5" w14:textId="77777777" w:rsidR="00BB6014" w:rsidRPr="002C71DA" w:rsidRDefault="00BB6014" w:rsidP="00BC6C5C">
            <w:pPr>
              <w:rPr>
                <w:rFonts w:cstheme="minorHAnsi"/>
              </w:rPr>
            </w:pPr>
            <w:r w:rsidRPr="002C71DA">
              <w:rPr>
                <w:rFonts w:cstheme="minorHAnsi"/>
              </w:rPr>
              <w:t>3. Knees up</w:t>
            </w:r>
          </w:p>
          <w:p w14:paraId="6C178747" w14:textId="77777777" w:rsidR="00BB6014" w:rsidRPr="002C71DA" w:rsidRDefault="00BB6014" w:rsidP="00BC6C5C">
            <w:pPr>
              <w:rPr>
                <w:rFonts w:cstheme="minorHAnsi"/>
              </w:rPr>
            </w:pPr>
            <w:r w:rsidRPr="002C71DA">
              <w:rPr>
                <w:rFonts w:cstheme="minorHAnsi"/>
              </w:rPr>
              <w:t>4. Jog</w:t>
            </w:r>
          </w:p>
          <w:p w14:paraId="5DADADDF" w14:textId="77777777" w:rsidR="00BB6014" w:rsidRPr="002C71DA" w:rsidRDefault="00BB6014" w:rsidP="00BC6C5C">
            <w:pPr>
              <w:rPr>
                <w:rFonts w:cstheme="minorHAnsi"/>
              </w:rPr>
            </w:pPr>
            <w:r w:rsidRPr="002C71DA">
              <w:rPr>
                <w:rFonts w:cstheme="minorHAnsi"/>
              </w:rPr>
              <w:t>5. Skip</w:t>
            </w:r>
          </w:p>
        </w:tc>
      </w:tr>
      <w:tr w:rsidR="00BB6014" w:rsidRPr="002C71DA" w14:paraId="5FBE85E5" w14:textId="77777777" w:rsidTr="00BC6C5C">
        <w:tc>
          <w:tcPr>
            <w:tcW w:w="2323" w:type="dxa"/>
            <w:tcBorders>
              <w:top w:val="nil"/>
              <w:left w:val="nil"/>
              <w:bottom w:val="nil"/>
              <w:right w:val="nil"/>
            </w:tcBorders>
          </w:tcPr>
          <w:p w14:paraId="328601BB" w14:textId="77777777" w:rsidR="00BB6014" w:rsidRPr="002C71DA" w:rsidRDefault="00BB6014" w:rsidP="00BC6C5C">
            <w:pPr>
              <w:rPr>
                <w:rFonts w:cstheme="minorHAnsi"/>
              </w:rPr>
            </w:pPr>
            <w:r w:rsidRPr="002C71DA">
              <w:rPr>
                <w:rFonts w:cstheme="minorHAnsi"/>
              </w:rPr>
              <w:t>Week 2</w:t>
            </w:r>
          </w:p>
          <w:p w14:paraId="59FD2BB0" w14:textId="223CFD8F" w:rsidR="00BB6014" w:rsidRPr="002C71DA" w:rsidRDefault="00BB6014" w:rsidP="00BC6C5C">
            <w:pPr>
              <w:rPr>
                <w:rFonts w:cstheme="minorHAnsi"/>
              </w:rPr>
            </w:pPr>
            <w:r w:rsidRPr="002C71DA">
              <w:rPr>
                <w:rFonts w:cstheme="minorHAnsi"/>
              </w:rPr>
              <w:t>Every road safety sign that you come to, change your walking exercise.  Repeat every five road safety signs</w:t>
            </w:r>
            <w:r w:rsidR="00670DC4">
              <w:rPr>
                <w:rFonts w:cstheme="minorHAnsi"/>
              </w:rPr>
              <w:t xml:space="preserve"> or </w:t>
            </w:r>
            <w:r w:rsidRPr="002C71DA">
              <w:rPr>
                <w:rFonts w:cstheme="minorHAnsi"/>
              </w:rPr>
              <w:t>cone</w:t>
            </w:r>
            <w:r w:rsidR="00670DC4">
              <w:rPr>
                <w:rFonts w:cstheme="minorHAnsi"/>
              </w:rPr>
              <w:t>s</w:t>
            </w:r>
            <w:r w:rsidRPr="002C71DA">
              <w:rPr>
                <w:rFonts w:cstheme="minorHAnsi"/>
              </w:rPr>
              <w:t>.</w:t>
            </w:r>
          </w:p>
        </w:tc>
        <w:tc>
          <w:tcPr>
            <w:tcW w:w="2324" w:type="dxa"/>
            <w:tcBorders>
              <w:top w:val="nil"/>
              <w:left w:val="nil"/>
              <w:bottom w:val="nil"/>
              <w:right w:val="nil"/>
            </w:tcBorders>
          </w:tcPr>
          <w:p w14:paraId="6081E716" w14:textId="77777777" w:rsidR="00BB6014" w:rsidRPr="002C71DA" w:rsidRDefault="00BB6014" w:rsidP="00BC6C5C">
            <w:pPr>
              <w:rPr>
                <w:rFonts w:cstheme="minorHAnsi"/>
              </w:rPr>
            </w:pPr>
            <w:r w:rsidRPr="002C71DA">
              <w:rPr>
                <w:rFonts w:cstheme="minorHAnsi"/>
              </w:rPr>
              <w:t>1. Slow walk</w:t>
            </w:r>
          </w:p>
          <w:p w14:paraId="728B2343" w14:textId="77777777" w:rsidR="00BB6014" w:rsidRPr="002C71DA" w:rsidRDefault="00BB6014" w:rsidP="00BC6C5C">
            <w:pPr>
              <w:rPr>
                <w:rFonts w:cstheme="minorHAnsi"/>
              </w:rPr>
            </w:pPr>
            <w:r w:rsidRPr="002C71DA">
              <w:rPr>
                <w:rFonts w:cstheme="minorHAnsi"/>
              </w:rPr>
              <w:t>2. Tiptoe</w:t>
            </w:r>
          </w:p>
          <w:p w14:paraId="5ED4AD3C" w14:textId="77777777" w:rsidR="00BB6014" w:rsidRPr="002C71DA" w:rsidRDefault="00BB6014" w:rsidP="00BC6C5C">
            <w:pPr>
              <w:rPr>
                <w:rFonts w:cstheme="minorHAnsi"/>
              </w:rPr>
            </w:pPr>
            <w:r w:rsidRPr="002C71DA">
              <w:rPr>
                <w:rFonts w:cstheme="minorHAnsi"/>
              </w:rPr>
              <w:t>3. Speed walk</w:t>
            </w:r>
          </w:p>
          <w:p w14:paraId="2006C638" w14:textId="77777777" w:rsidR="00BB6014" w:rsidRPr="002C71DA" w:rsidRDefault="00BB6014" w:rsidP="00BC6C5C">
            <w:pPr>
              <w:rPr>
                <w:rFonts w:cstheme="minorHAnsi"/>
              </w:rPr>
            </w:pPr>
            <w:r w:rsidRPr="002C71DA">
              <w:rPr>
                <w:rFonts w:cstheme="minorHAnsi"/>
              </w:rPr>
              <w:t>4. March</w:t>
            </w:r>
          </w:p>
          <w:p w14:paraId="3EEF09A4" w14:textId="77777777" w:rsidR="00BB6014" w:rsidRPr="002C71DA" w:rsidRDefault="00BB6014" w:rsidP="00BC6C5C">
            <w:pPr>
              <w:rPr>
                <w:rFonts w:cstheme="minorHAnsi"/>
              </w:rPr>
            </w:pPr>
            <w:r w:rsidRPr="002C71DA">
              <w:rPr>
                <w:rFonts w:cstheme="minorHAnsi"/>
              </w:rPr>
              <w:t>5. Walk knees up</w:t>
            </w:r>
          </w:p>
          <w:p w14:paraId="7351B45D" w14:textId="77777777" w:rsidR="00BB6014" w:rsidRPr="002C71DA" w:rsidRDefault="00BB6014" w:rsidP="00BC6C5C">
            <w:pPr>
              <w:rPr>
                <w:rFonts w:cstheme="minorHAnsi"/>
              </w:rPr>
            </w:pPr>
          </w:p>
        </w:tc>
        <w:tc>
          <w:tcPr>
            <w:tcW w:w="2324" w:type="dxa"/>
            <w:tcBorders>
              <w:top w:val="nil"/>
              <w:left w:val="nil"/>
              <w:bottom w:val="nil"/>
              <w:right w:val="nil"/>
            </w:tcBorders>
          </w:tcPr>
          <w:p w14:paraId="2081412F" w14:textId="77777777" w:rsidR="00BB6014" w:rsidRPr="002C71DA" w:rsidRDefault="00BB6014" w:rsidP="00BC6C5C">
            <w:pPr>
              <w:rPr>
                <w:rFonts w:cstheme="minorHAnsi"/>
              </w:rPr>
            </w:pPr>
            <w:r w:rsidRPr="002C71DA">
              <w:rPr>
                <w:rFonts w:cstheme="minorHAnsi"/>
              </w:rPr>
              <w:t>1. Walk</w:t>
            </w:r>
          </w:p>
          <w:p w14:paraId="19AE630C" w14:textId="77777777" w:rsidR="00BB6014" w:rsidRPr="002C71DA" w:rsidRDefault="00BB6014" w:rsidP="00BC6C5C">
            <w:pPr>
              <w:rPr>
                <w:rFonts w:cstheme="minorHAnsi"/>
              </w:rPr>
            </w:pPr>
            <w:r w:rsidRPr="002C71DA">
              <w:rPr>
                <w:rFonts w:cstheme="minorHAnsi"/>
              </w:rPr>
              <w:t>2. Skip</w:t>
            </w:r>
          </w:p>
          <w:p w14:paraId="521A74F6" w14:textId="77777777" w:rsidR="00BB6014" w:rsidRPr="002C71DA" w:rsidRDefault="00BB6014" w:rsidP="00BC6C5C">
            <w:pPr>
              <w:rPr>
                <w:rFonts w:cstheme="minorHAnsi"/>
              </w:rPr>
            </w:pPr>
            <w:r w:rsidRPr="002C71DA">
              <w:rPr>
                <w:rFonts w:cstheme="minorHAnsi"/>
              </w:rPr>
              <w:t>3. Walk sideways</w:t>
            </w:r>
          </w:p>
          <w:p w14:paraId="5C05E4A5" w14:textId="77777777" w:rsidR="00BB6014" w:rsidRPr="002C71DA" w:rsidRDefault="00BB6014" w:rsidP="00BC6C5C">
            <w:pPr>
              <w:rPr>
                <w:rFonts w:cstheme="minorHAnsi"/>
              </w:rPr>
            </w:pPr>
            <w:r w:rsidRPr="002C71DA">
              <w:rPr>
                <w:rFonts w:cstheme="minorHAnsi"/>
              </w:rPr>
              <w:t>4. Dance forwards</w:t>
            </w:r>
          </w:p>
          <w:p w14:paraId="692181A1" w14:textId="77777777" w:rsidR="00BB6014" w:rsidRPr="002C71DA" w:rsidRDefault="00BB6014" w:rsidP="00BC6C5C">
            <w:pPr>
              <w:rPr>
                <w:rFonts w:cstheme="minorHAnsi"/>
              </w:rPr>
            </w:pPr>
            <w:r w:rsidRPr="002C71DA">
              <w:rPr>
                <w:rFonts w:cstheme="minorHAnsi"/>
              </w:rPr>
              <w:t>5. Slow walk</w:t>
            </w:r>
          </w:p>
        </w:tc>
        <w:tc>
          <w:tcPr>
            <w:tcW w:w="2385" w:type="dxa"/>
            <w:tcBorders>
              <w:top w:val="nil"/>
              <w:left w:val="nil"/>
              <w:bottom w:val="nil"/>
              <w:right w:val="nil"/>
            </w:tcBorders>
          </w:tcPr>
          <w:p w14:paraId="4576E8B6" w14:textId="77777777" w:rsidR="00BB6014" w:rsidRPr="002C71DA" w:rsidRDefault="00BB6014" w:rsidP="00BC6C5C">
            <w:pPr>
              <w:rPr>
                <w:rFonts w:cstheme="minorHAnsi"/>
              </w:rPr>
            </w:pPr>
            <w:r w:rsidRPr="002C71DA">
              <w:rPr>
                <w:rFonts w:cstheme="minorHAnsi"/>
              </w:rPr>
              <w:t>1.Slow walk</w:t>
            </w:r>
          </w:p>
          <w:p w14:paraId="7DCA652E" w14:textId="77777777" w:rsidR="00BB6014" w:rsidRPr="002C71DA" w:rsidRDefault="00BB6014" w:rsidP="00BC6C5C">
            <w:pPr>
              <w:rPr>
                <w:rFonts w:cstheme="minorHAnsi"/>
              </w:rPr>
            </w:pPr>
            <w:r w:rsidRPr="002C71DA">
              <w:rPr>
                <w:rFonts w:cstheme="minorHAnsi"/>
              </w:rPr>
              <w:t>2. Giant strides</w:t>
            </w:r>
          </w:p>
          <w:p w14:paraId="58989876" w14:textId="77777777" w:rsidR="00BB6014" w:rsidRPr="002C71DA" w:rsidRDefault="00BB6014" w:rsidP="00BC6C5C">
            <w:pPr>
              <w:rPr>
                <w:rFonts w:cstheme="minorHAnsi"/>
              </w:rPr>
            </w:pPr>
            <w:r w:rsidRPr="002C71DA">
              <w:rPr>
                <w:rFonts w:cstheme="minorHAnsi"/>
              </w:rPr>
              <w:t>3. Speed walk</w:t>
            </w:r>
          </w:p>
          <w:p w14:paraId="711DBF5B" w14:textId="77777777" w:rsidR="00BB6014" w:rsidRPr="002C71DA" w:rsidRDefault="00BB6014" w:rsidP="00BC6C5C">
            <w:pPr>
              <w:rPr>
                <w:rFonts w:cstheme="minorHAnsi"/>
              </w:rPr>
            </w:pPr>
            <w:r w:rsidRPr="002C71DA">
              <w:rPr>
                <w:rFonts w:cstheme="minorHAnsi"/>
              </w:rPr>
              <w:t>4. March</w:t>
            </w:r>
          </w:p>
          <w:p w14:paraId="1D42F3C2" w14:textId="77777777" w:rsidR="00BB6014" w:rsidRPr="002C71DA" w:rsidRDefault="00BB6014" w:rsidP="00BC6C5C">
            <w:pPr>
              <w:rPr>
                <w:rFonts w:cstheme="minorHAnsi"/>
              </w:rPr>
            </w:pPr>
            <w:r w:rsidRPr="002C71DA">
              <w:rPr>
                <w:rFonts w:cstheme="minorHAnsi"/>
              </w:rPr>
              <w:t>5. Walk</w:t>
            </w:r>
          </w:p>
        </w:tc>
        <w:tc>
          <w:tcPr>
            <w:tcW w:w="2410" w:type="dxa"/>
            <w:tcBorders>
              <w:top w:val="nil"/>
              <w:left w:val="nil"/>
              <w:bottom w:val="nil"/>
              <w:right w:val="nil"/>
            </w:tcBorders>
          </w:tcPr>
          <w:p w14:paraId="2C8E09F5" w14:textId="77777777" w:rsidR="00BB6014" w:rsidRPr="002C71DA" w:rsidRDefault="00BB6014" w:rsidP="00BC6C5C">
            <w:pPr>
              <w:rPr>
                <w:rFonts w:cstheme="minorHAnsi"/>
              </w:rPr>
            </w:pPr>
            <w:r w:rsidRPr="002C71DA">
              <w:rPr>
                <w:rFonts w:cstheme="minorHAnsi"/>
              </w:rPr>
              <w:t>1. Close steps</w:t>
            </w:r>
          </w:p>
          <w:p w14:paraId="6020C37C" w14:textId="77777777" w:rsidR="00BB6014" w:rsidRPr="002C71DA" w:rsidRDefault="00BB6014" w:rsidP="00BC6C5C">
            <w:pPr>
              <w:rPr>
                <w:rFonts w:cstheme="minorHAnsi"/>
              </w:rPr>
            </w:pPr>
            <w:r w:rsidRPr="002C71DA">
              <w:rPr>
                <w:rFonts w:cstheme="minorHAnsi"/>
              </w:rPr>
              <w:t>2. Hop</w:t>
            </w:r>
          </w:p>
          <w:p w14:paraId="63F850D3" w14:textId="77777777" w:rsidR="00BB6014" w:rsidRPr="002C71DA" w:rsidRDefault="00BB6014" w:rsidP="00BC6C5C">
            <w:pPr>
              <w:rPr>
                <w:rFonts w:cstheme="minorHAnsi"/>
              </w:rPr>
            </w:pPr>
            <w:r w:rsidRPr="002C71DA">
              <w:rPr>
                <w:rFonts w:cstheme="minorHAnsi"/>
              </w:rPr>
              <w:t>3. Walk</w:t>
            </w:r>
          </w:p>
          <w:p w14:paraId="48419441" w14:textId="77777777" w:rsidR="00BB6014" w:rsidRPr="002C71DA" w:rsidRDefault="00BB6014" w:rsidP="00BC6C5C">
            <w:pPr>
              <w:rPr>
                <w:rFonts w:cstheme="minorHAnsi"/>
              </w:rPr>
            </w:pPr>
            <w:r w:rsidRPr="002C71DA">
              <w:rPr>
                <w:rFonts w:cstheme="minorHAnsi"/>
              </w:rPr>
              <w:t>4. Skip</w:t>
            </w:r>
          </w:p>
          <w:p w14:paraId="16E16725" w14:textId="77777777" w:rsidR="00BB6014" w:rsidRPr="002C71DA" w:rsidRDefault="00BB6014" w:rsidP="00BC6C5C">
            <w:pPr>
              <w:rPr>
                <w:rFonts w:cstheme="minorHAnsi"/>
              </w:rPr>
            </w:pPr>
            <w:r w:rsidRPr="002C71DA">
              <w:rPr>
                <w:rFonts w:cstheme="minorHAnsi"/>
              </w:rPr>
              <w:t>5. Speed walk</w:t>
            </w:r>
          </w:p>
        </w:tc>
        <w:tc>
          <w:tcPr>
            <w:tcW w:w="2177" w:type="dxa"/>
            <w:tcBorders>
              <w:top w:val="nil"/>
              <w:left w:val="nil"/>
              <w:bottom w:val="nil"/>
              <w:right w:val="nil"/>
            </w:tcBorders>
          </w:tcPr>
          <w:p w14:paraId="603EAEA3" w14:textId="77777777" w:rsidR="00BB6014" w:rsidRPr="002C71DA" w:rsidRDefault="00BB6014" w:rsidP="00BC6C5C">
            <w:pPr>
              <w:rPr>
                <w:rFonts w:cstheme="minorHAnsi"/>
              </w:rPr>
            </w:pPr>
            <w:r w:rsidRPr="002C71DA">
              <w:rPr>
                <w:rFonts w:cstheme="minorHAnsi"/>
              </w:rPr>
              <w:t>Students to select what they do in which order.</w:t>
            </w:r>
          </w:p>
        </w:tc>
      </w:tr>
      <w:tr w:rsidR="00BB6014" w:rsidRPr="002C71DA" w14:paraId="179E568E" w14:textId="77777777" w:rsidTr="00BC6C5C">
        <w:tc>
          <w:tcPr>
            <w:tcW w:w="2323" w:type="dxa"/>
            <w:tcBorders>
              <w:top w:val="nil"/>
              <w:bottom w:val="nil"/>
            </w:tcBorders>
            <w:shd w:val="clear" w:color="auto" w:fill="CDE4F4"/>
          </w:tcPr>
          <w:p w14:paraId="2B238480" w14:textId="77777777" w:rsidR="00BB6014" w:rsidRPr="002C71DA" w:rsidRDefault="00BB6014" w:rsidP="00BC6C5C">
            <w:pPr>
              <w:rPr>
                <w:rFonts w:cstheme="minorHAnsi"/>
              </w:rPr>
            </w:pPr>
            <w:r w:rsidRPr="002C71DA">
              <w:rPr>
                <w:rFonts w:cstheme="minorHAnsi"/>
              </w:rPr>
              <w:t>Week 3</w:t>
            </w:r>
          </w:p>
          <w:p w14:paraId="0C9EE1F8" w14:textId="77777777" w:rsidR="00BB6014" w:rsidRPr="002C71DA" w:rsidRDefault="00BB6014" w:rsidP="00BC6C5C">
            <w:pPr>
              <w:rPr>
                <w:rFonts w:cstheme="minorHAnsi"/>
              </w:rPr>
            </w:pPr>
            <w:r w:rsidRPr="002C71DA">
              <w:rPr>
                <w:rFonts w:cstheme="minorHAnsi"/>
              </w:rPr>
              <w:t>Observation: record on a tally chart as you walk</w:t>
            </w:r>
          </w:p>
        </w:tc>
        <w:tc>
          <w:tcPr>
            <w:tcW w:w="2324" w:type="dxa"/>
            <w:tcBorders>
              <w:top w:val="nil"/>
              <w:bottom w:val="nil"/>
            </w:tcBorders>
            <w:shd w:val="clear" w:color="auto" w:fill="CDE4F4"/>
          </w:tcPr>
          <w:p w14:paraId="464F94CD" w14:textId="77777777" w:rsidR="00BB6014" w:rsidRPr="002C71DA" w:rsidRDefault="00BB6014" w:rsidP="00BC6C5C">
            <w:pPr>
              <w:rPr>
                <w:rFonts w:cstheme="minorHAnsi"/>
              </w:rPr>
            </w:pPr>
            <w:r w:rsidRPr="002C71DA">
              <w:rPr>
                <w:rFonts w:cstheme="minorHAnsi"/>
              </w:rPr>
              <w:t>Brisk walk as a group</w:t>
            </w:r>
          </w:p>
          <w:p w14:paraId="760C4EAB" w14:textId="77777777" w:rsidR="00BB6014" w:rsidRPr="002C71DA" w:rsidRDefault="00BB6014" w:rsidP="00BC6C5C">
            <w:pPr>
              <w:rPr>
                <w:rFonts w:cstheme="minorHAnsi"/>
              </w:rPr>
            </w:pPr>
            <w:r w:rsidRPr="002C71DA">
              <w:rPr>
                <w:rFonts w:cstheme="minorHAnsi"/>
              </w:rPr>
              <w:t>Students to select the walking activity that they enjoy the most.</w:t>
            </w:r>
          </w:p>
          <w:p w14:paraId="5132D9ED" w14:textId="77777777" w:rsidR="00BB6014" w:rsidRPr="002C71DA" w:rsidRDefault="00BB6014" w:rsidP="00BC6C5C">
            <w:pPr>
              <w:rPr>
                <w:rFonts w:cstheme="minorHAnsi"/>
              </w:rPr>
            </w:pPr>
          </w:p>
        </w:tc>
        <w:tc>
          <w:tcPr>
            <w:tcW w:w="2324" w:type="dxa"/>
            <w:tcBorders>
              <w:top w:val="nil"/>
              <w:bottom w:val="nil"/>
            </w:tcBorders>
            <w:shd w:val="clear" w:color="auto" w:fill="CDE4F4"/>
          </w:tcPr>
          <w:p w14:paraId="26DF30D7" w14:textId="77777777" w:rsidR="00BB6014" w:rsidRPr="002C71DA" w:rsidRDefault="00BB6014" w:rsidP="00BC6C5C">
            <w:pPr>
              <w:rPr>
                <w:rFonts w:cstheme="minorHAnsi"/>
              </w:rPr>
            </w:pPr>
            <w:r w:rsidRPr="002C71DA">
              <w:rPr>
                <w:rFonts w:cstheme="minorHAnsi"/>
              </w:rPr>
              <w:t>Brisk walk as a group.</w:t>
            </w:r>
          </w:p>
          <w:p w14:paraId="5B61767B" w14:textId="77777777" w:rsidR="00BB6014" w:rsidRPr="002C71DA" w:rsidRDefault="00BB6014" w:rsidP="00BC6C5C">
            <w:pPr>
              <w:rPr>
                <w:rFonts w:cstheme="minorHAnsi"/>
              </w:rPr>
            </w:pPr>
            <w:r w:rsidRPr="002C71DA">
              <w:rPr>
                <w:rFonts w:cstheme="minorHAnsi"/>
              </w:rPr>
              <w:t>Observe and count all of the people you see on your walk that are not in your class.</w:t>
            </w:r>
          </w:p>
        </w:tc>
        <w:tc>
          <w:tcPr>
            <w:tcW w:w="2385" w:type="dxa"/>
            <w:tcBorders>
              <w:top w:val="nil"/>
              <w:bottom w:val="nil"/>
            </w:tcBorders>
            <w:shd w:val="clear" w:color="auto" w:fill="CDE4F4"/>
          </w:tcPr>
          <w:p w14:paraId="450B265F" w14:textId="77777777" w:rsidR="00BB6014" w:rsidRPr="002C71DA" w:rsidRDefault="00BB6014" w:rsidP="00BC6C5C">
            <w:pPr>
              <w:rPr>
                <w:rFonts w:cstheme="minorHAnsi"/>
              </w:rPr>
            </w:pPr>
            <w:r w:rsidRPr="002C71DA">
              <w:rPr>
                <w:rFonts w:cstheme="minorHAnsi"/>
              </w:rPr>
              <w:t>Brisk walk as a group.</w:t>
            </w:r>
          </w:p>
          <w:p w14:paraId="57CBF49C" w14:textId="77777777" w:rsidR="00BB6014" w:rsidRPr="002C71DA" w:rsidRDefault="00BB6014" w:rsidP="00BC6C5C">
            <w:pPr>
              <w:rPr>
                <w:rFonts w:cstheme="minorHAnsi"/>
              </w:rPr>
            </w:pPr>
            <w:r w:rsidRPr="002C71DA">
              <w:rPr>
                <w:rFonts w:cstheme="minorHAnsi"/>
              </w:rPr>
              <w:t>Observe and count all of the animals that you observe.</w:t>
            </w:r>
          </w:p>
        </w:tc>
        <w:tc>
          <w:tcPr>
            <w:tcW w:w="2410" w:type="dxa"/>
            <w:tcBorders>
              <w:top w:val="nil"/>
              <w:bottom w:val="nil"/>
            </w:tcBorders>
            <w:shd w:val="clear" w:color="auto" w:fill="CDE4F4"/>
          </w:tcPr>
          <w:p w14:paraId="4673E64E" w14:textId="77777777" w:rsidR="00BB6014" w:rsidRPr="002C71DA" w:rsidRDefault="00BB6014" w:rsidP="00BC6C5C">
            <w:pPr>
              <w:rPr>
                <w:rFonts w:cstheme="minorHAnsi"/>
              </w:rPr>
            </w:pPr>
            <w:r w:rsidRPr="002C71DA">
              <w:rPr>
                <w:rFonts w:cstheme="minorHAnsi"/>
              </w:rPr>
              <w:t>Brisk walk as a group.</w:t>
            </w:r>
          </w:p>
          <w:p w14:paraId="67570BCF" w14:textId="77777777" w:rsidR="00BB6014" w:rsidRPr="002C71DA" w:rsidRDefault="00BB6014" w:rsidP="00BC6C5C">
            <w:pPr>
              <w:rPr>
                <w:rFonts w:cstheme="minorHAnsi"/>
              </w:rPr>
            </w:pPr>
            <w:r w:rsidRPr="002C71DA">
              <w:rPr>
                <w:rFonts w:cstheme="minorHAnsi"/>
              </w:rPr>
              <w:t>Observe and count all of the road signs that you see.</w:t>
            </w:r>
          </w:p>
        </w:tc>
        <w:tc>
          <w:tcPr>
            <w:tcW w:w="2177" w:type="dxa"/>
            <w:tcBorders>
              <w:top w:val="nil"/>
              <w:bottom w:val="nil"/>
            </w:tcBorders>
            <w:shd w:val="clear" w:color="auto" w:fill="CDE4F4"/>
          </w:tcPr>
          <w:p w14:paraId="116CFD5D" w14:textId="77777777" w:rsidR="00BB6014" w:rsidRPr="002C71DA" w:rsidRDefault="00BB6014" w:rsidP="00BC6C5C">
            <w:pPr>
              <w:rPr>
                <w:rFonts w:cstheme="minorHAnsi"/>
              </w:rPr>
            </w:pPr>
            <w:r w:rsidRPr="002C71DA">
              <w:rPr>
                <w:rFonts w:cstheme="minorHAnsi"/>
              </w:rPr>
              <w:t>Brisk walk as a group</w:t>
            </w:r>
          </w:p>
          <w:p w14:paraId="1D408140" w14:textId="77777777" w:rsidR="00BB6014" w:rsidRPr="002C71DA" w:rsidRDefault="00BB6014" w:rsidP="00BC6C5C">
            <w:pPr>
              <w:rPr>
                <w:rFonts w:cstheme="minorHAnsi"/>
              </w:rPr>
            </w:pPr>
            <w:r w:rsidRPr="002C71DA">
              <w:rPr>
                <w:rFonts w:cstheme="minorHAnsi"/>
              </w:rPr>
              <w:t>Students to select what they would like to observe.</w:t>
            </w:r>
          </w:p>
          <w:p w14:paraId="4EAB2B06" w14:textId="77777777" w:rsidR="00BB6014" w:rsidRPr="002C71DA" w:rsidRDefault="00BB6014" w:rsidP="00BC6C5C">
            <w:pPr>
              <w:rPr>
                <w:rFonts w:cstheme="minorHAnsi"/>
              </w:rPr>
            </w:pPr>
          </w:p>
        </w:tc>
      </w:tr>
      <w:tr w:rsidR="00BB6014" w:rsidRPr="002C71DA" w14:paraId="10410F18" w14:textId="77777777" w:rsidTr="00BC6C5C">
        <w:tc>
          <w:tcPr>
            <w:tcW w:w="2323" w:type="dxa"/>
            <w:tcBorders>
              <w:top w:val="nil"/>
              <w:left w:val="nil"/>
              <w:bottom w:val="single" w:sz="8" w:space="0" w:color="4F81BD"/>
              <w:right w:val="nil"/>
            </w:tcBorders>
          </w:tcPr>
          <w:p w14:paraId="306B431A" w14:textId="77777777" w:rsidR="00BB6014" w:rsidRPr="002C71DA" w:rsidRDefault="00BB6014" w:rsidP="00BC6C5C">
            <w:pPr>
              <w:rPr>
                <w:rFonts w:cstheme="minorHAnsi"/>
              </w:rPr>
            </w:pPr>
            <w:r w:rsidRPr="002C71DA">
              <w:rPr>
                <w:rFonts w:cstheme="minorHAnsi"/>
              </w:rPr>
              <w:t>Week 4</w:t>
            </w:r>
          </w:p>
          <w:p w14:paraId="1DFA1B28" w14:textId="77777777" w:rsidR="00BB6014" w:rsidRPr="002C71DA" w:rsidRDefault="00BB6014" w:rsidP="00BC6C5C">
            <w:pPr>
              <w:rPr>
                <w:rFonts w:cstheme="minorHAnsi"/>
              </w:rPr>
            </w:pPr>
          </w:p>
        </w:tc>
        <w:tc>
          <w:tcPr>
            <w:tcW w:w="2324" w:type="dxa"/>
            <w:tcBorders>
              <w:top w:val="nil"/>
              <w:left w:val="nil"/>
              <w:bottom w:val="single" w:sz="8" w:space="0" w:color="4F81BD"/>
              <w:right w:val="nil"/>
            </w:tcBorders>
          </w:tcPr>
          <w:p w14:paraId="1EF097CA" w14:textId="77777777" w:rsidR="00BB6014" w:rsidRPr="002C71DA" w:rsidRDefault="00BB6014" w:rsidP="00BC6C5C">
            <w:pPr>
              <w:rPr>
                <w:rFonts w:cstheme="minorHAnsi"/>
              </w:rPr>
            </w:pPr>
          </w:p>
          <w:p w14:paraId="6E041034" w14:textId="74419D91" w:rsidR="00BB6014" w:rsidRPr="002C71DA" w:rsidRDefault="00BB6014" w:rsidP="00144036">
            <w:pPr>
              <w:rPr>
                <w:rFonts w:cstheme="minorHAnsi"/>
              </w:rPr>
            </w:pPr>
            <w:r w:rsidRPr="002C71DA">
              <w:rPr>
                <w:rFonts w:cstheme="minorHAnsi"/>
              </w:rPr>
              <w:lastRenderedPageBreak/>
              <w:t>Students to select the walking activity that they enjoy the most.</w:t>
            </w:r>
          </w:p>
        </w:tc>
        <w:tc>
          <w:tcPr>
            <w:tcW w:w="2324" w:type="dxa"/>
            <w:tcBorders>
              <w:top w:val="nil"/>
              <w:left w:val="nil"/>
              <w:bottom w:val="single" w:sz="8" w:space="0" w:color="4F81BD"/>
              <w:right w:val="nil"/>
            </w:tcBorders>
          </w:tcPr>
          <w:p w14:paraId="2CEE8E48" w14:textId="77777777" w:rsidR="00BB6014" w:rsidRPr="002C71DA" w:rsidRDefault="00BB6014" w:rsidP="00BC6C5C">
            <w:pPr>
              <w:rPr>
                <w:rFonts w:cstheme="minorHAnsi"/>
              </w:rPr>
            </w:pPr>
          </w:p>
          <w:p w14:paraId="56D52F81" w14:textId="77777777" w:rsidR="00BB6014" w:rsidRPr="002C71DA" w:rsidRDefault="00BB6014" w:rsidP="00BC6C5C">
            <w:pPr>
              <w:rPr>
                <w:rFonts w:cstheme="minorHAnsi"/>
              </w:rPr>
            </w:pPr>
            <w:r w:rsidRPr="002C71DA">
              <w:rPr>
                <w:rFonts w:cstheme="minorHAnsi"/>
              </w:rPr>
              <w:lastRenderedPageBreak/>
              <w:t>Hop skip and a jump.</w:t>
            </w:r>
          </w:p>
        </w:tc>
        <w:tc>
          <w:tcPr>
            <w:tcW w:w="2385" w:type="dxa"/>
            <w:tcBorders>
              <w:top w:val="nil"/>
              <w:left w:val="nil"/>
              <w:bottom w:val="single" w:sz="8" w:space="0" w:color="4F81BD"/>
              <w:right w:val="nil"/>
            </w:tcBorders>
          </w:tcPr>
          <w:p w14:paraId="4B8C4F6A" w14:textId="77777777" w:rsidR="00BB6014" w:rsidRPr="002C71DA" w:rsidRDefault="00BB6014" w:rsidP="00BC6C5C">
            <w:pPr>
              <w:rPr>
                <w:rFonts w:cstheme="minorHAnsi"/>
              </w:rPr>
            </w:pPr>
          </w:p>
          <w:p w14:paraId="60CF7065" w14:textId="77777777" w:rsidR="00BB6014" w:rsidRPr="002C71DA" w:rsidRDefault="00BB6014" w:rsidP="00BC6C5C">
            <w:pPr>
              <w:rPr>
                <w:rFonts w:cstheme="minorHAnsi"/>
              </w:rPr>
            </w:pPr>
            <w:r w:rsidRPr="002C71DA">
              <w:rPr>
                <w:rFonts w:cstheme="minorHAnsi"/>
              </w:rPr>
              <w:lastRenderedPageBreak/>
              <w:t>Students to select the walking activity that they enjoy the most.</w:t>
            </w:r>
          </w:p>
        </w:tc>
        <w:tc>
          <w:tcPr>
            <w:tcW w:w="2410" w:type="dxa"/>
            <w:tcBorders>
              <w:top w:val="nil"/>
              <w:left w:val="nil"/>
              <w:bottom w:val="single" w:sz="8" w:space="0" w:color="4F81BD"/>
              <w:right w:val="nil"/>
            </w:tcBorders>
          </w:tcPr>
          <w:p w14:paraId="1117B932" w14:textId="77777777" w:rsidR="00BB6014" w:rsidRPr="002C71DA" w:rsidRDefault="00BB6014" w:rsidP="00BC6C5C">
            <w:pPr>
              <w:rPr>
                <w:rFonts w:cstheme="minorHAnsi"/>
              </w:rPr>
            </w:pPr>
          </w:p>
          <w:p w14:paraId="56287939" w14:textId="77777777" w:rsidR="00BB6014" w:rsidRPr="002C71DA" w:rsidRDefault="00BB6014" w:rsidP="00BC6C5C">
            <w:pPr>
              <w:rPr>
                <w:rFonts w:cstheme="minorHAnsi"/>
              </w:rPr>
            </w:pPr>
            <w:r w:rsidRPr="002C71DA">
              <w:rPr>
                <w:rFonts w:cstheme="minorHAnsi"/>
              </w:rPr>
              <w:lastRenderedPageBreak/>
              <w:t>Slow jog.</w:t>
            </w:r>
          </w:p>
        </w:tc>
        <w:tc>
          <w:tcPr>
            <w:tcW w:w="2177" w:type="dxa"/>
            <w:tcBorders>
              <w:top w:val="nil"/>
              <w:left w:val="nil"/>
              <w:bottom w:val="single" w:sz="8" w:space="0" w:color="4F81BD"/>
              <w:right w:val="nil"/>
            </w:tcBorders>
          </w:tcPr>
          <w:p w14:paraId="69BF532D" w14:textId="77777777" w:rsidR="00BB6014" w:rsidRPr="002C71DA" w:rsidRDefault="00BB6014" w:rsidP="00BC6C5C">
            <w:pPr>
              <w:rPr>
                <w:rFonts w:cstheme="minorHAnsi"/>
              </w:rPr>
            </w:pPr>
          </w:p>
          <w:p w14:paraId="6BE6CC86" w14:textId="77777777" w:rsidR="00BB6014" w:rsidRPr="002C71DA" w:rsidRDefault="00BB6014" w:rsidP="00BC6C5C">
            <w:pPr>
              <w:rPr>
                <w:rFonts w:cstheme="minorHAnsi"/>
              </w:rPr>
            </w:pPr>
            <w:r w:rsidRPr="002C71DA">
              <w:rPr>
                <w:rFonts w:cstheme="minorHAnsi"/>
              </w:rPr>
              <w:lastRenderedPageBreak/>
              <w:t>Students to select the walking activity that they enjoy the most.</w:t>
            </w:r>
          </w:p>
        </w:tc>
      </w:tr>
    </w:tbl>
    <w:p w14:paraId="2AECBA1A" w14:textId="77777777" w:rsidR="00BB6014" w:rsidRDefault="00BB6014" w:rsidP="00BB6014">
      <w:pPr>
        <w:rPr>
          <w:rFonts w:cstheme="minorHAnsi"/>
        </w:rPr>
      </w:pPr>
    </w:p>
    <w:p w14:paraId="56AC3BA1" w14:textId="1446CC6C" w:rsidR="00BB6014" w:rsidRDefault="00BB6014" w:rsidP="00BB6014">
      <w:pPr>
        <w:rPr>
          <w:rFonts w:cstheme="minorHAnsi"/>
        </w:rPr>
      </w:pPr>
      <w:r w:rsidRPr="002C71DA">
        <w:rPr>
          <w:rFonts w:cstheme="minorHAnsi"/>
        </w:rPr>
        <w:t>Get students to keep a journal recording their personal data</w:t>
      </w:r>
      <w:r w:rsidR="00144036">
        <w:rPr>
          <w:rFonts w:cstheme="minorHAnsi"/>
        </w:rPr>
        <w:t>:</w:t>
      </w:r>
    </w:p>
    <w:p w14:paraId="28787491" w14:textId="77777777" w:rsidR="00BB6014" w:rsidRPr="002C71DA" w:rsidRDefault="00BB6014" w:rsidP="00BB6014">
      <w:pPr>
        <w:rPr>
          <w:rFonts w:cstheme="minorHAnsi"/>
        </w:rPr>
      </w:pPr>
    </w:p>
    <w:tbl>
      <w:tblPr>
        <w:tblW w:w="0" w:type="auto"/>
        <w:tblBorders>
          <w:top w:val="single" w:sz="8" w:space="0" w:color="4F81BD"/>
          <w:bottom w:val="single" w:sz="8" w:space="0" w:color="4F81BD"/>
        </w:tblBorders>
        <w:tblLook w:val="00A0" w:firstRow="1" w:lastRow="0" w:firstColumn="1" w:lastColumn="0" w:noHBand="0" w:noVBand="0"/>
      </w:tblPr>
      <w:tblGrid>
        <w:gridCol w:w="1371"/>
        <w:gridCol w:w="1563"/>
        <w:gridCol w:w="1591"/>
        <w:gridCol w:w="1801"/>
        <w:gridCol w:w="1641"/>
        <w:gridCol w:w="1445"/>
      </w:tblGrid>
      <w:tr w:rsidR="00BB6014" w:rsidRPr="002C71DA" w14:paraId="6D810FC2" w14:textId="77777777" w:rsidTr="0034749C">
        <w:trPr>
          <w:trHeight w:val="611"/>
        </w:trPr>
        <w:tc>
          <w:tcPr>
            <w:tcW w:w="1973" w:type="dxa"/>
            <w:tcBorders>
              <w:top w:val="single" w:sz="8" w:space="0" w:color="4F81BD"/>
              <w:bottom w:val="single" w:sz="8" w:space="0" w:color="4F81BD"/>
            </w:tcBorders>
            <w:shd w:val="clear" w:color="auto" w:fill="FFFFFF" w:themeFill="background1"/>
          </w:tcPr>
          <w:p w14:paraId="301CB9CA" w14:textId="77777777" w:rsidR="00BB6014" w:rsidRPr="009C3AAC" w:rsidRDefault="00BB6014" w:rsidP="00BC6C5C">
            <w:pPr>
              <w:rPr>
                <w:rFonts w:cstheme="minorHAnsi"/>
                <w:color w:val="FFFFFF" w:themeColor="background1"/>
              </w:rPr>
            </w:pPr>
            <w:r w:rsidRPr="0034749C">
              <w:rPr>
                <w:rFonts w:cstheme="minorHAnsi"/>
                <w:color w:val="000000" w:themeColor="text1"/>
              </w:rPr>
              <w:t>Name</w:t>
            </w:r>
          </w:p>
        </w:tc>
        <w:tc>
          <w:tcPr>
            <w:tcW w:w="2180" w:type="dxa"/>
            <w:tcBorders>
              <w:top w:val="single" w:sz="8" w:space="0" w:color="4F81BD"/>
              <w:bottom w:val="single" w:sz="8" w:space="0" w:color="4F81BD"/>
            </w:tcBorders>
            <w:shd w:val="clear" w:color="auto" w:fill="19456B"/>
          </w:tcPr>
          <w:p w14:paraId="59104F6D" w14:textId="77777777" w:rsidR="00BB6014" w:rsidRPr="009C3AAC" w:rsidRDefault="00BB6014" w:rsidP="00BC6C5C">
            <w:pPr>
              <w:rPr>
                <w:rFonts w:cstheme="minorHAnsi"/>
                <w:color w:val="FFFFFF" w:themeColor="background1"/>
              </w:rPr>
            </w:pPr>
            <w:r w:rsidRPr="009C3AAC">
              <w:rPr>
                <w:rFonts w:cstheme="minorHAnsi"/>
                <w:color w:val="FFFFFF" w:themeColor="background1"/>
              </w:rPr>
              <w:t>Monday</w:t>
            </w:r>
          </w:p>
        </w:tc>
        <w:tc>
          <w:tcPr>
            <w:tcW w:w="2180" w:type="dxa"/>
            <w:tcBorders>
              <w:top w:val="single" w:sz="8" w:space="0" w:color="4F81BD"/>
              <w:bottom w:val="single" w:sz="8" w:space="0" w:color="4F81BD"/>
            </w:tcBorders>
            <w:shd w:val="clear" w:color="auto" w:fill="19456B"/>
          </w:tcPr>
          <w:p w14:paraId="61C3E8A7" w14:textId="77777777" w:rsidR="00BB6014" w:rsidRPr="009C3AAC" w:rsidRDefault="00BB6014" w:rsidP="00BC6C5C">
            <w:pPr>
              <w:rPr>
                <w:rFonts w:cstheme="minorHAnsi"/>
                <w:color w:val="FFFFFF" w:themeColor="background1"/>
              </w:rPr>
            </w:pPr>
            <w:r w:rsidRPr="009C3AAC">
              <w:rPr>
                <w:rFonts w:cstheme="minorHAnsi"/>
                <w:color w:val="FFFFFF" w:themeColor="background1"/>
              </w:rPr>
              <w:t>Tuesday</w:t>
            </w:r>
          </w:p>
        </w:tc>
        <w:tc>
          <w:tcPr>
            <w:tcW w:w="2314" w:type="dxa"/>
            <w:tcBorders>
              <w:top w:val="single" w:sz="8" w:space="0" w:color="4F81BD"/>
              <w:bottom w:val="single" w:sz="8" w:space="0" w:color="4F81BD"/>
            </w:tcBorders>
            <w:shd w:val="clear" w:color="auto" w:fill="19456B"/>
          </w:tcPr>
          <w:p w14:paraId="33C149A0" w14:textId="77777777" w:rsidR="00BB6014" w:rsidRPr="009C3AAC" w:rsidRDefault="00BB6014" w:rsidP="00BC6C5C">
            <w:pPr>
              <w:rPr>
                <w:rFonts w:cstheme="minorHAnsi"/>
                <w:color w:val="FFFFFF" w:themeColor="background1"/>
              </w:rPr>
            </w:pPr>
            <w:r w:rsidRPr="009C3AAC">
              <w:rPr>
                <w:rFonts w:cstheme="minorHAnsi"/>
                <w:color w:val="FFFFFF" w:themeColor="background1"/>
              </w:rPr>
              <w:t>Wednesday</w:t>
            </w:r>
          </w:p>
        </w:tc>
        <w:tc>
          <w:tcPr>
            <w:tcW w:w="2216" w:type="dxa"/>
            <w:tcBorders>
              <w:top w:val="single" w:sz="8" w:space="0" w:color="4F81BD"/>
              <w:bottom w:val="single" w:sz="8" w:space="0" w:color="4F81BD"/>
            </w:tcBorders>
            <w:shd w:val="clear" w:color="auto" w:fill="19456B"/>
          </w:tcPr>
          <w:p w14:paraId="19325BBD" w14:textId="77777777" w:rsidR="00BB6014" w:rsidRPr="009C3AAC" w:rsidRDefault="00BB6014" w:rsidP="00BC6C5C">
            <w:pPr>
              <w:rPr>
                <w:rFonts w:cstheme="minorHAnsi"/>
                <w:color w:val="FFFFFF" w:themeColor="background1"/>
              </w:rPr>
            </w:pPr>
            <w:r w:rsidRPr="009C3AAC">
              <w:rPr>
                <w:rFonts w:cstheme="minorHAnsi"/>
                <w:color w:val="FFFFFF" w:themeColor="background1"/>
              </w:rPr>
              <w:t>Thursday</w:t>
            </w:r>
          </w:p>
        </w:tc>
        <w:tc>
          <w:tcPr>
            <w:tcW w:w="2099" w:type="dxa"/>
            <w:tcBorders>
              <w:top w:val="single" w:sz="8" w:space="0" w:color="4F81BD"/>
              <w:bottom w:val="single" w:sz="8" w:space="0" w:color="4F81BD"/>
            </w:tcBorders>
            <w:shd w:val="clear" w:color="auto" w:fill="19456B"/>
          </w:tcPr>
          <w:p w14:paraId="3BF6289E" w14:textId="77777777" w:rsidR="00BB6014" w:rsidRPr="009C3AAC" w:rsidRDefault="00BB6014" w:rsidP="00BC6C5C">
            <w:pPr>
              <w:rPr>
                <w:rFonts w:cstheme="minorHAnsi"/>
                <w:color w:val="FFFFFF" w:themeColor="background1"/>
              </w:rPr>
            </w:pPr>
            <w:r w:rsidRPr="009C3AAC">
              <w:rPr>
                <w:rFonts w:cstheme="minorHAnsi"/>
                <w:color w:val="FFFFFF" w:themeColor="background1"/>
              </w:rPr>
              <w:t>Friday</w:t>
            </w:r>
          </w:p>
        </w:tc>
      </w:tr>
      <w:tr w:rsidR="00BB6014" w:rsidRPr="002C71DA" w14:paraId="44639006" w14:textId="77777777" w:rsidTr="00BC6C5C">
        <w:trPr>
          <w:trHeight w:val="611"/>
        </w:trPr>
        <w:tc>
          <w:tcPr>
            <w:tcW w:w="1973" w:type="dxa"/>
            <w:tcBorders>
              <w:top w:val="nil"/>
              <w:bottom w:val="nil"/>
            </w:tcBorders>
            <w:shd w:val="clear" w:color="auto" w:fill="CDE4F4"/>
          </w:tcPr>
          <w:p w14:paraId="0B4687EE" w14:textId="77777777" w:rsidR="00BB6014" w:rsidRPr="002C71DA" w:rsidRDefault="00BB6014" w:rsidP="00BC6C5C">
            <w:pPr>
              <w:rPr>
                <w:rFonts w:cstheme="minorHAnsi"/>
              </w:rPr>
            </w:pPr>
            <w:r w:rsidRPr="002C71DA">
              <w:rPr>
                <w:rFonts w:cstheme="minorHAnsi"/>
              </w:rPr>
              <w:t>Week  1</w:t>
            </w:r>
          </w:p>
        </w:tc>
        <w:tc>
          <w:tcPr>
            <w:tcW w:w="2180" w:type="dxa"/>
            <w:tcBorders>
              <w:top w:val="nil"/>
              <w:bottom w:val="nil"/>
            </w:tcBorders>
            <w:shd w:val="clear" w:color="auto" w:fill="CDE4F4"/>
          </w:tcPr>
          <w:p w14:paraId="2BD97214" w14:textId="77777777" w:rsidR="00BB6014" w:rsidRPr="002C71DA" w:rsidRDefault="00BB6014" w:rsidP="00BC6C5C">
            <w:pPr>
              <w:rPr>
                <w:rFonts w:cstheme="minorHAnsi"/>
              </w:rPr>
            </w:pPr>
            <w:r w:rsidRPr="002C71DA">
              <w:rPr>
                <w:rFonts w:cstheme="minorHAnsi"/>
              </w:rPr>
              <w:t>Time:</w:t>
            </w:r>
          </w:p>
          <w:p w14:paraId="4FFA4115" w14:textId="043898D0" w:rsidR="00BB6014" w:rsidRPr="002C71DA" w:rsidRDefault="002020D7" w:rsidP="00BC6C5C">
            <w:pPr>
              <w:rPr>
                <w:rFonts w:cstheme="minorHAnsi"/>
              </w:rPr>
            </w:pPr>
            <w:r>
              <w:rPr>
                <w:rFonts w:cstheme="minorHAnsi"/>
              </w:rPr>
              <w:t>Heart rate:</w:t>
            </w:r>
          </w:p>
        </w:tc>
        <w:tc>
          <w:tcPr>
            <w:tcW w:w="2180" w:type="dxa"/>
            <w:tcBorders>
              <w:top w:val="nil"/>
              <w:bottom w:val="nil"/>
            </w:tcBorders>
            <w:shd w:val="clear" w:color="auto" w:fill="CDE4F4"/>
          </w:tcPr>
          <w:p w14:paraId="4E9F97F9" w14:textId="77777777" w:rsidR="00BB6014" w:rsidRPr="002C71DA" w:rsidRDefault="00BB6014" w:rsidP="00BC6C5C">
            <w:pPr>
              <w:rPr>
                <w:rFonts w:cstheme="minorHAnsi"/>
              </w:rPr>
            </w:pPr>
            <w:r w:rsidRPr="002C71DA">
              <w:rPr>
                <w:rFonts w:cstheme="minorHAnsi"/>
              </w:rPr>
              <w:t>Time:</w:t>
            </w:r>
          </w:p>
          <w:p w14:paraId="5B960106" w14:textId="7B24CA4E" w:rsidR="00BB6014" w:rsidRPr="002C71DA" w:rsidRDefault="002020D7" w:rsidP="00BC6C5C">
            <w:pPr>
              <w:rPr>
                <w:rFonts w:cstheme="minorHAnsi"/>
              </w:rPr>
            </w:pPr>
            <w:r>
              <w:rPr>
                <w:rFonts w:cstheme="minorHAnsi"/>
              </w:rPr>
              <w:t>Heart rate:</w:t>
            </w:r>
          </w:p>
        </w:tc>
        <w:tc>
          <w:tcPr>
            <w:tcW w:w="2314" w:type="dxa"/>
            <w:tcBorders>
              <w:top w:val="nil"/>
              <w:bottom w:val="nil"/>
            </w:tcBorders>
            <w:shd w:val="clear" w:color="auto" w:fill="CDE4F4"/>
          </w:tcPr>
          <w:p w14:paraId="24B22DA8" w14:textId="77777777" w:rsidR="00BB6014" w:rsidRPr="002C71DA" w:rsidRDefault="00BB6014" w:rsidP="00BC6C5C">
            <w:pPr>
              <w:rPr>
                <w:rFonts w:cstheme="minorHAnsi"/>
              </w:rPr>
            </w:pPr>
            <w:r w:rsidRPr="002C71DA">
              <w:rPr>
                <w:rFonts w:cstheme="minorHAnsi"/>
              </w:rPr>
              <w:t>Time:</w:t>
            </w:r>
          </w:p>
          <w:p w14:paraId="628E3DC7" w14:textId="2BB9CFD5" w:rsidR="00BB6014" w:rsidRPr="002C71DA" w:rsidRDefault="002020D7" w:rsidP="00BC6C5C">
            <w:pPr>
              <w:rPr>
                <w:rFonts w:cstheme="minorHAnsi"/>
              </w:rPr>
            </w:pPr>
            <w:r>
              <w:rPr>
                <w:rFonts w:cstheme="minorHAnsi"/>
              </w:rPr>
              <w:t>Heart rate:</w:t>
            </w:r>
          </w:p>
        </w:tc>
        <w:tc>
          <w:tcPr>
            <w:tcW w:w="2216" w:type="dxa"/>
            <w:tcBorders>
              <w:top w:val="nil"/>
              <w:bottom w:val="nil"/>
            </w:tcBorders>
            <w:shd w:val="clear" w:color="auto" w:fill="CDE4F4"/>
          </w:tcPr>
          <w:p w14:paraId="05E4DA88" w14:textId="77777777" w:rsidR="00BB6014" w:rsidRPr="002C71DA" w:rsidRDefault="00BB6014" w:rsidP="00BC6C5C">
            <w:pPr>
              <w:rPr>
                <w:rFonts w:cstheme="minorHAnsi"/>
              </w:rPr>
            </w:pPr>
            <w:r w:rsidRPr="002C71DA">
              <w:rPr>
                <w:rFonts w:cstheme="minorHAnsi"/>
              </w:rPr>
              <w:t>Time:</w:t>
            </w:r>
          </w:p>
          <w:p w14:paraId="37A041B6" w14:textId="0E3168DD" w:rsidR="00BB6014" w:rsidRPr="002C71DA" w:rsidRDefault="002020D7" w:rsidP="00BC6C5C">
            <w:pPr>
              <w:rPr>
                <w:rFonts w:cstheme="minorHAnsi"/>
              </w:rPr>
            </w:pPr>
            <w:r>
              <w:rPr>
                <w:rFonts w:cstheme="minorHAnsi"/>
              </w:rPr>
              <w:t>Heart rate:</w:t>
            </w:r>
          </w:p>
        </w:tc>
        <w:tc>
          <w:tcPr>
            <w:tcW w:w="2099" w:type="dxa"/>
            <w:tcBorders>
              <w:top w:val="nil"/>
              <w:bottom w:val="nil"/>
            </w:tcBorders>
            <w:shd w:val="clear" w:color="auto" w:fill="CDE4F4"/>
          </w:tcPr>
          <w:p w14:paraId="1A05C6B3" w14:textId="77777777" w:rsidR="00BB6014" w:rsidRPr="002C71DA" w:rsidRDefault="00BB6014" w:rsidP="00BC6C5C">
            <w:pPr>
              <w:rPr>
                <w:rFonts w:cstheme="minorHAnsi"/>
              </w:rPr>
            </w:pPr>
            <w:r w:rsidRPr="002C71DA">
              <w:rPr>
                <w:rFonts w:cstheme="minorHAnsi"/>
              </w:rPr>
              <w:t>Time:</w:t>
            </w:r>
          </w:p>
          <w:p w14:paraId="6AA483DC" w14:textId="7DA1486F" w:rsidR="00BB6014" w:rsidRPr="002C71DA" w:rsidRDefault="002020D7" w:rsidP="00BC6C5C">
            <w:pPr>
              <w:rPr>
                <w:rFonts w:cstheme="minorHAnsi"/>
              </w:rPr>
            </w:pPr>
            <w:r>
              <w:rPr>
                <w:rFonts w:cstheme="minorHAnsi"/>
              </w:rPr>
              <w:t>Heart rate:</w:t>
            </w:r>
          </w:p>
        </w:tc>
      </w:tr>
      <w:tr w:rsidR="00BB6014" w:rsidRPr="002C71DA" w14:paraId="39906C8D" w14:textId="77777777" w:rsidTr="00BC6C5C">
        <w:trPr>
          <w:trHeight w:val="596"/>
        </w:trPr>
        <w:tc>
          <w:tcPr>
            <w:tcW w:w="1973" w:type="dxa"/>
            <w:tcBorders>
              <w:top w:val="nil"/>
              <w:left w:val="nil"/>
              <w:bottom w:val="nil"/>
              <w:right w:val="nil"/>
            </w:tcBorders>
          </w:tcPr>
          <w:p w14:paraId="3A990EBF" w14:textId="77777777" w:rsidR="00BB6014" w:rsidRPr="002C71DA" w:rsidRDefault="00BB6014" w:rsidP="00BC6C5C">
            <w:pPr>
              <w:rPr>
                <w:rFonts w:cstheme="minorHAnsi"/>
              </w:rPr>
            </w:pPr>
            <w:r w:rsidRPr="002C71DA">
              <w:rPr>
                <w:rFonts w:cstheme="minorHAnsi"/>
              </w:rPr>
              <w:t>Week 2</w:t>
            </w:r>
          </w:p>
        </w:tc>
        <w:tc>
          <w:tcPr>
            <w:tcW w:w="2180" w:type="dxa"/>
            <w:tcBorders>
              <w:top w:val="nil"/>
              <w:left w:val="nil"/>
              <w:bottom w:val="nil"/>
              <w:right w:val="nil"/>
            </w:tcBorders>
          </w:tcPr>
          <w:p w14:paraId="1CD783B0" w14:textId="77777777" w:rsidR="00BB6014" w:rsidRPr="002C71DA" w:rsidRDefault="00BB6014" w:rsidP="00BC6C5C">
            <w:pPr>
              <w:rPr>
                <w:rFonts w:cstheme="minorHAnsi"/>
              </w:rPr>
            </w:pPr>
            <w:r w:rsidRPr="002C71DA">
              <w:rPr>
                <w:rFonts w:cstheme="minorHAnsi"/>
              </w:rPr>
              <w:t>Time:</w:t>
            </w:r>
          </w:p>
          <w:p w14:paraId="12E3C9A9" w14:textId="4547F66B" w:rsidR="00BB6014" w:rsidRPr="002C71DA" w:rsidRDefault="002020D7" w:rsidP="00BC6C5C">
            <w:pPr>
              <w:rPr>
                <w:rFonts w:cstheme="minorHAnsi"/>
              </w:rPr>
            </w:pPr>
            <w:r>
              <w:rPr>
                <w:rFonts w:cstheme="minorHAnsi"/>
              </w:rPr>
              <w:t>Heart rate:</w:t>
            </w:r>
          </w:p>
        </w:tc>
        <w:tc>
          <w:tcPr>
            <w:tcW w:w="2180" w:type="dxa"/>
            <w:tcBorders>
              <w:top w:val="nil"/>
              <w:left w:val="nil"/>
              <w:bottom w:val="nil"/>
              <w:right w:val="nil"/>
            </w:tcBorders>
          </w:tcPr>
          <w:p w14:paraId="47BC2040" w14:textId="77777777" w:rsidR="00BB6014" w:rsidRPr="002C71DA" w:rsidRDefault="00BB6014" w:rsidP="00BC6C5C">
            <w:pPr>
              <w:rPr>
                <w:rFonts w:cstheme="minorHAnsi"/>
              </w:rPr>
            </w:pPr>
            <w:r w:rsidRPr="002C71DA">
              <w:rPr>
                <w:rFonts w:cstheme="minorHAnsi"/>
              </w:rPr>
              <w:t>Time:</w:t>
            </w:r>
          </w:p>
          <w:p w14:paraId="172E1882" w14:textId="4E1F79FD" w:rsidR="00BB6014" w:rsidRPr="002C71DA" w:rsidRDefault="002020D7" w:rsidP="00BC6C5C">
            <w:pPr>
              <w:rPr>
                <w:rFonts w:cstheme="minorHAnsi"/>
              </w:rPr>
            </w:pPr>
            <w:r>
              <w:rPr>
                <w:rFonts w:cstheme="minorHAnsi"/>
              </w:rPr>
              <w:t>Heart rate:</w:t>
            </w:r>
          </w:p>
        </w:tc>
        <w:tc>
          <w:tcPr>
            <w:tcW w:w="2314" w:type="dxa"/>
            <w:tcBorders>
              <w:top w:val="nil"/>
              <w:left w:val="nil"/>
              <w:bottom w:val="nil"/>
              <w:right w:val="nil"/>
            </w:tcBorders>
          </w:tcPr>
          <w:p w14:paraId="5E6F0439" w14:textId="77777777" w:rsidR="00BB6014" w:rsidRPr="002C71DA" w:rsidRDefault="00BB6014" w:rsidP="00BC6C5C">
            <w:pPr>
              <w:rPr>
                <w:rFonts w:cstheme="minorHAnsi"/>
              </w:rPr>
            </w:pPr>
            <w:r w:rsidRPr="002C71DA">
              <w:rPr>
                <w:rFonts w:cstheme="minorHAnsi"/>
              </w:rPr>
              <w:t>Time:</w:t>
            </w:r>
          </w:p>
          <w:p w14:paraId="6401E61B" w14:textId="5E893B94" w:rsidR="00BB6014" w:rsidRPr="002C71DA" w:rsidRDefault="002020D7" w:rsidP="00BC6C5C">
            <w:pPr>
              <w:rPr>
                <w:rFonts w:cstheme="minorHAnsi"/>
              </w:rPr>
            </w:pPr>
            <w:r>
              <w:rPr>
                <w:rFonts w:cstheme="minorHAnsi"/>
              </w:rPr>
              <w:t>Heart rate:</w:t>
            </w:r>
          </w:p>
        </w:tc>
        <w:tc>
          <w:tcPr>
            <w:tcW w:w="2216" w:type="dxa"/>
            <w:tcBorders>
              <w:top w:val="nil"/>
              <w:left w:val="nil"/>
              <w:bottom w:val="nil"/>
              <w:right w:val="nil"/>
            </w:tcBorders>
          </w:tcPr>
          <w:p w14:paraId="37E58D20" w14:textId="77777777" w:rsidR="00BB6014" w:rsidRPr="002C71DA" w:rsidRDefault="00BB6014" w:rsidP="00BC6C5C">
            <w:pPr>
              <w:rPr>
                <w:rFonts w:cstheme="minorHAnsi"/>
              </w:rPr>
            </w:pPr>
            <w:r w:rsidRPr="002C71DA">
              <w:rPr>
                <w:rFonts w:cstheme="minorHAnsi"/>
              </w:rPr>
              <w:t>Time:</w:t>
            </w:r>
          </w:p>
          <w:p w14:paraId="7C63CD01" w14:textId="39B4644A" w:rsidR="00BB6014" w:rsidRPr="002C71DA" w:rsidRDefault="002020D7" w:rsidP="00BC6C5C">
            <w:pPr>
              <w:rPr>
                <w:rFonts w:cstheme="minorHAnsi"/>
              </w:rPr>
            </w:pPr>
            <w:r>
              <w:rPr>
                <w:rFonts w:cstheme="minorHAnsi"/>
              </w:rPr>
              <w:t>Heart rate:</w:t>
            </w:r>
          </w:p>
        </w:tc>
        <w:tc>
          <w:tcPr>
            <w:tcW w:w="2099" w:type="dxa"/>
            <w:tcBorders>
              <w:top w:val="nil"/>
              <w:left w:val="nil"/>
              <w:bottom w:val="nil"/>
              <w:right w:val="nil"/>
            </w:tcBorders>
          </w:tcPr>
          <w:p w14:paraId="1BBC8B0A" w14:textId="77777777" w:rsidR="00BB6014" w:rsidRPr="002C71DA" w:rsidRDefault="00BB6014" w:rsidP="00BC6C5C">
            <w:pPr>
              <w:rPr>
                <w:rFonts w:cstheme="minorHAnsi"/>
              </w:rPr>
            </w:pPr>
            <w:r w:rsidRPr="002C71DA">
              <w:rPr>
                <w:rFonts w:cstheme="minorHAnsi"/>
              </w:rPr>
              <w:t>Time:</w:t>
            </w:r>
          </w:p>
          <w:p w14:paraId="2B2EB2DC" w14:textId="1A726D8D" w:rsidR="00BB6014" w:rsidRPr="002C71DA" w:rsidRDefault="002020D7" w:rsidP="00BC6C5C">
            <w:pPr>
              <w:rPr>
                <w:rFonts w:cstheme="minorHAnsi"/>
              </w:rPr>
            </w:pPr>
            <w:r>
              <w:rPr>
                <w:rFonts w:cstheme="minorHAnsi"/>
              </w:rPr>
              <w:t>Heart rate:</w:t>
            </w:r>
          </w:p>
        </w:tc>
      </w:tr>
      <w:tr w:rsidR="00BB6014" w:rsidRPr="002C71DA" w14:paraId="2776018C" w14:textId="77777777" w:rsidTr="00BC6C5C">
        <w:trPr>
          <w:trHeight w:val="596"/>
        </w:trPr>
        <w:tc>
          <w:tcPr>
            <w:tcW w:w="1973" w:type="dxa"/>
            <w:tcBorders>
              <w:top w:val="nil"/>
              <w:bottom w:val="nil"/>
            </w:tcBorders>
            <w:shd w:val="clear" w:color="auto" w:fill="CDE4F4"/>
          </w:tcPr>
          <w:p w14:paraId="74A133C3" w14:textId="77777777" w:rsidR="00BB6014" w:rsidRPr="002C71DA" w:rsidRDefault="00BB6014" w:rsidP="00BC6C5C">
            <w:pPr>
              <w:rPr>
                <w:rFonts w:cstheme="minorHAnsi"/>
              </w:rPr>
            </w:pPr>
            <w:r w:rsidRPr="002C71DA">
              <w:rPr>
                <w:rFonts w:cstheme="minorHAnsi"/>
              </w:rPr>
              <w:t>Week 3</w:t>
            </w:r>
          </w:p>
        </w:tc>
        <w:tc>
          <w:tcPr>
            <w:tcW w:w="2180" w:type="dxa"/>
            <w:tcBorders>
              <w:top w:val="nil"/>
              <w:bottom w:val="nil"/>
            </w:tcBorders>
            <w:shd w:val="clear" w:color="auto" w:fill="CDE4F4"/>
          </w:tcPr>
          <w:p w14:paraId="674BB82C" w14:textId="77777777" w:rsidR="00BB6014" w:rsidRPr="002C71DA" w:rsidRDefault="00BB6014" w:rsidP="00BC6C5C">
            <w:pPr>
              <w:rPr>
                <w:rFonts w:cstheme="minorHAnsi"/>
              </w:rPr>
            </w:pPr>
            <w:r w:rsidRPr="002C71DA">
              <w:rPr>
                <w:rFonts w:cstheme="minorHAnsi"/>
              </w:rPr>
              <w:t>Time:</w:t>
            </w:r>
          </w:p>
          <w:p w14:paraId="5EE56565" w14:textId="10A41663" w:rsidR="00BB6014" w:rsidRPr="002C71DA" w:rsidRDefault="002020D7" w:rsidP="00BC6C5C">
            <w:pPr>
              <w:rPr>
                <w:rFonts w:cstheme="minorHAnsi"/>
              </w:rPr>
            </w:pPr>
            <w:r>
              <w:rPr>
                <w:rFonts w:cstheme="minorHAnsi"/>
              </w:rPr>
              <w:t>Heart rate:</w:t>
            </w:r>
          </w:p>
        </w:tc>
        <w:tc>
          <w:tcPr>
            <w:tcW w:w="2180" w:type="dxa"/>
            <w:tcBorders>
              <w:top w:val="nil"/>
              <w:bottom w:val="nil"/>
            </w:tcBorders>
            <w:shd w:val="clear" w:color="auto" w:fill="CDE4F4"/>
          </w:tcPr>
          <w:p w14:paraId="216FC5BC" w14:textId="77777777" w:rsidR="00BB6014" w:rsidRPr="002C71DA" w:rsidRDefault="00BB6014" w:rsidP="00BC6C5C">
            <w:pPr>
              <w:rPr>
                <w:rFonts w:cstheme="minorHAnsi"/>
              </w:rPr>
            </w:pPr>
            <w:r w:rsidRPr="002C71DA">
              <w:rPr>
                <w:rFonts w:cstheme="minorHAnsi"/>
              </w:rPr>
              <w:t>Time:</w:t>
            </w:r>
          </w:p>
          <w:p w14:paraId="5801824E" w14:textId="2B7075BD" w:rsidR="00BB6014" w:rsidRPr="002C71DA" w:rsidRDefault="002020D7" w:rsidP="00BC6C5C">
            <w:pPr>
              <w:rPr>
                <w:rFonts w:cstheme="minorHAnsi"/>
              </w:rPr>
            </w:pPr>
            <w:r>
              <w:rPr>
                <w:rFonts w:cstheme="minorHAnsi"/>
              </w:rPr>
              <w:t>Heart rate:</w:t>
            </w:r>
          </w:p>
        </w:tc>
        <w:tc>
          <w:tcPr>
            <w:tcW w:w="2314" w:type="dxa"/>
            <w:tcBorders>
              <w:top w:val="nil"/>
              <w:bottom w:val="nil"/>
            </w:tcBorders>
            <w:shd w:val="clear" w:color="auto" w:fill="CDE4F4"/>
          </w:tcPr>
          <w:p w14:paraId="4CF0CF57" w14:textId="77777777" w:rsidR="00BB6014" w:rsidRPr="002C71DA" w:rsidRDefault="00BB6014" w:rsidP="00BC6C5C">
            <w:pPr>
              <w:rPr>
                <w:rFonts w:cstheme="minorHAnsi"/>
              </w:rPr>
            </w:pPr>
            <w:r w:rsidRPr="002C71DA">
              <w:rPr>
                <w:rFonts w:cstheme="minorHAnsi"/>
              </w:rPr>
              <w:t>Time:</w:t>
            </w:r>
          </w:p>
          <w:p w14:paraId="4D4F10C0" w14:textId="00B78249" w:rsidR="00BB6014" w:rsidRPr="002C71DA" w:rsidRDefault="002020D7" w:rsidP="00BC6C5C">
            <w:pPr>
              <w:rPr>
                <w:rFonts w:cstheme="minorHAnsi"/>
              </w:rPr>
            </w:pPr>
            <w:r>
              <w:rPr>
                <w:rFonts w:cstheme="minorHAnsi"/>
              </w:rPr>
              <w:t>Heart rate:</w:t>
            </w:r>
          </w:p>
        </w:tc>
        <w:tc>
          <w:tcPr>
            <w:tcW w:w="2216" w:type="dxa"/>
            <w:tcBorders>
              <w:top w:val="nil"/>
              <w:bottom w:val="nil"/>
            </w:tcBorders>
            <w:shd w:val="clear" w:color="auto" w:fill="CDE4F4"/>
          </w:tcPr>
          <w:p w14:paraId="6D426EEA" w14:textId="77777777" w:rsidR="00BB6014" w:rsidRPr="002C71DA" w:rsidRDefault="00BB6014" w:rsidP="00BC6C5C">
            <w:pPr>
              <w:rPr>
                <w:rFonts w:cstheme="minorHAnsi"/>
              </w:rPr>
            </w:pPr>
            <w:r w:rsidRPr="002C71DA">
              <w:rPr>
                <w:rFonts w:cstheme="minorHAnsi"/>
              </w:rPr>
              <w:t>Time:</w:t>
            </w:r>
          </w:p>
          <w:p w14:paraId="28A5E6B1" w14:textId="7CD6BF25" w:rsidR="00BB6014" w:rsidRPr="002C71DA" w:rsidRDefault="002020D7" w:rsidP="00BC6C5C">
            <w:pPr>
              <w:rPr>
                <w:rFonts w:cstheme="minorHAnsi"/>
              </w:rPr>
            </w:pPr>
            <w:r>
              <w:rPr>
                <w:rFonts w:cstheme="minorHAnsi"/>
              </w:rPr>
              <w:t>Heart rate:</w:t>
            </w:r>
          </w:p>
        </w:tc>
        <w:tc>
          <w:tcPr>
            <w:tcW w:w="2099" w:type="dxa"/>
            <w:tcBorders>
              <w:top w:val="nil"/>
              <w:bottom w:val="nil"/>
            </w:tcBorders>
            <w:shd w:val="clear" w:color="auto" w:fill="CDE4F4"/>
          </w:tcPr>
          <w:p w14:paraId="7F8FEC7D" w14:textId="77777777" w:rsidR="00BB6014" w:rsidRPr="002C71DA" w:rsidRDefault="00BB6014" w:rsidP="00BC6C5C">
            <w:pPr>
              <w:rPr>
                <w:rFonts w:cstheme="minorHAnsi"/>
              </w:rPr>
            </w:pPr>
            <w:r w:rsidRPr="002C71DA">
              <w:rPr>
                <w:rFonts w:cstheme="minorHAnsi"/>
              </w:rPr>
              <w:t>Time:</w:t>
            </w:r>
          </w:p>
          <w:p w14:paraId="4F706F98" w14:textId="40E28012" w:rsidR="00BB6014" w:rsidRPr="002C71DA" w:rsidRDefault="002020D7" w:rsidP="00BC6C5C">
            <w:pPr>
              <w:rPr>
                <w:rFonts w:cstheme="minorHAnsi"/>
              </w:rPr>
            </w:pPr>
            <w:r>
              <w:rPr>
                <w:rFonts w:cstheme="minorHAnsi"/>
              </w:rPr>
              <w:t>Heart rate:</w:t>
            </w:r>
          </w:p>
        </w:tc>
      </w:tr>
      <w:tr w:rsidR="00BB6014" w:rsidRPr="002C71DA" w14:paraId="438B7AB2" w14:textId="77777777" w:rsidTr="00BC6C5C">
        <w:trPr>
          <w:trHeight w:val="611"/>
        </w:trPr>
        <w:tc>
          <w:tcPr>
            <w:tcW w:w="1973" w:type="dxa"/>
            <w:tcBorders>
              <w:top w:val="nil"/>
              <w:left w:val="nil"/>
              <w:bottom w:val="nil"/>
              <w:right w:val="nil"/>
            </w:tcBorders>
          </w:tcPr>
          <w:p w14:paraId="75261DD7" w14:textId="77777777" w:rsidR="00BB6014" w:rsidRPr="002C71DA" w:rsidRDefault="00BB6014" w:rsidP="00BC6C5C">
            <w:pPr>
              <w:rPr>
                <w:rFonts w:cstheme="minorHAnsi"/>
              </w:rPr>
            </w:pPr>
            <w:r w:rsidRPr="002C71DA">
              <w:rPr>
                <w:rFonts w:cstheme="minorHAnsi"/>
              </w:rPr>
              <w:t>Week 4</w:t>
            </w:r>
          </w:p>
        </w:tc>
        <w:tc>
          <w:tcPr>
            <w:tcW w:w="2180" w:type="dxa"/>
            <w:tcBorders>
              <w:top w:val="nil"/>
              <w:left w:val="nil"/>
              <w:bottom w:val="nil"/>
              <w:right w:val="nil"/>
            </w:tcBorders>
          </w:tcPr>
          <w:p w14:paraId="5253B3F8" w14:textId="77777777" w:rsidR="00BB6014" w:rsidRPr="002C71DA" w:rsidRDefault="00BB6014" w:rsidP="00BC6C5C">
            <w:pPr>
              <w:rPr>
                <w:rFonts w:cstheme="minorHAnsi"/>
              </w:rPr>
            </w:pPr>
            <w:r w:rsidRPr="002C71DA">
              <w:rPr>
                <w:rFonts w:cstheme="minorHAnsi"/>
              </w:rPr>
              <w:t>Time:</w:t>
            </w:r>
          </w:p>
          <w:p w14:paraId="702C1C77" w14:textId="69331328" w:rsidR="00BB6014" w:rsidRPr="002C71DA" w:rsidRDefault="002020D7" w:rsidP="00BC6C5C">
            <w:pPr>
              <w:rPr>
                <w:rFonts w:cstheme="minorHAnsi"/>
              </w:rPr>
            </w:pPr>
            <w:r>
              <w:rPr>
                <w:rFonts w:cstheme="minorHAnsi"/>
              </w:rPr>
              <w:t>Heart rate:</w:t>
            </w:r>
          </w:p>
        </w:tc>
        <w:tc>
          <w:tcPr>
            <w:tcW w:w="2180" w:type="dxa"/>
            <w:tcBorders>
              <w:top w:val="nil"/>
              <w:left w:val="nil"/>
              <w:bottom w:val="nil"/>
              <w:right w:val="nil"/>
            </w:tcBorders>
          </w:tcPr>
          <w:p w14:paraId="674CE63B" w14:textId="77777777" w:rsidR="00BB6014" w:rsidRPr="002C71DA" w:rsidRDefault="00BB6014" w:rsidP="00BC6C5C">
            <w:pPr>
              <w:rPr>
                <w:rFonts w:cstheme="minorHAnsi"/>
              </w:rPr>
            </w:pPr>
            <w:r w:rsidRPr="002C71DA">
              <w:rPr>
                <w:rFonts w:cstheme="minorHAnsi"/>
              </w:rPr>
              <w:t>Time:</w:t>
            </w:r>
          </w:p>
          <w:p w14:paraId="0C295FF2" w14:textId="3D295760" w:rsidR="00BB6014" w:rsidRPr="002C71DA" w:rsidRDefault="002020D7" w:rsidP="00BC6C5C">
            <w:pPr>
              <w:rPr>
                <w:rFonts w:cstheme="minorHAnsi"/>
              </w:rPr>
            </w:pPr>
            <w:r>
              <w:rPr>
                <w:rFonts w:cstheme="minorHAnsi"/>
              </w:rPr>
              <w:t>Heart rate:</w:t>
            </w:r>
          </w:p>
        </w:tc>
        <w:tc>
          <w:tcPr>
            <w:tcW w:w="2314" w:type="dxa"/>
            <w:tcBorders>
              <w:top w:val="nil"/>
              <w:left w:val="nil"/>
              <w:bottom w:val="nil"/>
              <w:right w:val="nil"/>
            </w:tcBorders>
          </w:tcPr>
          <w:p w14:paraId="2A5279B8" w14:textId="77777777" w:rsidR="00BB6014" w:rsidRPr="002C71DA" w:rsidRDefault="00BB6014" w:rsidP="00BC6C5C">
            <w:pPr>
              <w:rPr>
                <w:rFonts w:cstheme="minorHAnsi"/>
              </w:rPr>
            </w:pPr>
            <w:r w:rsidRPr="002C71DA">
              <w:rPr>
                <w:rFonts w:cstheme="minorHAnsi"/>
              </w:rPr>
              <w:t>Time:</w:t>
            </w:r>
          </w:p>
          <w:p w14:paraId="3914412A" w14:textId="727A3B17" w:rsidR="00BB6014" w:rsidRPr="002C71DA" w:rsidRDefault="002020D7" w:rsidP="00BC6C5C">
            <w:pPr>
              <w:rPr>
                <w:rFonts w:cstheme="minorHAnsi"/>
              </w:rPr>
            </w:pPr>
            <w:r>
              <w:rPr>
                <w:rFonts w:cstheme="minorHAnsi"/>
              </w:rPr>
              <w:t>Heart rate:</w:t>
            </w:r>
          </w:p>
        </w:tc>
        <w:tc>
          <w:tcPr>
            <w:tcW w:w="2216" w:type="dxa"/>
            <w:tcBorders>
              <w:top w:val="nil"/>
              <w:left w:val="nil"/>
              <w:bottom w:val="nil"/>
              <w:right w:val="nil"/>
            </w:tcBorders>
          </w:tcPr>
          <w:p w14:paraId="5914C05F" w14:textId="77777777" w:rsidR="00BB6014" w:rsidRPr="002C71DA" w:rsidRDefault="00BB6014" w:rsidP="00BC6C5C">
            <w:pPr>
              <w:rPr>
                <w:rFonts w:cstheme="minorHAnsi"/>
              </w:rPr>
            </w:pPr>
            <w:r w:rsidRPr="002C71DA">
              <w:rPr>
                <w:rFonts w:cstheme="minorHAnsi"/>
              </w:rPr>
              <w:t>Time:</w:t>
            </w:r>
          </w:p>
          <w:p w14:paraId="0C24EDBB" w14:textId="03449715" w:rsidR="00BB6014" w:rsidRPr="002C71DA" w:rsidRDefault="002020D7" w:rsidP="00BC6C5C">
            <w:pPr>
              <w:rPr>
                <w:rFonts w:cstheme="minorHAnsi"/>
              </w:rPr>
            </w:pPr>
            <w:r>
              <w:rPr>
                <w:rFonts w:cstheme="minorHAnsi"/>
              </w:rPr>
              <w:t>Heart rate:</w:t>
            </w:r>
          </w:p>
        </w:tc>
        <w:tc>
          <w:tcPr>
            <w:tcW w:w="2099" w:type="dxa"/>
            <w:tcBorders>
              <w:top w:val="nil"/>
              <w:left w:val="nil"/>
              <w:bottom w:val="nil"/>
              <w:right w:val="nil"/>
            </w:tcBorders>
          </w:tcPr>
          <w:p w14:paraId="7FC0E404" w14:textId="77777777" w:rsidR="00BB6014" w:rsidRPr="002C71DA" w:rsidRDefault="00BB6014" w:rsidP="00BC6C5C">
            <w:pPr>
              <w:rPr>
                <w:rFonts w:cstheme="minorHAnsi"/>
              </w:rPr>
            </w:pPr>
            <w:r w:rsidRPr="002C71DA">
              <w:rPr>
                <w:rFonts w:cstheme="minorHAnsi"/>
              </w:rPr>
              <w:t>Time:</w:t>
            </w:r>
          </w:p>
          <w:p w14:paraId="25F8596D" w14:textId="27D9DBEC" w:rsidR="00BB6014" w:rsidRPr="002C71DA" w:rsidRDefault="002020D7" w:rsidP="00BC6C5C">
            <w:pPr>
              <w:rPr>
                <w:rFonts w:cstheme="minorHAnsi"/>
              </w:rPr>
            </w:pPr>
            <w:r>
              <w:rPr>
                <w:rFonts w:cstheme="minorHAnsi"/>
              </w:rPr>
              <w:t>Heart rate:</w:t>
            </w:r>
          </w:p>
        </w:tc>
      </w:tr>
      <w:tr w:rsidR="00BB6014" w:rsidRPr="002C71DA" w14:paraId="628F766F" w14:textId="77777777" w:rsidTr="00BC6C5C">
        <w:trPr>
          <w:trHeight w:val="611"/>
        </w:trPr>
        <w:tc>
          <w:tcPr>
            <w:tcW w:w="1973" w:type="dxa"/>
            <w:tcBorders>
              <w:top w:val="nil"/>
              <w:bottom w:val="nil"/>
            </w:tcBorders>
            <w:shd w:val="clear" w:color="auto" w:fill="CDE4F4"/>
          </w:tcPr>
          <w:p w14:paraId="58EEDF2C" w14:textId="77777777" w:rsidR="00BB6014" w:rsidRPr="002C71DA" w:rsidRDefault="00BB6014" w:rsidP="00BC6C5C">
            <w:pPr>
              <w:rPr>
                <w:rFonts w:cstheme="minorHAnsi"/>
              </w:rPr>
            </w:pPr>
            <w:r w:rsidRPr="002C71DA">
              <w:rPr>
                <w:rFonts w:cstheme="minorHAnsi"/>
              </w:rPr>
              <w:t>Week 5</w:t>
            </w:r>
          </w:p>
        </w:tc>
        <w:tc>
          <w:tcPr>
            <w:tcW w:w="2180" w:type="dxa"/>
            <w:tcBorders>
              <w:top w:val="nil"/>
              <w:bottom w:val="nil"/>
            </w:tcBorders>
            <w:shd w:val="clear" w:color="auto" w:fill="CDE4F4"/>
          </w:tcPr>
          <w:p w14:paraId="5EF47306" w14:textId="77777777" w:rsidR="00BB6014" w:rsidRPr="002C71DA" w:rsidRDefault="00BB6014" w:rsidP="00BC6C5C">
            <w:pPr>
              <w:rPr>
                <w:rFonts w:cstheme="minorHAnsi"/>
              </w:rPr>
            </w:pPr>
            <w:r w:rsidRPr="002C71DA">
              <w:rPr>
                <w:rFonts w:cstheme="minorHAnsi"/>
              </w:rPr>
              <w:t>Time:</w:t>
            </w:r>
          </w:p>
          <w:p w14:paraId="62ED976D" w14:textId="295EC925" w:rsidR="00BB6014" w:rsidRPr="002C71DA" w:rsidRDefault="002020D7" w:rsidP="00BC6C5C">
            <w:pPr>
              <w:rPr>
                <w:rFonts w:cstheme="minorHAnsi"/>
              </w:rPr>
            </w:pPr>
            <w:r>
              <w:rPr>
                <w:rFonts w:cstheme="minorHAnsi"/>
              </w:rPr>
              <w:t>Heart rate:</w:t>
            </w:r>
          </w:p>
        </w:tc>
        <w:tc>
          <w:tcPr>
            <w:tcW w:w="2180" w:type="dxa"/>
            <w:tcBorders>
              <w:top w:val="nil"/>
              <w:bottom w:val="nil"/>
            </w:tcBorders>
            <w:shd w:val="clear" w:color="auto" w:fill="CDE4F4"/>
          </w:tcPr>
          <w:p w14:paraId="4FD7202A" w14:textId="77777777" w:rsidR="00BB6014" w:rsidRPr="002C71DA" w:rsidRDefault="00BB6014" w:rsidP="00BC6C5C">
            <w:pPr>
              <w:rPr>
                <w:rFonts w:cstheme="minorHAnsi"/>
              </w:rPr>
            </w:pPr>
            <w:r w:rsidRPr="002C71DA">
              <w:rPr>
                <w:rFonts w:cstheme="minorHAnsi"/>
              </w:rPr>
              <w:t>Time:</w:t>
            </w:r>
          </w:p>
          <w:p w14:paraId="0AF9D6DC" w14:textId="16EBB0F9" w:rsidR="00BB6014" w:rsidRPr="002C71DA" w:rsidRDefault="002020D7" w:rsidP="00BC6C5C">
            <w:pPr>
              <w:rPr>
                <w:rFonts w:cstheme="minorHAnsi"/>
              </w:rPr>
            </w:pPr>
            <w:r>
              <w:rPr>
                <w:rFonts w:cstheme="minorHAnsi"/>
              </w:rPr>
              <w:t>Heart rate:</w:t>
            </w:r>
          </w:p>
        </w:tc>
        <w:tc>
          <w:tcPr>
            <w:tcW w:w="2314" w:type="dxa"/>
            <w:tcBorders>
              <w:top w:val="nil"/>
              <w:bottom w:val="nil"/>
            </w:tcBorders>
            <w:shd w:val="clear" w:color="auto" w:fill="CDE4F4"/>
          </w:tcPr>
          <w:p w14:paraId="2DB4631B" w14:textId="77777777" w:rsidR="00BB6014" w:rsidRPr="002C71DA" w:rsidRDefault="00BB6014" w:rsidP="00BC6C5C">
            <w:pPr>
              <w:rPr>
                <w:rFonts w:cstheme="minorHAnsi"/>
              </w:rPr>
            </w:pPr>
            <w:r w:rsidRPr="002C71DA">
              <w:rPr>
                <w:rFonts w:cstheme="minorHAnsi"/>
              </w:rPr>
              <w:t>Time:</w:t>
            </w:r>
          </w:p>
          <w:p w14:paraId="7C4ACA96" w14:textId="382430FF" w:rsidR="00BB6014" w:rsidRPr="002C71DA" w:rsidRDefault="002020D7" w:rsidP="00BC6C5C">
            <w:pPr>
              <w:rPr>
                <w:rFonts w:cstheme="minorHAnsi"/>
              </w:rPr>
            </w:pPr>
            <w:r>
              <w:rPr>
                <w:rFonts w:cstheme="minorHAnsi"/>
              </w:rPr>
              <w:t>Heart rate:</w:t>
            </w:r>
          </w:p>
        </w:tc>
        <w:tc>
          <w:tcPr>
            <w:tcW w:w="2216" w:type="dxa"/>
            <w:tcBorders>
              <w:top w:val="nil"/>
              <w:bottom w:val="nil"/>
            </w:tcBorders>
            <w:shd w:val="clear" w:color="auto" w:fill="CDE4F4"/>
          </w:tcPr>
          <w:p w14:paraId="5C4ADD25" w14:textId="77777777" w:rsidR="00BB6014" w:rsidRPr="002C71DA" w:rsidRDefault="00BB6014" w:rsidP="00BC6C5C">
            <w:pPr>
              <w:rPr>
                <w:rFonts w:cstheme="minorHAnsi"/>
              </w:rPr>
            </w:pPr>
            <w:r w:rsidRPr="002C71DA">
              <w:rPr>
                <w:rFonts w:cstheme="minorHAnsi"/>
              </w:rPr>
              <w:t>Time:</w:t>
            </w:r>
          </w:p>
          <w:p w14:paraId="3F12A9A3" w14:textId="2E278B82" w:rsidR="00BB6014" w:rsidRPr="002C71DA" w:rsidRDefault="002020D7" w:rsidP="00BC6C5C">
            <w:pPr>
              <w:rPr>
                <w:rFonts w:cstheme="minorHAnsi"/>
              </w:rPr>
            </w:pPr>
            <w:r>
              <w:rPr>
                <w:rFonts w:cstheme="minorHAnsi"/>
              </w:rPr>
              <w:t>Heart rate:</w:t>
            </w:r>
          </w:p>
        </w:tc>
        <w:tc>
          <w:tcPr>
            <w:tcW w:w="2099" w:type="dxa"/>
            <w:tcBorders>
              <w:top w:val="nil"/>
              <w:bottom w:val="nil"/>
            </w:tcBorders>
            <w:shd w:val="clear" w:color="auto" w:fill="CDE4F4"/>
          </w:tcPr>
          <w:p w14:paraId="4A0299D9" w14:textId="77777777" w:rsidR="00BB6014" w:rsidRPr="002C71DA" w:rsidRDefault="00BB6014" w:rsidP="00BC6C5C">
            <w:pPr>
              <w:rPr>
                <w:rFonts w:cstheme="minorHAnsi"/>
              </w:rPr>
            </w:pPr>
            <w:r w:rsidRPr="002C71DA">
              <w:rPr>
                <w:rFonts w:cstheme="minorHAnsi"/>
              </w:rPr>
              <w:t>Time:</w:t>
            </w:r>
          </w:p>
          <w:p w14:paraId="60D4E62F" w14:textId="65D824B1" w:rsidR="00BB6014" w:rsidRPr="002C71DA" w:rsidRDefault="002020D7" w:rsidP="00BC6C5C">
            <w:pPr>
              <w:rPr>
                <w:rFonts w:cstheme="minorHAnsi"/>
              </w:rPr>
            </w:pPr>
            <w:r>
              <w:rPr>
                <w:rFonts w:cstheme="minorHAnsi"/>
              </w:rPr>
              <w:t>Heart rate:</w:t>
            </w:r>
          </w:p>
        </w:tc>
      </w:tr>
      <w:tr w:rsidR="00BB6014" w:rsidRPr="002C71DA" w14:paraId="08AA347F" w14:textId="77777777" w:rsidTr="00BC6C5C">
        <w:trPr>
          <w:trHeight w:val="596"/>
        </w:trPr>
        <w:tc>
          <w:tcPr>
            <w:tcW w:w="1973" w:type="dxa"/>
            <w:tcBorders>
              <w:top w:val="nil"/>
              <w:left w:val="nil"/>
              <w:bottom w:val="nil"/>
              <w:right w:val="nil"/>
            </w:tcBorders>
          </w:tcPr>
          <w:p w14:paraId="34BF669A" w14:textId="77777777" w:rsidR="00BB6014" w:rsidRPr="002C71DA" w:rsidRDefault="00BB6014" w:rsidP="00BC6C5C">
            <w:pPr>
              <w:rPr>
                <w:rFonts w:cstheme="minorHAnsi"/>
              </w:rPr>
            </w:pPr>
            <w:r w:rsidRPr="002C71DA">
              <w:rPr>
                <w:rFonts w:cstheme="minorHAnsi"/>
              </w:rPr>
              <w:t>Week 6</w:t>
            </w:r>
          </w:p>
        </w:tc>
        <w:tc>
          <w:tcPr>
            <w:tcW w:w="2180" w:type="dxa"/>
            <w:tcBorders>
              <w:top w:val="nil"/>
              <w:left w:val="nil"/>
              <w:bottom w:val="nil"/>
              <w:right w:val="nil"/>
            </w:tcBorders>
          </w:tcPr>
          <w:p w14:paraId="2DCFF977" w14:textId="77777777" w:rsidR="00BB6014" w:rsidRPr="002C71DA" w:rsidRDefault="00BB6014" w:rsidP="00BC6C5C">
            <w:pPr>
              <w:rPr>
                <w:rFonts w:cstheme="minorHAnsi"/>
              </w:rPr>
            </w:pPr>
            <w:r w:rsidRPr="002C71DA">
              <w:rPr>
                <w:rFonts w:cstheme="minorHAnsi"/>
              </w:rPr>
              <w:t>Time:</w:t>
            </w:r>
          </w:p>
          <w:p w14:paraId="1EA203B4" w14:textId="37EDC379" w:rsidR="00BB6014" w:rsidRPr="002C71DA" w:rsidRDefault="002020D7" w:rsidP="00BC6C5C">
            <w:pPr>
              <w:rPr>
                <w:rFonts w:cstheme="minorHAnsi"/>
              </w:rPr>
            </w:pPr>
            <w:r>
              <w:rPr>
                <w:rFonts w:cstheme="minorHAnsi"/>
              </w:rPr>
              <w:t>Heart rate:</w:t>
            </w:r>
          </w:p>
        </w:tc>
        <w:tc>
          <w:tcPr>
            <w:tcW w:w="2180" w:type="dxa"/>
            <w:tcBorders>
              <w:top w:val="nil"/>
              <w:left w:val="nil"/>
              <w:bottom w:val="nil"/>
              <w:right w:val="nil"/>
            </w:tcBorders>
          </w:tcPr>
          <w:p w14:paraId="4874D014" w14:textId="77777777" w:rsidR="00BB6014" w:rsidRPr="002C71DA" w:rsidRDefault="00BB6014" w:rsidP="00BC6C5C">
            <w:pPr>
              <w:rPr>
                <w:rFonts w:cstheme="minorHAnsi"/>
              </w:rPr>
            </w:pPr>
            <w:r w:rsidRPr="002C71DA">
              <w:rPr>
                <w:rFonts w:cstheme="minorHAnsi"/>
              </w:rPr>
              <w:t>Time:</w:t>
            </w:r>
          </w:p>
          <w:p w14:paraId="445F783D" w14:textId="7C5404CC" w:rsidR="00BB6014" w:rsidRPr="002C71DA" w:rsidRDefault="002020D7" w:rsidP="00BC6C5C">
            <w:pPr>
              <w:rPr>
                <w:rFonts w:cstheme="minorHAnsi"/>
              </w:rPr>
            </w:pPr>
            <w:r>
              <w:rPr>
                <w:rFonts w:cstheme="minorHAnsi"/>
              </w:rPr>
              <w:t>Heart rate:</w:t>
            </w:r>
          </w:p>
        </w:tc>
        <w:tc>
          <w:tcPr>
            <w:tcW w:w="2314" w:type="dxa"/>
            <w:tcBorders>
              <w:top w:val="nil"/>
              <w:left w:val="nil"/>
              <w:bottom w:val="nil"/>
              <w:right w:val="nil"/>
            </w:tcBorders>
          </w:tcPr>
          <w:p w14:paraId="1D94A85C" w14:textId="77777777" w:rsidR="00BB6014" w:rsidRPr="002C71DA" w:rsidRDefault="00BB6014" w:rsidP="00BC6C5C">
            <w:pPr>
              <w:rPr>
                <w:rFonts w:cstheme="minorHAnsi"/>
              </w:rPr>
            </w:pPr>
            <w:r w:rsidRPr="002C71DA">
              <w:rPr>
                <w:rFonts w:cstheme="minorHAnsi"/>
              </w:rPr>
              <w:t>Time:</w:t>
            </w:r>
          </w:p>
          <w:p w14:paraId="6B0B8FFC" w14:textId="1324F592" w:rsidR="00BB6014" w:rsidRPr="002C71DA" w:rsidRDefault="002020D7" w:rsidP="00BC6C5C">
            <w:pPr>
              <w:rPr>
                <w:rFonts w:cstheme="minorHAnsi"/>
              </w:rPr>
            </w:pPr>
            <w:r>
              <w:rPr>
                <w:rFonts w:cstheme="minorHAnsi"/>
              </w:rPr>
              <w:t>Heart rate:</w:t>
            </w:r>
          </w:p>
        </w:tc>
        <w:tc>
          <w:tcPr>
            <w:tcW w:w="2216" w:type="dxa"/>
            <w:tcBorders>
              <w:top w:val="nil"/>
              <w:left w:val="nil"/>
              <w:bottom w:val="nil"/>
              <w:right w:val="nil"/>
            </w:tcBorders>
          </w:tcPr>
          <w:p w14:paraId="359FAA16" w14:textId="77777777" w:rsidR="00BB6014" w:rsidRPr="002C71DA" w:rsidRDefault="00BB6014" w:rsidP="00BC6C5C">
            <w:pPr>
              <w:rPr>
                <w:rFonts w:cstheme="minorHAnsi"/>
              </w:rPr>
            </w:pPr>
            <w:r w:rsidRPr="002C71DA">
              <w:rPr>
                <w:rFonts w:cstheme="minorHAnsi"/>
              </w:rPr>
              <w:t>Time:</w:t>
            </w:r>
          </w:p>
          <w:p w14:paraId="494CEB6D" w14:textId="3570D069" w:rsidR="00BB6014" w:rsidRPr="002C71DA" w:rsidRDefault="002020D7" w:rsidP="00BC6C5C">
            <w:pPr>
              <w:rPr>
                <w:rFonts w:cstheme="minorHAnsi"/>
              </w:rPr>
            </w:pPr>
            <w:r>
              <w:rPr>
                <w:rFonts w:cstheme="minorHAnsi"/>
              </w:rPr>
              <w:t>Heart rate:</w:t>
            </w:r>
          </w:p>
        </w:tc>
        <w:tc>
          <w:tcPr>
            <w:tcW w:w="2099" w:type="dxa"/>
            <w:tcBorders>
              <w:top w:val="nil"/>
              <w:left w:val="nil"/>
              <w:bottom w:val="nil"/>
              <w:right w:val="nil"/>
            </w:tcBorders>
          </w:tcPr>
          <w:p w14:paraId="26F0A1D8" w14:textId="77777777" w:rsidR="00BB6014" w:rsidRPr="002C71DA" w:rsidRDefault="00BB6014" w:rsidP="00BC6C5C">
            <w:pPr>
              <w:rPr>
                <w:rFonts w:cstheme="minorHAnsi"/>
              </w:rPr>
            </w:pPr>
            <w:r w:rsidRPr="002C71DA">
              <w:rPr>
                <w:rFonts w:cstheme="minorHAnsi"/>
              </w:rPr>
              <w:t>Time:</w:t>
            </w:r>
          </w:p>
          <w:p w14:paraId="787DAEDC" w14:textId="1EF90733" w:rsidR="00BB6014" w:rsidRPr="002C71DA" w:rsidRDefault="002020D7" w:rsidP="00BC6C5C">
            <w:pPr>
              <w:rPr>
                <w:rFonts w:cstheme="minorHAnsi"/>
              </w:rPr>
            </w:pPr>
            <w:r>
              <w:rPr>
                <w:rFonts w:cstheme="minorHAnsi"/>
              </w:rPr>
              <w:t>Heart rate:</w:t>
            </w:r>
          </w:p>
        </w:tc>
      </w:tr>
      <w:tr w:rsidR="00BB6014" w:rsidRPr="002C71DA" w14:paraId="68397AA4" w14:textId="77777777" w:rsidTr="00BC6C5C">
        <w:trPr>
          <w:trHeight w:val="596"/>
        </w:trPr>
        <w:tc>
          <w:tcPr>
            <w:tcW w:w="1973" w:type="dxa"/>
            <w:tcBorders>
              <w:top w:val="nil"/>
              <w:bottom w:val="nil"/>
            </w:tcBorders>
            <w:shd w:val="clear" w:color="auto" w:fill="CDE4F4"/>
          </w:tcPr>
          <w:p w14:paraId="04ACA84F" w14:textId="77777777" w:rsidR="00BB6014" w:rsidRPr="002C71DA" w:rsidRDefault="00BB6014" w:rsidP="00BC6C5C">
            <w:pPr>
              <w:rPr>
                <w:rFonts w:cstheme="minorHAnsi"/>
              </w:rPr>
            </w:pPr>
            <w:r w:rsidRPr="002C71DA">
              <w:rPr>
                <w:rFonts w:cstheme="minorHAnsi"/>
              </w:rPr>
              <w:t>Week 7</w:t>
            </w:r>
          </w:p>
        </w:tc>
        <w:tc>
          <w:tcPr>
            <w:tcW w:w="2180" w:type="dxa"/>
            <w:tcBorders>
              <w:top w:val="nil"/>
              <w:bottom w:val="nil"/>
            </w:tcBorders>
            <w:shd w:val="clear" w:color="auto" w:fill="CDE4F4"/>
          </w:tcPr>
          <w:p w14:paraId="6EC18CB4" w14:textId="77777777" w:rsidR="00BB6014" w:rsidRPr="002C71DA" w:rsidRDefault="00BB6014" w:rsidP="00BC6C5C">
            <w:pPr>
              <w:rPr>
                <w:rFonts w:cstheme="minorHAnsi"/>
              </w:rPr>
            </w:pPr>
            <w:r w:rsidRPr="002C71DA">
              <w:rPr>
                <w:rFonts w:cstheme="minorHAnsi"/>
              </w:rPr>
              <w:t>Time:</w:t>
            </w:r>
          </w:p>
          <w:p w14:paraId="123FC377" w14:textId="5D62F5D1" w:rsidR="00BB6014" w:rsidRPr="002C71DA" w:rsidRDefault="002020D7" w:rsidP="00BC6C5C">
            <w:pPr>
              <w:rPr>
                <w:rFonts w:cstheme="minorHAnsi"/>
              </w:rPr>
            </w:pPr>
            <w:r>
              <w:rPr>
                <w:rFonts w:cstheme="minorHAnsi"/>
              </w:rPr>
              <w:t>Heart rate:</w:t>
            </w:r>
          </w:p>
        </w:tc>
        <w:tc>
          <w:tcPr>
            <w:tcW w:w="2180" w:type="dxa"/>
            <w:tcBorders>
              <w:top w:val="nil"/>
              <w:bottom w:val="nil"/>
            </w:tcBorders>
            <w:shd w:val="clear" w:color="auto" w:fill="CDE4F4"/>
          </w:tcPr>
          <w:p w14:paraId="333A5943" w14:textId="77777777" w:rsidR="00BB6014" w:rsidRPr="002C71DA" w:rsidRDefault="00BB6014" w:rsidP="00BC6C5C">
            <w:pPr>
              <w:rPr>
                <w:rFonts w:cstheme="minorHAnsi"/>
              </w:rPr>
            </w:pPr>
            <w:r w:rsidRPr="002C71DA">
              <w:rPr>
                <w:rFonts w:cstheme="minorHAnsi"/>
              </w:rPr>
              <w:t>Time:</w:t>
            </w:r>
          </w:p>
          <w:p w14:paraId="607F3F8C" w14:textId="35678A29" w:rsidR="00BB6014" w:rsidRPr="002C71DA" w:rsidRDefault="002020D7" w:rsidP="00BC6C5C">
            <w:pPr>
              <w:rPr>
                <w:rFonts w:cstheme="minorHAnsi"/>
              </w:rPr>
            </w:pPr>
            <w:r>
              <w:rPr>
                <w:rFonts w:cstheme="minorHAnsi"/>
              </w:rPr>
              <w:t>Heart rate:</w:t>
            </w:r>
          </w:p>
        </w:tc>
        <w:tc>
          <w:tcPr>
            <w:tcW w:w="2314" w:type="dxa"/>
            <w:tcBorders>
              <w:top w:val="nil"/>
              <w:bottom w:val="nil"/>
            </w:tcBorders>
            <w:shd w:val="clear" w:color="auto" w:fill="CDE4F4"/>
          </w:tcPr>
          <w:p w14:paraId="0CB5C065" w14:textId="77777777" w:rsidR="00BB6014" w:rsidRPr="002C71DA" w:rsidRDefault="00BB6014" w:rsidP="00BC6C5C">
            <w:pPr>
              <w:rPr>
                <w:rFonts w:cstheme="minorHAnsi"/>
              </w:rPr>
            </w:pPr>
            <w:r w:rsidRPr="002C71DA">
              <w:rPr>
                <w:rFonts w:cstheme="minorHAnsi"/>
              </w:rPr>
              <w:t>Time:</w:t>
            </w:r>
          </w:p>
          <w:p w14:paraId="33A290B3" w14:textId="1666CFB0" w:rsidR="00BB6014" w:rsidRPr="002C71DA" w:rsidRDefault="002020D7" w:rsidP="00BC6C5C">
            <w:pPr>
              <w:rPr>
                <w:rFonts w:cstheme="minorHAnsi"/>
              </w:rPr>
            </w:pPr>
            <w:r>
              <w:rPr>
                <w:rFonts w:cstheme="minorHAnsi"/>
              </w:rPr>
              <w:t>Heart rate:</w:t>
            </w:r>
          </w:p>
        </w:tc>
        <w:tc>
          <w:tcPr>
            <w:tcW w:w="2216" w:type="dxa"/>
            <w:tcBorders>
              <w:top w:val="nil"/>
              <w:bottom w:val="nil"/>
            </w:tcBorders>
            <w:shd w:val="clear" w:color="auto" w:fill="CDE4F4"/>
          </w:tcPr>
          <w:p w14:paraId="7E95EABB" w14:textId="77777777" w:rsidR="00BB6014" w:rsidRPr="002C71DA" w:rsidRDefault="00BB6014" w:rsidP="00BC6C5C">
            <w:pPr>
              <w:rPr>
                <w:rFonts w:cstheme="minorHAnsi"/>
              </w:rPr>
            </w:pPr>
            <w:r w:rsidRPr="002C71DA">
              <w:rPr>
                <w:rFonts w:cstheme="minorHAnsi"/>
              </w:rPr>
              <w:t>Time:</w:t>
            </w:r>
          </w:p>
          <w:p w14:paraId="585B019E" w14:textId="37B9D37E" w:rsidR="00BB6014" w:rsidRPr="002C71DA" w:rsidRDefault="002020D7" w:rsidP="00BC6C5C">
            <w:pPr>
              <w:rPr>
                <w:rFonts w:cstheme="minorHAnsi"/>
              </w:rPr>
            </w:pPr>
            <w:r>
              <w:rPr>
                <w:rFonts w:cstheme="minorHAnsi"/>
              </w:rPr>
              <w:t>Heart rate:</w:t>
            </w:r>
          </w:p>
        </w:tc>
        <w:tc>
          <w:tcPr>
            <w:tcW w:w="2099" w:type="dxa"/>
            <w:tcBorders>
              <w:top w:val="nil"/>
              <w:bottom w:val="nil"/>
            </w:tcBorders>
            <w:shd w:val="clear" w:color="auto" w:fill="CDE4F4"/>
          </w:tcPr>
          <w:p w14:paraId="3659E3A4" w14:textId="77777777" w:rsidR="00BB6014" w:rsidRPr="002C71DA" w:rsidRDefault="00BB6014" w:rsidP="00BC6C5C">
            <w:pPr>
              <w:rPr>
                <w:rFonts w:cstheme="minorHAnsi"/>
              </w:rPr>
            </w:pPr>
            <w:r w:rsidRPr="002C71DA">
              <w:rPr>
                <w:rFonts w:cstheme="minorHAnsi"/>
              </w:rPr>
              <w:t>Time:</w:t>
            </w:r>
          </w:p>
          <w:p w14:paraId="317ECADE" w14:textId="0B4E9056" w:rsidR="00BB6014" w:rsidRPr="002C71DA" w:rsidRDefault="002020D7" w:rsidP="00BC6C5C">
            <w:pPr>
              <w:rPr>
                <w:rFonts w:cstheme="minorHAnsi"/>
              </w:rPr>
            </w:pPr>
            <w:r>
              <w:rPr>
                <w:rFonts w:cstheme="minorHAnsi"/>
              </w:rPr>
              <w:t>Heart rate:</w:t>
            </w:r>
          </w:p>
        </w:tc>
      </w:tr>
      <w:tr w:rsidR="00BB6014" w:rsidRPr="002C71DA" w14:paraId="299F0602" w14:textId="77777777" w:rsidTr="00BC6C5C">
        <w:trPr>
          <w:trHeight w:val="611"/>
        </w:trPr>
        <w:tc>
          <w:tcPr>
            <w:tcW w:w="1973" w:type="dxa"/>
            <w:tcBorders>
              <w:top w:val="nil"/>
              <w:left w:val="nil"/>
              <w:bottom w:val="nil"/>
              <w:right w:val="nil"/>
            </w:tcBorders>
          </w:tcPr>
          <w:p w14:paraId="0022D72C" w14:textId="77777777" w:rsidR="00BB6014" w:rsidRPr="002C71DA" w:rsidRDefault="00BB6014" w:rsidP="00BC6C5C">
            <w:pPr>
              <w:rPr>
                <w:rFonts w:cstheme="minorHAnsi"/>
              </w:rPr>
            </w:pPr>
            <w:r w:rsidRPr="002C71DA">
              <w:rPr>
                <w:rFonts w:cstheme="minorHAnsi"/>
              </w:rPr>
              <w:t xml:space="preserve">Week 8 </w:t>
            </w:r>
          </w:p>
        </w:tc>
        <w:tc>
          <w:tcPr>
            <w:tcW w:w="2180" w:type="dxa"/>
            <w:tcBorders>
              <w:top w:val="nil"/>
              <w:left w:val="nil"/>
              <w:bottom w:val="nil"/>
              <w:right w:val="nil"/>
            </w:tcBorders>
          </w:tcPr>
          <w:p w14:paraId="53A5748C" w14:textId="77777777" w:rsidR="00BB6014" w:rsidRPr="002C71DA" w:rsidRDefault="00BB6014" w:rsidP="00BC6C5C">
            <w:pPr>
              <w:rPr>
                <w:rFonts w:cstheme="minorHAnsi"/>
              </w:rPr>
            </w:pPr>
            <w:r w:rsidRPr="002C71DA">
              <w:rPr>
                <w:rFonts w:cstheme="minorHAnsi"/>
              </w:rPr>
              <w:t>Time:</w:t>
            </w:r>
          </w:p>
          <w:p w14:paraId="0D74F63B" w14:textId="12605F61" w:rsidR="00BB6014" w:rsidRPr="002C71DA" w:rsidRDefault="002020D7" w:rsidP="00BC6C5C">
            <w:pPr>
              <w:rPr>
                <w:rFonts w:cstheme="minorHAnsi"/>
              </w:rPr>
            </w:pPr>
            <w:r>
              <w:rPr>
                <w:rFonts w:cstheme="minorHAnsi"/>
              </w:rPr>
              <w:t>Heart rate:</w:t>
            </w:r>
          </w:p>
        </w:tc>
        <w:tc>
          <w:tcPr>
            <w:tcW w:w="2180" w:type="dxa"/>
            <w:tcBorders>
              <w:top w:val="nil"/>
              <w:left w:val="nil"/>
              <w:bottom w:val="nil"/>
              <w:right w:val="nil"/>
            </w:tcBorders>
          </w:tcPr>
          <w:p w14:paraId="5B16EF5A" w14:textId="77777777" w:rsidR="00BB6014" w:rsidRPr="002C71DA" w:rsidRDefault="00BB6014" w:rsidP="00BC6C5C">
            <w:pPr>
              <w:rPr>
                <w:rFonts w:cstheme="minorHAnsi"/>
              </w:rPr>
            </w:pPr>
            <w:r w:rsidRPr="002C71DA">
              <w:rPr>
                <w:rFonts w:cstheme="minorHAnsi"/>
              </w:rPr>
              <w:t>Time:</w:t>
            </w:r>
          </w:p>
          <w:p w14:paraId="19E93932" w14:textId="7446DB33" w:rsidR="00BB6014" w:rsidRPr="002C71DA" w:rsidRDefault="002020D7" w:rsidP="00BC6C5C">
            <w:pPr>
              <w:rPr>
                <w:rFonts w:cstheme="minorHAnsi"/>
              </w:rPr>
            </w:pPr>
            <w:r>
              <w:rPr>
                <w:rFonts w:cstheme="minorHAnsi"/>
              </w:rPr>
              <w:t>Heart rate:</w:t>
            </w:r>
          </w:p>
        </w:tc>
        <w:tc>
          <w:tcPr>
            <w:tcW w:w="2314" w:type="dxa"/>
            <w:tcBorders>
              <w:top w:val="nil"/>
              <w:left w:val="nil"/>
              <w:bottom w:val="nil"/>
              <w:right w:val="nil"/>
            </w:tcBorders>
          </w:tcPr>
          <w:p w14:paraId="2344036A" w14:textId="77777777" w:rsidR="00BB6014" w:rsidRPr="002C71DA" w:rsidRDefault="00BB6014" w:rsidP="00BC6C5C">
            <w:pPr>
              <w:rPr>
                <w:rFonts w:cstheme="minorHAnsi"/>
              </w:rPr>
            </w:pPr>
            <w:r w:rsidRPr="002C71DA">
              <w:rPr>
                <w:rFonts w:cstheme="minorHAnsi"/>
              </w:rPr>
              <w:t>Time:</w:t>
            </w:r>
          </w:p>
          <w:p w14:paraId="0343C198" w14:textId="02965B95" w:rsidR="00BB6014" w:rsidRPr="002C71DA" w:rsidRDefault="002020D7" w:rsidP="00BC6C5C">
            <w:pPr>
              <w:rPr>
                <w:rFonts w:cstheme="minorHAnsi"/>
              </w:rPr>
            </w:pPr>
            <w:r>
              <w:rPr>
                <w:rFonts w:cstheme="minorHAnsi"/>
              </w:rPr>
              <w:t>Heart rate:</w:t>
            </w:r>
          </w:p>
        </w:tc>
        <w:tc>
          <w:tcPr>
            <w:tcW w:w="2216" w:type="dxa"/>
            <w:tcBorders>
              <w:top w:val="nil"/>
              <w:left w:val="nil"/>
              <w:bottom w:val="nil"/>
              <w:right w:val="nil"/>
            </w:tcBorders>
          </w:tcPr>
          <w:p w14:paraId="59668DA7" w14:textId="77777777" w:rsidR="00BB6014" w:rsidRPr="002C71DA" w:rsidRDefault="00BB6014" w:rsidP="00BC6C5C">
            <w:pPr>
              <w:rPr>
                <w:rFonts w:cstheme="minorHAnsi"/>
              </w:rPr>
            </w:pPr>
            <w:r w:rsidRPr="002C71DA">
              <w:rPr>
                <w:rFonts w:cstheme="minorHAnsi"/>
              </w:rPr>
              <w:t>Time:</w:t>
            </w:r>
          </w:p>
          <w:p w14:paraId="4E552AAB" w14:textId="15CB4504" w:rsidR="00BB6014" w:rsidRPr="002C71DA" w:rsidRDefault="002020D7" w:rsidP="00BC6C5C">
            <w:pPr>
              <w:rPr>
                <w:rFonts w:cstheme="minorHAnsi"/>
              </w:rPr>
            </w:pPr>
            <w:r>
              <w:rPr>
                <w:rFonts w:cstheme="minorHAnsi"/>
              </w:rPr>
              <w:t>Heart rate:</w:t>
            </w:r>
          </w:p>
        </w:tc>
        <w:tc>
          <w:tcPr>
            <w:tcW w:w="2099" w:type="dxa"/>
            <w:tcBorders>
              <w:top w:val="nil"/>
              <w:left w:val="nil"/>
              <w:bottom w:val="nil"/>
              <w:right w:val="nil"/>
            </w:tcBorders>
          </w:tcPr>
          <w:p w14:paraId="3452BB49" w14:textId="77777777" w:rsidR="00BB6014" w:rsidRPr="002C71DA" w:rsidRDefault="00BB6014" w:rsidP="00BC6C5C">
            <w:pPr>
              <w:rPr>
                <w:rFonts w:cstheme="minorHAnsi"/>
              </w:rPr>
            </w:pPr>
            <w:r w:rsidRPr="002C71DA">
              <w:rPr>
                <w:rFonts w:cstheme="minorHAnsi"/>
              </w:rPr>
              <w:t>Time:</w:t>
            </w:r>
          </w:p>
          <w:p w14:paraId="64E7BF33" w14:textId="1210C28D" w:rsidR="00BB6014" w:rsidRPr="002C71DA" w:rsidRDefault="002020D7" w:rsidP="00BC6C5C">
            <w:pPr>
              <w:rPr>
                <w:rFonts w:cstheme="minorHAnsi"/>
              </w:rPr>
            </w:pPr>
            <w:r>
              <w:rPr>
                <w:rFonts w:cstheme="minorHAnsi"/>
              </w:rPr>
              <w:t>Heart rate:</w:t>
            </w:r>
          </w:p>
        </w:tc>
      </w:tr>
      <w:tr w:rsidR="00BB6014" w:rsidRPr="002C71DA" w14:paraId="707AD7BE" w14:textId="77777777" w:rsidTr="00BC6C5C">
        <w:trPr>
          <w:trHeight w:val="611"/>
        </w:trPr>
        <w:tc>
          <w:tcPr>
            <w:tcW w:w="1973" w:type="dxa"/>
            <w:tcBorders>
              <w:top w:val="nil"/>
              <w:bottom w:val="nil"/>
            </w:tcBorders>
            <w:shd w:val="clear" w:color="auto" w:fill="CDE4F4"/>
          </w:tcPr>
          <w:p w14:paraId="54B64594" w14:textId="77777777" w:rsidR="00BB6014" w:rsidRPr="002C71DA" w:rsidRDefault="00BB6014" w:rsidP="00BC6C5C">
            <w:pPr>
              <w:rPr>
                <w:rFonts w:cstheme="minorHAnsi"/>
              </w:rPr>
            </w:pPr>
            <w:r w:rsidRPr="002C71DA">
              <w:rPr>
                <w:rFonts w:cstheme="minorHAnsi"/>
              </w:rPr>
              <w:t>Week 9</w:t>
            </w:r>
          </w:p>
        </w:tc>
        <w:tc>
          <w:tcPr>
            <w:tcW w:w="2180" w:type="dxa"/>
            <w:tcBorders>
              <w:top w:val="nil"/>
              <w:bottom w:val="nil"/>
            </w:tcBorders>
            <w:shd w:val="clear" w:color="auto" w:fill="CDE4F4"/>
          </w:tcPr>
          <w:p w14:paraId="6F982A36" w14:textId="77777777" w:rsidR="00BB6014" w:rsidRPr="002C71DA" w:rsidRDefault="00BB6014" w:rsidP="00BC6C5C">
            <w:pPr>
              <w:rPr>
                <w:rFonts w:cstheme="minorHAnsi"/>
              </w:rPr>
            </w:pPr>
            <w:r w:rsidRPr="002C71DA">
              <w:rPr>
                <w:rFonts w:cstheme="minorHAnsi"/>
              </w:rPr>
              <w:t>Time:</w:t>
            </w:r>
          </w:p>
          <w:p w14:paraId="3B984597" w14:textId="4760454E" w:rsidR="00BB6014" w:rsidRPr="002C71DA" w:rsidRDefault="002020D7" w:rsidP="00BC6C5C">
            <w:pPr>
              <w:rPr>
                <w:rFonts w:cstheme="minorHAnsi"/>
              </w:rPr>
            </w:pPr>
            <w:r>
              <w:rPr>
                <w:rFonts w:cstheme="minorHAnsi"/>
              </w:rPr>
              <w:t>Heart rate:</w:t>
            </w:r>
          </w:p>
        </w:tc>
        <w:tc>
          <w:tcPr>
            <w:tcW w:w="2180" w:type="dxa"/>
            <w:tcBorders>
              <w:top w:val="nil"/>
              <w:bottom w:val="nil"/>
            </w:tcBorders>
            <w:shd w:val="clear" w:color="auto" w:fill="CDE4F4"/>
          </w:tcPr>
          <w:p w14:paraId="5BB281F4" w14:textId="77777777" w:rsidR="00BB6014" w:rsidRPr="002C71DA" w:rsidRDefault="00BB6014" w:rsidP="00BC6C5C">
            <w:pPr>
              <w:rPr>
                <w:rFonts w:cstheme="minorHAnsi"/>
              </w:rPr>
            </w:pPr>
            <w:r w:rsidRPr="002C71DA">
              <w:rPr>
                <w:rFonts w:cstheme="minorHAnsi"/>
              </w:rPr>
              <w:t>Time:</w:t>
            </w:r>
          </w:p>
          <w:p w14:paraId="6A304E25" w14:textId="2ED5EC79" w:rsidR="00BB6014" w:rsidRPr="002C71DA" w:rsidRDefault="002020D7" w:rsidP="00BC6C5C">
            <w:pPr>
              <w:rPr>
                <w:rFonts w:cstheme="minorHAnsi"/>
              </w:rPr>
            </w:pPr>
            <w:r>
              <w:rPr>
                <w:rFonts w:cstheme="minorHAnsi"/>
              </w:rPr>
              <w:t>Heart rate:</w:t>
            </w:r>
          </w:p>
        </w:tc>
        <w:tc>
          <w:tcPr>
            <w:tcW w:w="2314" w:type="dxa"/>
            <w:tcBorders>
              <w:top w:val="nil"/>
              <w:bottom w:val="nil"/>
            </w:tcBorders>
            <w:shd w:val="clear" w:color="auto" w:fill="CDE4F4"/>
          </w:tcPr>
          <w:p w14:paraId="5A32DFD8" w14:textId="77777777" w:rsidR="00BB6014" w:rsidRPr="002C71DA" w:rsidRDefault="00BB6014" w:rsidP="00BC6C5C">
            <w:pPr>
              <w:rPr>
                <w:rFonts w:cstheme="minorHAnsi"/>
              </w:rPr>
            </w:pPr>
            <w:r w:rsidRPr="002C71DA">
              <w:rPr>
                <w:rFonts w:cstheme="minorHAnsi"/>
              </w:rPr>
              <w:t>Time:</w:t>
            </w:r>
          </w:p>
          <w:p w14:paraId="6CC24BB7" w14:textId="530CD664" w:rsidR="00BB6014" w:rsidRPr="002C71DA" w:rsidRDefault="002020D7" w:rsidP="00BC6C5C">
            <w:pPr>
              <w:rPr>
                <w:rFonts w:cstheme="minorHAnsi"/>
              </w:rPr>
            </w:pPr>
            <w:r>
              <w:rPr>
                <w:rFonts w:cstheme="minorHAnsi"/>
              </w:rPr>
              <w:t>Heart rate:</w:t>
            </w:r>
          </w:p>
        </w:tc>
        <w:tc>
          <w:tcPr>
            <w:tcW w:w="2216" w:type="dxa"/>
            <w:tcBorders>
              <w:top w:val="nil"/>
              <w:bottom w:val="nil"/>
            </w:tcBorders>
            <w:shd w:val="clear" w:color="auto" w:fill="CDE4F4"/>
          </w:tcPr>
          <w:p w14:paraId="74DF9B0C" w14:textId="77777777" w:rsidR="00BB6014" w:rsidRPr="002C71DA" w:rsidRDefault="00BB6014" w:rsidP="00BC6C5C">
            <w:pPr>
              <w:rPr>
                <w:rFonts w:cstheme="minorHAnsi"/>
              </w:rPr>
            </w:pPr>
            <w:r w:rsidRPr="002C71DA">
              <w:rPr>
                <w:rFonts w:cstheme="minorHAnsi"/>
              </w:rPr>
              <w:t>Time:</w:t>
            </w:r>
          </w:p>
          <w:p w14:paraId="414C0708" w14:textId="700E7B64" w:rsidR="00BB6014" w:rsidRPr="002C71DA" w:rsidRDefault="002020D7" w:rsidP="00BC6C5C">
            <w:pPr>
              <w:rPr>
                <w:rFonts w:cstheme="minorHAnsi"/>
              </w:rPr>
            </w:pPr>
            <w:r>
              <w:rPr>
                <w:rFonts w:cstheme="minorHAnsi"/>
              </w:rPr>
              <w:t>Heart rate:</w:t>
            </w:r>
          </w:p>
        </w:tc>
        <w:tc>
          <w:tcPr>
            <w:tcW w:w="2099" w:type="dxa"/>
            <w:tcBorders>
              <w:top w:val="nil"/>
              <w:bottom w:val="nil"/>
            </w:tcBorders>
            <w:shd w:val="clear" w:color="auto" w:fill="CDE4F4"/>
          </w:tcPr>
          <w:p w14:paraId="1CB6987F" w14:textId="77777777" w:rsidR="00BB6014" w:rsidRPr="002C71DA" w:rsidRDefault="00BB6014" w:rsidP="00BC6C5C">
            <w:pPr>
              <w:rPr>
                <w:rFonts w:cstheme="minorHAnsi"/>
              </w:rPr>
            </w:pPr>
            <w:r w:rsidRPr="002C71DA">
              <w:rPr>
                <w:rFonts w:cstheme="minorHAnsi"/>
              </w:rPr>
              <w:t>Time:</w:t>
            </w:r>
          </w:p>
          <w:p w14:paraId="24050AC4" w14:textId="0D7C8B2C" w:rsidR="00BB6014" w:rsidRPr="002C71DA" w:rsidRDefault="002020D7" w:rsidP="00BC6C5C">
            <w:pPr>
              <w:rPr>
                <w:rFonts w:cstheme="minorHAnsi"/>
              </w:rPr>
            </w:pPr>
            <w:r>
              <w:rPr>
                <w:rFonts w:cstheme="minorHAnsi"/>
              </w:rPr>
              <w:t>Heart rate:</w:t>
            </w:r>
          </w:p>
        </w:tc>
      </w:tr>
      <w:tr w:rsidR="00BB6014" w:rsidRPr="002C71DA" w14:paraId="3A8388D1" w14:textId="77777777" w:rsidTr="00BC6C5C">
        <w:trPr>
          <w:trHeight w:val="611"/>
        </w:trPr>
        <w:tc>
          <w:tcPr>
            <w:tcW w:w="1973" w:type="dxa"/>
            <w:tcBorders>
              <w:top w:val="nil"/>
              <w:left w:val="nil"/>
              <w:bottom w:val="single" w:sz="8" w:space="0" w:color="4F81BD"/>
              <w:right w:val="nil"/>
            </w:tcBorders>
          </w:tcPr>
          <w:p w14:paraId="33B38C5C" w14:textId="77777777" w:rsidR="00BB6014" w:rsidRPr="002C71DA" w:rsidRDefault="00BB6014" w:rsidP="00BC6C5C">
            <w:pPr>
              <w:rPr>
                <w:rFonts w:cstheme="minorHAnsi"/>
              </w:rPr>
            </w:pPr>
            <w:r w:rsidRPr="002C71DA">
              <w:rPr>
                <w:rFonts w:cstheme="minorHAnsi"/>
              </w:rPr>
              <w:t>Week 10</w:t>
            </w:r>
          </w:p>
        </w:tc>
        <w:tc>
          <w:tcPr>
            <w:tcW w:w="2180" w:type="dxa"/>
            <w:tcBorders>
              <w:top w:val="nil"/>
              <w:left w:val="nil"/>
              <w:bottom w:val="single" w:sz="8" w:space="0" w:color="4F81BD"/>
              <w:right w:val="nil"/>
            </w:tcBorders>
          </w:tcPr>
          <w:p w14:paraId="0A1C747A" w14:textId="77777777" w:rsidR="00BB6014" w:rsidRPr="002C71DA" w:rsidRDefault="00BB6014" w:rsidP="00BC6C5C">
            <w:pPr>
              <w:rPr>
                <w:rFonts w:cstheme="minorHAnsi"/>
              </w:rPr>
            </w:pPr>
            <w:r w:rsidRPr="002C71DA">
              <w:rPr>
                <w:rFonts w:cstheme="minorHAnsi"/>
              </w:rPr>
              <w:t>Time:</w:t>
            </w:r>
          </w:p>
          <w:p w14:paraId="00AD11A4" w14:textId="0ECD09F8" w:rsidR="00BB6014" w:rsidRPr="002C71DA" w:rsidRDefault="002020D7" w:rsidP="00BC6C5C">
            <w:pPr>
              <w:rPr>
                <w:rFonts w:cstheme="minorHAnsi"/>
              </w:rPr>
            </w:pPr>
            <w:r>
              <w:rPr>
                <w:rFonts w:cstheme="minorHAnsi"/>
              </w:rPr>
              <w:t>Heart rate:</w:t>
            </w:r>
          </w:p>
        </w:tc>
        <w:tc>
          <w:tcPr>
            <w:tcW w:w="2180" w:type="dxa"/>
            <w:tcBorders>
              <w:top w:val="nil"/>
              <w:left w:val="nil"/>
              <w:bottom w:val="single" w:sz="8" w:space="0" w:color="4F81BD"/>
              <w:right w:val="nil"/>
            </w:tcBorders>
          </w:tcPr>
          <w:p w14:paraId="0A8A5F3A" w14:textId="77777777" w:rsidR="00BB6014" w:rsidRPr="002C71DA" w:rsidRDefault="00BB6014" w:rsidP="00BC6C5C">
            <w:pPr>
              <w:rPr>
                <w:rFonts w:cstheme="minorHAnsi"/>
              </w:rPr>
            </w:pPr>
            <w:r w:rsidRPr="002C71DA">
              <w:rPr>
                <w:rFonts w:cstheme="minorHAnsi"/>
              </w:rPr>
              <w:t>Time:</w:t>
            </w:r>
          </w:p>
          <w:p w14:paraId="7973F2B5" w14:textId="1C01E66F" w:rsidR="00BB6014" w:rsidRPr="002C71DA" w:rsidRDefault="002020D7" w:rsidP="00BC6C5C">
            <w:pPr>
              <w:rPr>
                <w:rFonts w:cstheme="minorHAnsi"/>
              </w:rPr>
            </w:pPr>
            <w:r>
              <w:rPr>
                <w:rFonts w:cstheme="minorHAnsi"/>
              </w:rPr>
              <w:t>Heart rate:</w:t>
            </w:r>
          </w:p>
        </w:tc>
        <w:tc>
          <w:tcPr>
            <w:tcW w:w="2314" w:type="dxa"/>
            <w:tcBorders>
              <w:top w:val="nil"/>
              <w:left w:val="nil"/>
              <w:bottom w:val="single" w:sz="8" w:space="0" w:color="4F81BD"/>
              <w:right w:val="nil"/>
            </w:tcBorders>
          </w:tcPr>
          <w:p w14:paraId="70330FC3" w14:textId="77777777" w:rsidR="00BB6014" w:rsidRPr="002C71DA" w:rsidRDefault="00BB6014" w:rsidP="00BC6C5C">
            <w:pPr>
              <w:rPr>
                <w:rFonts w:cstheme="minorHAnsi"/>
              </w:rPr>
            </w:pPr>
            <w:r w:rsidRPr="002C71DA">
              <w:rPr>
                <w:rFonts w:cstheme="minorHAnsi"/>
              </w:rPr>
              <w:t>Time:</w:t>
            </w:r>
          </w:p>
          <w:p w14:paraId="71F093C3" w14:textId="4EDC7436" w:rsidR="00BB6014" w:rsidRPr="002C71DA" w:rsidRDefault="002020D7" w:rsidP="00BC6C5C">
            <w:pPr>
              <w:rPr>
                <w:rFonts w:cstheme="minorHAnsi"/>
              </w:rPr>
            </w:pPr>
            <w:r>
              <w:rPr>
                <w:rFonts w:cstheme="minorHAnsi"/>
              </w:rPr>
              <w:t>Heart rate:</w:t>
            </w:r>
          </w:p>
        </w:tc>
        <w:tc>
          <w:tcPr>
            <w:tcW w:w="2216" w:type="dxa"/>
            <w:tcBorders>
              <w:top w:val="nil"/>
              <w:left w:val="nil"/>
              <w:bottom w:val="single" w:sz="8" w:space="0" w:color="4F81BD"/>
              <w:right w:val="nil"/>
            </w:tcBorders>
          </w:tcPr>
          <w:p w14:paraId="35619DA5" w14:textId="77777777" w:rsidR="00BB6014" w:rsidRPr="002C71DA" w:rsidRDefault="00BB6014" w:rsidP="00BC6C5C">
            <w:pPr>
              <w:rPr>
                <w:rFonts w:cstheme="minorHAnsi"/>
              </w:rPr>
            </w:pPr>
            <w:r w:rsidRPr="002C71DA">
              <w:rPr>
                <w:rFonts w:cstheme="minorHAnsi"/>
              </w:rPr>
              <w:t>Time:</w:t>
            </w:r>
          </w:p>
          <w:p w14:paraId="7CE99BE1" w14:textId="47A52AE1" w:rsidR="00BB6014" w:rsidRPr="002C71DA" w:rsidRDefault="002020D7" w:rsidP="00BC6C5C">
            <w:pPr>
              <w:rPr>
                <w:rFonts w:cstheme="minorHAnsi"/>
              </w:rPr>
            </w:pPr>
            <w:r>
              <w:rPr>
                <w:rFonts w:cstheme="minorHAnsi"/>
              </w:rPr>
              <w:t>Heart rate:</w:t>
            </w:r>
          </w:p>
        </w:tc>
        <w:tc>
          <w:tcPr>
            <w:tcW w:w="2099" w:type="dxa"/>
            <w:tcBorders>
              <w:top w:val="nil"/>
              <w:left w:val="nil"/>
              <w:bottom w:val="single" w:sz="8" w:space="0" w:color="4F81BD"/>
              <w:right w:val="nil"/>
            </w:tcBorders>
          </w:tcPr>
          <w:p w14:paraId="290DF7E2" w14:textId="77777777" w:rsidR="00BB6014" w:rsidRPr="002C71DA" w:rsidRDefault="00BB6014" w:rsidP="00BC6C5C">
            <w:pPr>
              <w:rPr>
                <w:rFonts w:cstheme="minorHAnsi"/>
              </w:rPr>
            </w:pPr>
            <w:r w:rsidRPr="002C71DA">
              <w:rPr>
                <w:rFonts w:cstheme="minorHAnsi"/>
              </w:rPr>
              <w:t>Time:</w:t>
            </w:r>
          </w:p>
          <w:p w14:paraId="17EB575F" w14:textId="6DDE886E" w:rsidR="00BB6014" w:rsidRPr="002C71DA" w:rsidRDefault="002020D7" w:rsidP="00BC6C5C">
            <w:pPr>
              <w:rPr>
                <w:rFonts w:cstheme="minorHAnsi"/>
              </w:rPr>
            </w:pPr>
            <w:r>
              <w:rPr>
                <w:rFonts w:cstheme="minorHAnsi"/>
              </w:rPr>
              <w:t>Heart rate:</w:t>
            </w:r>
          </w:p>
        </w:tc>
      </w:tr>
    </w:tbl>
    <w:p w14:paraId="63248155" w14:textId="77777777" w:rsidR="00BB6014" w:rsidRPr="002C71DA" w:rsidRDefault="00BB6014" w:rsidP="00BB6014">
      <w:pPr>
        <w:rPr>
          <w:rFonts w:cstheme="minorHAnsi"/>
        </w:rPr>
      </w:pPr>
    </w:p>
    <w:p w14:paraId="0A8277B1" w14:textId="3795C0BA" w:rsidR="00BB6014" w:rsidRPr="002C71DA" w:rsidRDefault="00BB6014" w:rsidP="00BB6014">
      <w:pPr>
        <w:rPr>
          <w:rFonts w:cstheme="minorHAnsi"/>
        </w:rPr>
      </w:pPr>
      <w:r w:rsidRPr="002C71DA">
        <w:rPr>
          <w:rFonts w:cstheme="minorHAnsi"/>
        </w:rPr>
        <w:t>Record this data. Refer Statistical Investigation for Term</w:t>
      </w:r>
      <w:r w:rsidR="002020D7">
        <w:rPr>
          <w:rFonts w:cstheme="minorHAnsi"/>
        </w:rPr>
        <w:t xml:space="preserve"> 1:</w:t>
      </w:r>
      <w:r w:rsidRPr="002C71DA">
        <w:rPr>
          <w:rFonts w:cstheme="minorHAnsi"/>
        </w:rPr>
        <w:t xml:space="preserve"> </w:t>
      </w:r>
      <w:r w:rsidRPr="00361190">
        <w:rPr>
          <w:rFonts w:cstheme="minorHAnsi"/>
          <w:i/>
          <w:iCs/>
        </w:rPr>
        <w:t>1.</w:t>
      </w:r>
      <w:r w:rsidR="004442FC">
        <w:rPr>
          <w:rFonts w:cstheme="minorHAnsi"/>
          <w:i/>
          <w:iCs/>
        </w:rPr>
        <w:t>3</w:t>
      </w:r>
      <w:r w:rsidRPr="00361190">
        <w:rPr>
          <w:rFonts w:cstheme="minorHAnsi"/>
          <w:i/>
          <w:iCs/>
        </w:rPr>
        <w:t xml:space="preserve"> Road safety: statistical investigation</w:t>
      </w:r>
      <w:r w:rsidR="009C3418">
        <w:rPr>
          <w:rFonts w:cstheme="minorHAnsi"/>
          <w:i/>
          <w:iCs/>
        </w:rPr>
        <w:t xml:space="preserve"> on road safety</w:t>
      </w:r>
      <w:r w:rsidRPr="002C71DA">
        <w:rPr>
          <w:rFonts w:cstheme="minorHAnsi"/>
        </w:rPr>
        <w:t xml:space="preserve"> to get some ideas.</w:t>
      </w:r>
    </w:p>
    <w:p w14:paraId="4A3684A9" w14:textId="77777777" w:rsidR="00BB6014" w:rsidRPr="002C71DA" w:rsidRDefault="00BB6014" w:rsidP="00BB6014">
      <w:pPr>
        <w:rPr>
          <w:rFonts w:cstheme="minorHAnsi"/>
        </w:rPr>
      </w:pPr>
      <w:r w:rsidRPr="002C71DA">
        <w:rPr>
          <w:rFonts w:cstheme="minorHAnsi"/>
        </w:rPr>
        <w:t>Analyse your data-and look for the trends and patterns in your recordings.  Explain reasons for your results, linking to walking exercises.</w:t>
      </w:r>
    </w:p>
    <w:p w14:paraId="012AA2D2" w14:textId="77777777" w:rsidR="00EA002A" w:rsidRDefault="00EA002A" w:rsidP="00BB6014">
      <w:pPr>
        <w:rPr>
          <w:rFonts w:cstheme="minorHAnsi"/>
        </w:rPr>
      </w:pPr>
    </w:p>
    <w:p w14:paraId="4AC200D7" w14:textId="77777777" w:rsidR="00EA002A" w:rsidRDefault="00EA002A" w:rsidP="00BB6014">
      <w:pPr>
        <w:rPr>
          <w:rFonts w:cstheme="minorHAnsi"/>
        </w:rPr>
      </w:pPr>
    </w:p>
    <w:p w14:paraId="19DDC644" w14:textId="77777777" w:rsidR="00EA002A" w:rsidRDefault="00EA002A" w:rsidP="00BB6014">
      <w:pPr>
        <w:rPr>
          <w:rFonts w:cstheme="minorHAnsi"/>
        </w:rPr>
      </w:pPr>
    </w:p>
    <w:p w14:paraId="2495D8F1" w14:textId="0FA7225B" w:rsidR="00BB6014" w:rsidRDefault="00BB6014" w:rsidP="00BB6014">
      <w:pPr>
        <w:rPr>
          <w:rFonts w:cstheme="minorHAnsi"/>
        </w:rPr>
      </w:pPr>
      <w:r w:rsidRPr="002C71DA">
        <w:rPr>
          <w:rFonts w:cstheme="minorHAnsi"/>
        </w:rPr>
        <w:lastRenderedPageBreak/>
        <w:t>Get students to monitor, evaluate and plan their progress.</w:t>
      </w:r>
    </w:p>
    <w:p w14:paraId="23B0667A" w14:textId="77777777" w:rsidR="00BB6014" w:rsidRPr="002C71DA" w:rsidRDefault="00BB6014" w:rsidP="00BB6014">
      <w:pPr>
        <w:rPr>
          <w:rFonts w:cstheme="minorHAnsi"/>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1402"/>
        <w:gridCol w:w="3945"/>
        <w:gridCol w:w="4045"/>
      </w:tblGrid>
      <w:tr w:rsidR="00BB6014" w:rsidRPr="002C71DA" w14:paraId="4098201D"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19456B"/>
          </w:tcPr>
          <w:p w14:paraId="41581064" w14:textId="77777777" w:rsidR="00BB6014" w:rsidRPr="009C3AAC" w:rsidRDefault="00BB6014" w:rsidP="00BC6C5C">
            <w:pPr>
              <w:rPr>
                <w:rFonts w:cstheme="minorHAnsi"/>
                <w:color w:val="FFFFFF" w:themeColor="background1"/>
              </w:rPr>
            </w:pPr>
            <w:r w:rsidRPr="009C3AAC">
              <w:rPr>
                <w:rFonts w:cstheme="minorHAnsi"/>
                <w:color w:val="FFFFFF" w:themeColor="background1"/>
              </w:rPr>
              <w:t xml:space="preserve">Name: </w:t>
            </w:r>
          </w:p>
          <w:p w14:paraId="6A799D66" w14:textId="77777777" w:rsidR="00BB6014" w:rsidRPr="009C3AAC" w:rsidRDefault="00BB6014" w:rsidP="00BC6C5C">
            <w:pPr>
              <w:rPr>
                <w:rFonts w:cstheme="minorHAnsi"/>
                <w:color w:val="FFFFFF" w:themeColor="background1"/>
              </w:rPr>
            </w:pPr>
          </w:p>
        </w:tc>
        <w:tc>
          <w:tcPr>
            <w:tcW w:w="5954" w:type="dxa"/>
            <w:tcBorders>
              <w:top w:val="single" w:sz="8" w:space="0" w:color="7BA0CD"/>
              <w:left w:val="single" w:sz="8" w:space="0" w:color="7BA0CD"/>
              <w:bottom w:val="single" w:sz="8" w:space="0" w:color="7BA0CD"/>
              <w:right w:val="single" w:sz="8" w:space="0" w:color="7BA0CD"/>
            </w:tcBorders>
            <w:shd w:val="clear" w:color="auto" w:fill="19456B"/>
          </w:tcPr>
          <w:p w14:paraId="5698406C" w14:textId="77777777" w:rsidR="00BB6014" w:rsidRPr="009C3AAC" w:rsidRDefault="00BB6014" w:rsidP="00BC6C5C">
            <w:pPr>
              <w:rPr>
                <w:rFonts w:cstheme="minorHAnsi"/>
                <w:color w:val="FFFFFF" w:themeColor="background1"/>
              </w:rPr>
            </w:pPr>
            <w:r w:rsidRPr="009C3AAC">
              <w:rPr>
                <w:rFonts w:cstheme="minorHAnsi"/>
                <w:color w:val="FFFFFF" w:themeColor="background1"/>
              </w:rPr>
              <w:t>Progress made this week</w:t>
            </w:r>
          </w:p>
          <w:p w14:paraId="29EC5E6E" w14:textId="77777777" w:rsidR="00BB6014" w:rsidRPr="009C3AAC" w:rsidRDefault="00BB6014" w:rsidP="00BC6C5C">
            <w:pPr>
              <w:rPr>
                <w:rFonts w:cstheme="minorHAnsi"/>
                <w:color w:val="FFFFFF" w:themeColor="background1"/>
              </w:rPr>
            </w:pPr>
            <w:r w:rsidRPr="009C3AAC">
              <w:rPr>
                <w:rFonts w:cstheme="minorHAnsi"/>
                <w:color w:val="FFFFFF" w:themeColor="background1"/>
              </w:rPr>
              <w:t>How well am I going?  What was hard/easy?</w:t>
            </w:r>
          </w:p>
          <w:p w14:paraId="6BEF6AB7" w14:textId="77777777" w:rsidR="00BB6014" w:rsidRPr="009C3AAC" w:rsidRDefault="00BB6014" w:rsidP="00BC6C5C">
            <w:pPr>
              <w:rPr>
                <w:rFonts w:cstheme="minorHAnsi"/>
                <w:color w:val="FFFFFF" w:themeColor="background1"/>
              </w:rPr>
            </w:pPr>
            <w:r w:rsidRPr="009C3AAC">
              <w:rPr>
                <w:rFonts w:cstheme="minorHAnsi"/>
                <w:color w:val="FFFFFF" w:themeColor="background1"/>
              </w:rPr>
              <w:t>What can I do to improve my fitness?</w:t>
            </w:r>
          </w:p>
        </w:tc>
        <w:tc>
          <w:tcPr>
            <w:tcW w:w="6151" w:type="dxa"/>
            <w:tcBorders>
              <w:top w:val="single" w:sz="8" w:space="0" w:color="7BA0CD"/>
              <w:left w:val="single" w:sz="8" w:space="0" w:color="7BA0CD"/>
              <w:bottom w:val="single" w:sz="8" w:space="0" w:color="7BA0CD"/>
              <w:right w:val="single" w:sz="8" w:space="0" w:color="7BA0CD"/>
            </w:tcBorders>
            <w:shd w:val="clear" w:color="auto" w:fill="19456B"/>
          </w:tcPr>
          <w:p w14:paraId="5ADDD6A1" w14:textId="77777777" w:rsidR="00BB6014" w:rsidRPr="009C3AAC" w:rsidRDefault="00BB6014" w:rsidP="00BC6C5C">
            <w:pPr>
              <w:rPr>
                <w:rFonts w:cstheme="minorHAnsi"/>
                <w:color w:val="FFFFFF" w:themeColor="background1"/>
              </w:rPr>
            </w:pPr>
            <w:r w:rsidRPr="009C3AAC">
              <w:rPr>
                <w:rFonts w:cstheme="minorHAnsi"/>
                <w:color w:val="FFFFFF" w:themeColor="background1"/>
              </w:rPr>
              <w:t>Plan for next week</w:t>
            </w:r>
          </w:p>
          <w:p w14:paraId="0B7FCAEA" w14:textId="77777777" w:rsidR="00BB6014" w:rsidRPr="009C3AAC" w:rsidRDefault="00BB6014" w:rsidP="00BC6C5C">
            <w:pPr>
              <w:rPr>
                <w:rFonts w:cstheme="minorHAnsi"/>
                <w:color w:val="FFFFFF" w:themeColor="background1"/>
              </w:rPr>
            </w:pPr>
            <w:r w:rsidRPr="009C3AAC">
              <w:rPr>
                <w:rFonts w:cstheme="minorHAnsi"/>
                <w:color w:val="FFFFFF" w:themeColor="background1"/>
              </w:rPr>
              <w:t>An achievable goal is to:</w:t>
            </w:r>
          </w:p>
        </w:tc>
      </w:tr>
      <w:tr w:rsidR="00BB6014" w:rsidRPr="002C71DA" w14:paraId="00CE6EC2"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CDE4F4"/>
          </w:tcPr>
          <w:p w14:paraId="2714DFB7" w14:textId="77777777" w:rsidR="00BB6014" w:rsidRPr="002C71DA" w:rsidRDefault="00BB6014" w:rsidP="00BC6C5C">
            <w:pPr>
              <w:rPr>
                <w:rFonts w:cstheme="minorHAnsi"/>
              </w:rPr>
            </w:pPr>
            <w:r w:rsidRPr="002C71DA">
              <w:rPr>
                <w:rFonts w:cstheme="minorHAnsi"/>
              </w:rPr>
              <w:t>Week 1</w:t>
            </w:r>
          </w:p>
          <w:p w14:paraId="66D72786"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CDE4F4"/>
          </w:tcPr>
          <w:p w14:paraId="67143AC9"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CDE4F4"/>
          </w:tcPr>
          <w:p w14:paraId="0E201B92" w14:textId="77777777" w:rsidR="00BB6014" w:rsidRPr="002C71DA" w:rsidRDefault="00BB6014" w:rsidP="00BC6C5C">
            <w:pPr>
              <w:rPr>
                <w:rFonts w:cstheme="minorHAnsi"/>
              </w:rPr>
            </w:pPr>
          </w:p>
        </w:tc>
      </w:tr>
      <w:tr w:rsidR="00BB6014" w:rsidRPr="002C71DA" w14:paraId="605D4874"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auto"/>
          </w:tcPr>
          <w:p w14:paraId="0A7BBD3B" w14:textId="77777777" w:rsidR="00BB6014" w:rsidRPr="002C71DA" w:rsidRDefault="00BB6014" w:rsidP="00BC6C5C">
            <w:pPr>
              <w:rPr>
                <w:rFonts w:cstheme="minorHAnsi"/>
              </w:rPr>
            </w:pPr>
            <w:r w:rsidRPr="002C71DA">
              <w:rPr>
                <w:rFonts w:cstheme="minorHAnsi"/>
              </w:rPr>
              <w:t>Week 2</w:t>
            </w:r>
          </w:p>
          <w:p w14:paraId="48172F1D"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auto"/>
          </w:tcPr>
          <w:p w14:paraId="3C775718"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auto"/>
          </w:tcPr>
          <w:p w14:paraId="495516EC" w14:textId="77777777" w:rsidR="00BB6014" w:rsidRPr="002C71DA" w:rsidRDefault="00BB6014" w:rsidP="00BC6C5C">
            <w:pPr>
              <w:rPr>
                <w:rFonts w:cstheme="minorHAnsi"/>
              </w:rPr>
            </w:pPr>
          </w:p>
        </w:tc>
      </w:tr>
      <w:tr w:rsidR="00BB6014" w:rsidRPr="002C71DA" w14:paraId="76D8C868"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CDE4F4"/>
          </w:tcPr>
          <w:p w14:paraId="75B1797B" w14:textId="77777777" w:rsidR="00BB6014" w:rsidRPr="002C71DA" w:rsidRDefault="00BB6014" w:rsidP="00BC6C5C">
            <w:pPr>
              <w:rPr>
                <w:rFonts w:cstheme="minorHAnsi"/>
              </w:rPr>
            </w:pPr>
            <w:r w:rsidRPr="002C71DA">
              <w:rPr>
                <w:rFonts w:cstheme="minorHAnsi"/>
              </w:rPr>
              <w:t>Week  3</w:t>
            </w:r>
          </w:p>
          <w:p w14:paraId="348E60BD"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CDE4F4"/>
          </w:tcPr>
          <w:p w14:paraId="552212A4"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CDE4F4"/>
          </w:tcPr>
          <w:p w14:paraId="17321192" w14:textId="77777777" w:rsidR="00BB6014" w:rsidRPr="002C71DA" w:rsidRDefault="00BB6014" w:rsidP="00BC6C5C">
            <w:pPr>
              <w:rPr>
                <w:rFonts w:cstheme="minorHAnsi"/>
              </w:rPr>
            </w:pPr>
          </w:p>
        </w:tc>
      </w:tr>
      <w:tr w:rsidR="00BB6014" w:rsidRPr="002C71DA" w14:paraId="177B21E6"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auto"/>
          </w:tcPr>
          <w:p w14:paraId="758D2AB9" w14:textId="77777777" w:rsidR="00BB6014" w:rsidRPr="002C71DA" w:rsidRDefault="00BB6014" w:rsidP="00BC6C5C">
            <w:pPr>
              <w:rPr>
                <w:rFonts w:cstheme="minorHAnsi"/>
              </w:rPr>
            </w:pPr>
            <w:r w:rsidRPr="002C71DA">
              <w:rPr>
                <w:rFonts w:cstheme="minorHAnsi"/>
              </w:rPr>
              <w:t>Week 4</w:t>
            </w:r>
          </w:p>
          <w:p w14:paraId="43ACFF9B"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auto"/>
          </w:tcPr>
          <w:p w14:paraId="5ED6B5A6"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auto"/>
          </w:tcPr>
          <w:p w14:paraId="6E038110" w14:textId="77777777" w:rsidR="00BB6014" w:rsidRPr="002C71DA" w:rsidRDefault="00BB6014" w:rsidP="00BC6C5C">
            <w:pPr>
              <w:rPr>
                <w:rFonts w:cstheme="minorHAnsi"/>
              </w:rPr>
            </w:pPr>
          </w:p>
        </w:tc>
      </w:tr>
      <w:tr w:rsidR="00BB6014" w:rsidRPr="002C71DA" w14:paraId="367C224D"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CDE4F4"/>
          </w:tcPr>
          <w:p w14:paraId="69D03B5C" w14:textId="77777777" w:rsidR="00BB6014" w:rsidRPr="002C71DA" w:rsidRDefault="00BB6014" w:rsidP="00BC6C5C">
            <w:pPr>
              <w:rPr>
                <w:rFonts w:cstheme="minorHAnsi"/>
              </w:rPr>
            </w:pPr>
            <w:r w:rsidRPr="002C71DA">
              <w:rPr>
                <w:rFonts w:cstheme="minorHAnsi"/>
              </w:rPr>
              <w:t>Week 5</w:t>
            </w:r>
          </w:p>
          <w:p w14:paraId="74822B36"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CDE4F4"/>
          </w:tcPr>
          <w:p w14:paraId="40C09AF2"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CDE4F4"/>
          </w:tcPr>
          <w:p w14:paraId="38051825" w14:textId="77777777" w:rsidR="00BB6014" w:rsidRPr="002C71DA" w:rsidRDefault="00BB6014" w:rsidP="00BC6C5C">
            <w:pPr>
              <w:rPr>
                <w:rFonts w:cstheme="minorHAnsi"/>
              </w:rPr>
            </w:pPr>
          </w:p>
        </w:tc>
      </w:tr>
      <w:tr w:rsidR="00BB6014" w:rsidRPr="002C71DA" w14:paraId="15777365"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auto"/>
          </w:tcPr>
          <w:p w14:paraId="533CBC2A" w14:textId="77777777" w:rsidR="00BB6014" w:rsidRPr="002C71DA" w:rsidRDefault="00BB6014" w:rsidP="00BC6C5C">
            <w:pPr>
              <w:rPr>
                <w:rFonts w:cstheme="minorHAnsi"/>
              </w:rPr>
            </w:pPr>
            <w:r w:rsidRPr="002C71DA">
              <w:rPr>
                <w:rFonts w:cstheme="minorHAnsi"/>
              </w:rPr>
              <w:t>Week 6</w:t>
            </w:r>
          </w:p>
          <w:p w14:paraId="5C0B6914"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auto"/>
          </w:tcPr>
          <w:p w14:paraId="3CCB0B98"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auto"/>
          </w:tcPr>
          <w:p w14:paraId="54888C33" w14:textId="77777777" w:rsidR="00BB6014" w:rsidRPr="002C71DA" w:rsidRDefault="00BB6014" w:rsidP="00BC6C5C">
            <w:pPr>
              <w:rPr>
                <w:rFonts w:cstheme="minorHAnsi"/>
              </w:rPr>
            </w:pPr>
          </w:p>
        </w:tc>
      </w:tr>
      <w:tr w:rsidR="00BB6014" w:rsidRPr="002C71DA" w14:paraId="228CB086"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CDE4F4"/>
          </w:tcPr>
          <w:p w14:paraId="2292AEA1" w14:textId="77777777" w:rsidR="00BB6014" w:rsidRPr="002C71DA" w:rsidRDefault="00BB6014" w:rsidP="00BC6C5C">
            <w:pPr>
              <w:rPr>
                <w:rFonts w:cstheme="minorHAnsi"/>
              </w:rPr>
            </w:pPr>
            <w:r w:rsidRPr="002C71DA">
              <w:rPr>
                <w:rFonts w:cstheme="minorHAnsi"/>
              </w:rPr>
              <w:t>Week 7</w:t>
            </w:r>
          </w:p>
          <w:p w14:paraId="70420E28"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CDE4F4"/>
          </w:tcPr>
          <w:p w14:paraId="31261329"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CDE4F4"/>
          </w:tcPr>
          <w:p w14:paraId="1CB9E4D6" w14:textId="77777777" w:rsidR="00BB6014" w:rsidRPr="002C71DA" w:rsidRDefault="00BB6014" w:rsidP="00BC6C5C">
            <w:pPr>
              <w:rPr>
                <w:rFonts w:cstheme="minorHAnsi"/>
              </w:rPr>
            </w:pPr>
          </w:p>
        </w:tc>
      </w:tr>
      <w:tr w:rsidR="00BB6014" w:rsidRPr="002C71DA" w14:paraId="6A5635C0"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auto"/>
          </w:tcPr>
          <w:p w14:paraId="0A5CC2CD" w14:textId="77777777" w:rsidR="00BB6014" w:rsidRPr="002C71DA" w:rsidRDefault="00BB6014" w:rsidP="00BC6C5C">
            <w:pPr>
              <w:rPr>
                <w:rFonts w:cstheme="minorHAnsi"/>
              </w:rPr>
            </w:pPr>
            <w:r w:rsidRPr="002C71DA">
              <w:rPr>
                <w:rFonts w:cstheme="minorHAnsi"/>
              </w:rPr>
              <w:t>Week 8</w:t>
            </w:r>
          </w:p>
          <w:p w14:paraId="23A9D5D7"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auto"/>
          </w:tcPr>
          <w:p w14:paraId="457D68C1"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auto"/>
          </w:tcPr>
          <w:p w14:paraId="7728912C" w14:textId="77777777" w:rsidR="00BB6014" w:rsidRPr="002C71DA" w:rsidRDefault="00BB6014" w:rsidP="00BC6C5C">
            <w:pPr>
              <w:rPr>
                <w:rFonts w:cstheme="minorHAnsi"/>
              </w:rPr>
            </w:pPr>
          </w:p>
        </w:tc>
      </w:tr>
      <w:tr w:rsidR="00BB6014" w:rsidRPr="002C71DA" w14:paraId="25004316"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CDE4F4"/>
          </w:tcPr>
          <w:p w14:paraId="0858EED4" w14:textId="77777777" w:rsidR="00BB6014" w:rsidRPr="002C71DA" w:rsidRDefault="00BB6014" w:rsidP="00BC6C5C">
            <w:pPr>
              <w:rPr>
                <w:rFonts w:cstheme="minorHAnsi"/>
              </w:rPr>
            </w:pPr>
            <w:r w:rsidRPr="002C71DA">
              <w:rPr>
                <w:rFonts w:cstheme="minorHAnsi"/>
              </w:rPr>
              <w:t>Week 9</w:t>
            </w:r>
          </w:p>
          <w:p w14:paraId="56CEF9F4"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CDE4F4"/>
          </w:tcPr>
          <w:p w14:paraId="5D57F5A8"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CDE4F4"/>
          </w:tcPr>
          <w:p w14:paraId="12781D14" w14:textId="77777777" w:rsidR="00BB6014" w:rsidRPr="002C71DA" w:rsidRDefault="00BB6014" w:rsidP="00BC6C5C">
            <w:pPr>
              <w:rPr>
                <w:rFonts w:cstheme="minorHAnsi"/>
              </w:rPr>
            </w:pPr>
          </w:p>
        </w:tc>
      </w:tr>
      <w:tr w:rsidR="00BB6014" w:rsidRPr="002C71DA" w14:paraId="5ABC68BC" w14:textId="77777777" w:rsidTr="00BC6C5C">
        <w:tc>
          <w:tcPr>
            <w:tcW w:w="1838" w:type="dxa"/>
            <w:tcBorders>
              <w:top w:val="single" w:sz="8" w:space="0" w:color="7BA0CD"/>
              <w:left w:val="single" w:sz="8" w:space="0" w:color="7BA0CD"/>
              <w:bottom w:val="single" w:sz="8" w:space="0" w:color="7BA0CD"/>
              <w:right w:val="single" w:sz="8" w:space="0" w:color="7BA0CD"/>
            </w:tcBorders>
            <w:shd w:val="clear" w:color="auto" w:fill="auto"/>
          </w:tcPr>
          <w:p w14:paraId="161A6D06" w14:textId="77777777" w:rsidR="00BB6014" w:rsidRPr="002C71DA" w:rsidRDefault="00BB6014" w:rsidP="00BC6C5C">
            <w:pPr>
              <w:rPr>
                <w:rFonts w:cstheme="minorHAnsi"/>
              </w:rPr>
            </w:pPr>
            <w:r w:rsidRPr="002C71DA">
              <w:rPr>
                <w:rFonts w:cstheme="minorHAnsi"/>
              </w:rPr>
              <w:t>Week 10</w:t>
            </w:r>
          </w:p>
          <w:p w14:paraId="0ED54458" w14:textId="77777777" w:rsidR="00BB6014" w:rsidRPr="002C71DA" w:rsidRDefault="00BB6014" w:rsidP="00BC6C5C">
            <w:pPr>
              <w:rPr>
                <w:rFonts w:cstheme="minorHAnsi"/>
              </w:rPr>
            </w:pPr>
          </w:p>
        </w:tc>
        <w:tc>
          <w:tcPr>
            <w:tcW w:w="5954" w:type="dxa"/>
            <w:tcBorders>
              <w:top w:val="single" w:sz="8" w:space="0" w:color="7BA0CD"/>
              <w:left w:val="single" w:sz="8" w:space="0" w:color="7BA0CD"/>
              <w:bottom w:val="single" w:sz="8" w:space="0" w:color="7BA0CD"/>
              <w:right w:val="single" w:sz="8" w:space="0" w:color="7BA0CD"/>
            </w:tcBorders>
            <w:shd w:val="clear" w:color="auto" w:fill="auto"/>
          </w:tcPr>
          <w:p w14:paraId="26AB8A2F" w14:textId="77777777" w:rsidR="00BB6014" w:rsidRPr="002C71DA" w:rsidRDefault="00BB6014" w:rsidP="00BC6C5C">
            <w:pPr>
              <w:rPr>
                <w:rFonts w:cstheme="minorHAnsi"/>
              </w:rPr>
            </w:pPr>
          </w:p>
        </w:tc>
        <w:tc>
          <w:tcPr>
            <w:tcW w:w="6151" w:type="dxa"/>
            <w:tcBorders>
              <w:top w:val="single" w:sz="8" w:space="0" w:color="7BA0CD"/>
              <w:left w:val="single" w:sz="8" w:space="0" w:color="7BA0CD"/>
              <w:bottom w:val="single" w:sz="8" w:space="0" w:color="7BA0CD"/>
              <w:right w:val="single" w:sz="8" w:space="0" w:color="7BA0CD"/>
            </w:tcBorders>
            <w:shd w:val="clear" w:color="auto" w:fill="auto"/>
          </w:tcPr>
          <w:p w14:paraId="1DE0F8FB" w14:textId="77777777" w:rsidR="00BB6014" w:rsidRPr="002C71DA" w:rsidRDefault="00BB6014" w:rsidP="00BC6C5C">
            <w:pPr>
              <w:rPr>
                <w:rFonts w:cstheme="minorHAnsi"/>
              </w:rPr>
            </w:pPr>
          </w:p>
        </w:tc>
      </w:tr>
    </w:tbl>
    <w:p w14:paraId="090ACCF1" w14:textId="77777777" w:rsidR="00BB6014" w:rsidRPr="002C71DA" w:rsidRDefault="00BB6014" w:rsidP="00BB6014">
      <w:pPr>
        <w:rPr>
          <w:rFonts w:cstheme="minorHAnsi"/>
        </w:rPr>
      </w:pPr>
    </w:p>
    <w:p w14:paraId="321E5858" w14:textId="77777777" w:rsidR="009C3418" w:rsidRDefault="009C3418" w:rsidP="00BB6014">
      <w:pPr>
        <w:rPr>
          <w:rFonts w:cstheme="minorHAnsi"/>
        </w:rPr>
      </w:pPr>
    </w:p>
    <w:p w14:paraId="04DED6D8" w14:textId="77777777" w:rsidR="009C3418" w:rsidRDefault="009C3418">
      <w:pPr>
        <w:spacing w:line="240" w:lineRule="atLeast"/>
        <w:rPr>
          <w:rFonts w:cstheme="minorHAnsi"/>
        </w:rPr>
      </w:pPr>
      <w:r>
        <w:rPr>
          <w:rFonts w:cstheme="minorHAnsi"/>
        </w:rPr>
        <w:br w:type="page"/>
      </w:r>
    </w:p>
    <w:p w14:paraId="4A82971D" w14:textId="186F8F61" w:rsidR="009C3418" w:rsidRDefault="00BB6014" w:rsidP="009C3418">
      <w:pPr>
        <w:rPr>
          <w:rFonts w:cstheme="minorHAnsi"/>
        </w:rPr>
      </w:pPr>
      <w:r w:rsidRPr="002C71DA">
        <w:rPr>
          <w:rFonts w:cstheme="minorHAnsi"/>
        </w:rPr>
        <w:lastRenderedPageBreak/>
        <w:t>Get students to create their own fitness plan for one week or get individual students to design one for the class.</w:t>
      </w:r>
    </w:p>
    <w:p w14:paraId="4869BDD3" w14:textId="77777777" w:rsidR="00BB6014" w:rsidRPr="002C71DA" w:rsidRDefault="00BB6014" w:rsidP="00BB6014">
      <w:pPr>
        <w:rPr>
          <w:rFonts w:cstheme="minorHAnsi"/>
        </w:rPr>
      </w:pPr>
    </w:p>
    <w:tbl>
      <w:tblPr>
        <w:tblW w:w="0" w:type="auto"/>
        <w:tblBorders>
          <w:top w:val="single" w:sz="8" w:space="0" w:color="4F81BD"/>
          <w:bottom w:val="single" w:sz="8" w:space="0" w:color="4F81BD"/>
        </w:tblBorders>
        <w:tblLook w:val="00A0" w:firstRow="1" w:lastRow="0" w:firstColumn="1" w:lastColumn="0" w:noHBand="0" w:noVBand="0"/>
      </w:tblPr>
      <w:tblGrid>
        <w:gridCol w:w="1383"/>
        <w:gridCol w:w="1137"/>
        <w:gridCol w:w="1181"/>
        <w:gridCol w:w="1355"/>
        <w:gridCol w:w="1180"/>
        <w:gridCol w:w="963"/>
        <w:gridCol w:w="1154"/>
        <w:gridCol w:w="1059"/>
      </w:tblGrid>
      <w:tr w:rsidR="00BB6014" w:rsidRPr="002C71DA" w14:paraId="7CB63FB7" w14:textId="77777777" w:rsidTr="00BC6C5C">
        <w:tc>
          <w:tcPr>
            <w:tcW w:w="1940" w:type="dxa"/>
            <w:tcBorders>
              <w:top w:val="single" w:sz="8" w:space="0" w:color="4F81BD"/>
              <w:bottom w:val="single" w:sz="8" w:space="0" w:color="4F81BD"/>
            </w:tcBorders>
            <w:shd w:val="clear" w:color="auto" w:fill="CDE4F4"/>
          </w:tcPr>
          <w:p w14:paraId="0EEC183E" w14:textId="77777777" w:rsidR="00BB6014" w:rsidRPr="002C71DA" w:rsidRDefault="00BB6014" w:rsidP="00BC6C5C">
            <w:pPr>
              <w:rPr>
                <w:rFonts w:cstheme="minorHAnsi"/>
              </w:rPr>
            </w:pPr>
            <w:r w:rsidRPr="002C71DA">
              <w:rPr>
                <w:rFonts w:cstheme="minorHAnsi"/>
              </w:rPr>
              <w:t>Name:</w:t>
            </w:r>
          </w:p>
          <w:p w14:paraId="126AC92F" w14:textId="77777777" w:rsidR="00BB6014" w:rsidRPr="002C71DA" w:rsidRDefault="00BB6014" w:rsidP="00BC6C5C">
            <w:pPr>
              <w:rPr>
                <w:rFonts w:cstheme="minorHAnsi"/>
              </w:rPr>
            </w:pPr>
          </w:p>
        </w:tc>
        <w:tc>
          <w:tcPr>
            <w:tcW w:w="1889" w:type="dxa"/>
            <w:tcBorders>
              <w:top w:val="single" w:sz="8" w:space="0" w:color="4F81BD"/>
              <w:bottom w:val="single" w:sz="8" w:space="0" w:color="4F81BD"/>
            </w:tcBorders>
            <w:shd w:val="clear" w:color="auto" w:fill="CDE4F4"/>
          </w:tcPr>
          <w:p w14:paraId="25B4CE91" w14:textId="77777777" w:rsidR="00BB6014" w:rsidRPr="002C71DA" w:rsidRDefault="00BB6014" w:rsidP="00BC6C5C">
            <w:pPr>
              <w:rPr>
                <w:rFonts w:cstheme="minorHAnsi"/>
              </w:rPr>
            </w:pPr>
            <w:r w:rsidRPr="002C71DA">
              <w:rPr>
                <w:rFonts w:cstheme="minorHAnsi"/>
              </w:rPr>
              <w:t>Monday</w:t>
            </w:r>
          </w:p>
          <w:p w14:paraId="246556E3" w14:textId="77777777" w:rsidR="00BB6014" w:rsidRPr="002C71DA" w:rsidRDefault="00BB6014" w:rsidP="00BC6C5C">
            <w:pPr>
              <w:rPr>
                <w:rFonts w:cstheme="minorHAnsi"/>
              </w:rPr>
            </w:pPr>
            <w:r w:rsidRPr="002C71DA">
              <w:rPr>
                <w:rFonts w:cstheme="minorHAnsi"/>
              </w:rPr>
              <w:t>Date:</w:t>
            </w:r>
          </w:p>
        </w:tc>
        <w:tc>
          <w:tcPr>
            <w:tcW w:w="1889" w:type="dxa"/>
            <w:tcBorders>
              <w:top w:val="single" w:sz="8" w:space="0" w:color="4F81BD"/>
              <w:bottom w:val="single" w:sz="8" w:space="0" w:color="4F81BD"/>
            </w:tcBorders>
            <w:shd w:val="clear" w:color="auto" w:fill="CDE4F4"/>
          </w:tcPr>
          <w:p w14:paraId="5EC2FD82" w14:textId="77777777" w:rsidR="00BB6014" w:rsidRPr="002C71DA" w:rsidRDefault="00BB6014" w:rsidP="00BC6C5C">
            <w:pPr>
              <w:rPr>
                <w:rFonts w:cstheme="minorHAnsi"/>
              </w:rPr>
            </w:pPr>
            <w:r w:rsidRPr="002C71DA">
              <w:rPr>
                <w:rFonts w:cstheme="minorHAnsi"/>
              </w:rPr>
              <w:t>Tuesday</w:t>
            </w:r>
          </w:p>
          <w:p w14:paraId="79844328" w14:textId="77777777" w:rsidR="00BB6014" w:rsidRPr="002C71DA" w:rsidRDefault="00BB6014" w:rsidP="00BC6C5C">
            <w:pPr>
              <w:rPr>
                <w:rFonts w:cstheme="minorHAnsi"/>
              </w:rPr>
            </w:pPr>
            <w:r w:rsidRPr="002C71DA">
              <w:rPr>
                <w:rFonts w:cstheme="minorHAnsi"/>
              </w:rPr>
              <w:t>Date:</w:t>
            </w:r>
          </w:p>
        </w:tc>
        <w:tc>
          <w:tcPr>
            <w:tcW w:w="1648" w:type="dxa"/>
            <w:tcBorders>
              <w:top w:val="single" w:sz="8" w:space="0" w:color="4F81BD"/>
              <w:bottom w:val="single" w:sz="8" w:space="0" w:color="4F81BD"/>
            </w:tcBorders>
            <w:shd w:val="clear" w:color="auto" w:fill="CDE4F4"/>
          </w:tcPr>
          <w:p w14:paraId="62115B0D" w14:textId="77777777" w:rsidR="00BB6014" w:rsidRPr="002C71DA" w:rsidRDefault="00BB6014" w:rsidP="00BC6C5C">
            <w:pPr>
              <w:rPr>
                <w:rFonts w:cstheme="minorHAnsi"/>
              </w:rPr>
            </w:pPr>
            <w:r w:rsidRPr="002C71DA">
              <w:rPr>
                <w:rFonts w:cstheme="minorHAnsi"/>
              </w:rPr>
              <w:t>Wednesday</w:t>
            </w:r>
          </w:p>
          <w:p w14:paraId="4EDEF5F0" w14:textId="77777777" w:rsidR="00BB6014" w:rsidRPr="002C71DA" w:rsidRDefault="00BB6014" w:rsidP="00BC6C5C">
            <w:pPr>
              <w:rPr>
                <w:rFonts w:cstheme="minorHAnsi"/>
              </w:rPr>
            </w:pPr>
            <w:r w:rsidRPr="002C71DA">
              <w:rPr>
                <w:rFonts w:cstheme="minorHAnsi"/>
              </w:rPr>
              <w:t>Date:</w:t>
            </w:r>
          </w:p>
        </w:tc>
        <w:tc>
          <w:tcPr>
            <w:tcW w:w="1648" w:type="dxa"/>
            <w:tcBorders>
              <w:top w:val="single" w:sz="8" w:space="0" w:color="4F81BD"/>
              <w:bottom w:val="single" w:sz="8" w:space="0" w:color="4F81BD"/>
            </w:tcBorders>
            <w:shd w:val="clear" w:color="auto" w:fill="CDE4F4"/>
          </w:tcPr>
          <w:p w14:paraId="5A8DC776" w14:textId="77777777" w:rsidR="00BB6014" w:rsidRPr="002C71DA" w:rsidRDefault="00BB6014" w:rsidP="00BC6C5C">
            <w:pPr>
              <w:rPr>
                <w:rFonts w:cstheme="minorHAnsi"/>
              </w:rPr>
            </w:pPr>
            <w:r w:rsidRPr="002C71DA">
              <w:rPr>
                <w:rFonts w:cstheme="minorHAnsi"/>
              </w:rPr>
              <w:t>Thursday</w:t>
            </w:r>
          </w:p>
          <w:p w14:paraId="0C29DA74" w14:textId="77777777" w:rsidR="00BB6014" w:rsidRPr="002C71DA" w:rsidRDefault="00BB6014" w:rsidP="00BC6C5C">
            <w:pPr>
              <w:rPr>
                <w:rFonts w:cstheme="minorHAnsi"/>
              </w:rPr>
            </w:pPr>
            <w:r w:rsidRPr="002C71DA">
              <w:rPr>
                <w:rFonts w:cstheme="minorHAnsi"/>
              </w:rPr>
              <w:t>Date:</w:t>
            </w:r>
          </w:p>
        </w:tc>
        <w:tc>
          <w:tcPr>
            <w:tcW w:w="1648" w:type="dxa"/>
            <w:tcBorders>
              <w:top w:val="single" w:sz="8" w:space="0" w:color="4F81BD"/>
              <w:bottom w:val="single" w:sz="8" w:space="0" w:color="4F81BD"/>
            </w:tcBorders>
            <w:shd w:val="clear" w:color="auto" w:fill="CDE4F4"/>
          </w:tcPr>
          <w:p w14:paraId="3CAE4CC9" w14:textId="77777777" w:rsidR="00BB6014" w:rsidRPr="002C71DA" w:rsidRDefault="00BB6014" w:rsidP="00BC6C5C">
            <w:pPr>
              <w:rPr>
                <w:rFonts w:cstheme="minorHAnsi"/>
              </w:rPr>
            </w:pPr>
            <w:r w:rsidRPr="002C71DA">
              <w:rPr>
                <w:rFonts w:cstheme="minorHAnsi"/>
              </w:rPr>
              <w:t>Friday</w:t>
            </w:r>
          </w:p>
          <w:p w14:paraId="05C4A127" w14:textId="77777777" w:rsidR="00BB6014" w:rsidRPr="002C71DA" w:rsidRDefault="00BB6014" w:rsidP="00BC6C5C">
            <w:pPr>
              <w:rPr>
                <w:rFonts w:cstheme="minorHAnsi"/>
              </w:rPr>
            </w:pPr>
            <w:r w:rsidRPr="002C71DA">
              <w:rPr>
                <w:rFonts w:cstheme="minorHAnsi"/>
              </w:rPr>
              <w:t>Date:</w:t>
            </w:r>
          </w:p>
        </w:tc>
        <w:tc>
          <w:tcPr>
            <w:tcW w:w="1648" w:type="dxa"/>
            <w:tcBorders>
              <w:top w:val="single" w:sz="8" w:space="0" w:color="4F81BD"/>
              <w:bottom w:val="single" w:sz="8" w:space="0" w:color="4F81BD"/>
            </w:tcBorders>
            <w:shd w:val="clear" w:color="auto" w:fill="CDE4F4"/>
          </w:tcPr>
          <w:p w14:paraId="6366F862" w14:textId="77777777" w:rsidR="00BB6014" w:rsidRPr="002C71DA" w:rsidRDefault="00BB6014" w:rsidP="00BC6C5C">
            <w:pPr>
              <w:rPr>
                <w:rFonts w:cstheme="minorHAnsi"/>
              </w:rPr>
            </w:pPr>
            <w:r w:rsidRPr="002C71DA">
              <w:rPr>
                <w:rFonts w:cstheme="minorHAnsi"/>
              </w:rPr>
              <w:t>Saturday</w:t>
            </w:r>
          </w:p>
          <w:p w14:paraId="0053AFAE" w14:textId="77777777" w:rsidR="00BB6014" w:rsidRPr="002C71DA" w:rsidRDefault="00BB6014" w:rsidP="00BC6C5C">
            <w:pPr>
              <w:rPr>
                <w:rFonts w:cstheme="minorHAnsi"/>
              </w:rPr>
            </w:pPr>
            <w:r w:rsidRPr="002C71DA">
              <w:rPr>
                <w:rFonts w:cstheme="minorHAnsi"/>
              </w:rPr>
              <w:t>Date:</w:t>
            </w:r>
          </w:p>
        </w:tc>
        <w:tc>
          <w:tcPr>
            <w:tcW w:w="1648" w:type="dxa"/>
            <w:tcBorders>
              <w:top w:val="single" w:sz="8" w:space="0" w:color="4F81BD"/>
              <w:bottom w:val="single" w:sz="8" w:space="0" w:color="4F81BD"/>
            </w:tcBorders>
            <w:shd w:val="clear" w:color="auto" w:fill="CDE4F4"/>
          </w:tcPr>
          <w:p w14:paraId="25876527" w14:textId="77777777" w:rsidR="00BB6014" w:rsidRPr="002C71DA" w:rsidRDefault="00BB6014" w:rsidP="00BC6C5C">
            <w:pPr>
              <w:rPr>
                <w:rFonts w:cstheme="minorHAnsi"/>
              </w:rPr>
            </w:pPr>
            <w:r w:rsidRPr="002C71DA">
              <w:rPr>
                <w:rFonts w:cstheme="minorHAnsi"/>
              </w:rPr>
              <w:t>Sunday</w:t>
            </w:r>
          </w:p>
          <w:p w14:paraId="564052D3" w14:textId="77777777" w:rsidR="00BB6014" w:rsidRPr="002C71DA" w:rsidRDefault="00BB6014" w:rsidP="00BC6C5C">
            <w:pPr>
              <w:rPr>
                <w:rFonts w:cstheme="minorHAnsi"/>
              </w:rPr>
            </w:pPr>
            <w:r w:rsidRPr="002C71DA">
              <w:rPr>
                <w:rFonts w:cstheme="minorHAnsi"/>
              </w:rPr>
              <w:t>Date:</w:t>
            </w:r>
          </w:p>
        </w:tc>
      </w:tr>
      <w:tr w:rsidR="00BB6014" w:rsidRPr="002C71DA" w14:paraId="7109A532" w14:textId="77777777" w:rsidTr="00BC6C5C">
        <w:tc>
          <w:tcPr>
            <w:tcW w:w="1940" w:type="dxa"/>
            <w:tcBorders>
              <w:top w:val="nil"/>
              <w:bottom w:val="nil"/>
            </w:tcBorders>
            <w:shd w:val="clear" w:color="auto" w:fill="auto"/>
          </w:tcPr>
          <w:p w14:paraId="76B7523A" w14:textId="77777777" w:rsidR="00BB6014" w:rsidRPr="002C71DA" w:rsidRDefault="00BB6014" w:rsidP="00BC6C5C">
            <w:pPr>
              <w:rPr>
                <w:rFonts w:cstheme="minorHAnsi"/>
              </w:rPr>
            </w:pPr>
            <w:r w:rsidRPr="002C71DA">
              <w:rPr>
                <w:rFonts w:cstheme="minorHAnsi"/>
              </w:rPr>
              <w:t>Walking Activities:</w:t>
            </w:r>
          </w:p>
        </w:tc>
        <w:tc>
          <w:tcPr>
            <w:tcW w:w="1889" w:type="dxa"/>
            <w:tcBorders>
              <w:top w:val="nil"/>
              <w:bottom w:val="nil"/>
            </w:tcBorders>
            <w:shd w:val="clear" w:color="auto" w:fill="auto"/>
          </w:tcPr>
          <w:p w14:paraId="71DA79EC" w14:textId="77777777" w:rsidR="00BB6014" w:rsidRPr="002C71DA" w:rsidRDefault="00BB6014" w:rsidP="00BC6C5C">
            <w:pPr>
              <w:rPr>
                <w:rFonts w:cstheme="minorHAnsi"/>
              </w:rPr>
            </w:pPr>
          </w:p>
          <w:p w14:paraId="65844081" w14:textId="77777777" w:rsidR="00BB6014" w:rsidRPr="002C71DA" w:rsidRDefault="00BB6014" w:rsidP="00BC6C5C">
            <w:pPr>
              <w:rPr>
                <w:rFonts w:cstheme="minorHAnsi"/>
              </w:rPr>
            </w:pPr>
          </w:p>
          <w:p w14:paraId="1DAB72C0" w14:textId="77777777" w:rsidR="00BB6014" w:rsidRPr="002C71DA" w:rsidRDefault="00BB6014" w:rsidP="00BC6C5C">
            <w:pPr>
              <w:rPr>
                <w:rFonts w:cstheme="minorHAnsi"/>
              </w:rPr>
            </w:pPr>
          </w:p>
          <w:p w14:paraId="555DFA14" w14:textId="77777777" w:rsidR="00BB6014" w:rsidRPr="002C71DA" w:rsidRDefault="00BB6014" w:rsidP="00BC6C5C">
            <w:pPr>
              <w:rPr>
                <w:rFonts w:cstheme="minorHAnsi"/>
              </w:rPr>
            </w:pPr>
          </w:p>
          <w:p w14:paraId="114FB24D" w14:textId="77777777" w:rsidR="00BB6014" w:rsidRPr="002C71DA" w:rsidRDefault="00BB6014" w:rsidP="00BC6C5C">
            <w:pPr>
              <w:rPr>
                <w:rFonts w:cstheme="minorHAnsi"/>
              </w:rPr>
            </w:pPr>
          </w:p>
          <w:p w14:paraId="3977F011" w14:textId="77777777" w:rsidR="00BB6014" w:rsidRPr="002C71DA" w:rsidRDefault="00BB6014" w:rsidP="00BC6C5C">
            <w:pPr>
              <w:rPr>
                <w:rFonts w:cstheme="minorHAnsi"/>
              </w:rPr>
            </w:pPr>
          </w:p>
        </w:tc>
        <w:tc>
          <w:tcPr>
            <w:tcW w:w="1889" w:type="dxa"/>
            <w:tcBorders>
              <w:top w:val="nil"/>
              <w:bottom w:val="nil"/>
            </w:tcBorders>
            <w:shd w:val="clear" w:color="auto" w:fill="auto"/>
          </w:tcPr>
          <w:p w14:paraId="49418994" w14:textId="77777777" w:rsidR="00BB6014" w:rsidRPr="002C71DA" w:rsidRDefault="00BB6014" w:rsidP="00BC6C5C">
            <w:pPr>
              <w:rPr>
                <w:rFonts w:cstheme="minorHAnsi"/>
              </w:rPr>
            </w:pPr>
          </w:p>
        </w:tc>
        <w:tc>
          <w:tcPr>
            <w:tcW w:w="1648" w:type="dxa"/>
            <w:tcBorders>
              <w:top w:val="nil"/>
              <w:bottom w:val="nil"/>
            </w:tcBorders>
            <w:shd w:val="clear" w:color="auto" w:fill="auto"/>
          </w:tcPr>
          <w:p w14:paraId="7247BE97" w14:textId="77777777" w:rsidR="00BB6014" w:rsidRPr="002C71DA" w:rsidRDefault="00BB6014" w:rsidP="00BC6C5C">
            <w:pPr>
              <w:rPr>
                <w:rFonts w:cstheme="minorHAnsi"/>
              </w:rPr>
            </w:pPr>
          </w:p>
        </w:tc>
        <w:tc>
          <w:tcPr>
            <w:tcW w:w="1648" w:type="dxa"/>
            <w:tcBorders>
              <w:top w:val="nil"/>
              <w:bottom w:val="nil"/>
            </w:tcBorders>
            <w:shd w:val="clear" w:color="auto" w:fill="auto"/>
          </w:tcPr>
          <w:p w14:paraId="4567A02A" w14:textId="77777777" w:rsidR="00BB6014" w:rsidRPr="002C71DA" w:rsidRDefault="00BB6014" w:rsidP="00BC6C5C">
            <w:pPr>
              <w:rPr>
                <w:rFonts w:cstheme="minorHAnsi"/>
              </w:rPr>
            </w:pPr>
          </w:p>
        </w:tc>
        <w:tc>
          <w:tcPr>
            <w:tcW w:w="1648" w:type="dxa"/>
            <w:tcBorders>
              <w:top w:val="nil"/>
              <w:bottom w:val="nil"/>
            </w:tcBorders>
            <w:shd w:val="clear" w:color="auto" w:fill="auto"/>
          </w:tcPr>
          <w:p w14:paraId="33784818" w14:textId="77777777" w:rsidR="00BB6014" w:rsidRPr="002C71DA" w:rsidRDefault="00BB6014" w:rsidP="00BC6C5C">
            <w:pPr>
              <w:rPr>
                <w:rFonts w:cstheme="minorHAnsi"/>
              </w:rPr>
            </w:pPr>
          </w:p>
        </w:tc>
        <w:tc>
          <w:tcPr>
            <w:tcW w:w="1648" w:type="dxa"/>
            <w:tcBorders>
              <w:top w:val="nil"/>
              <w:bottom w:val="nil"/>
            </w:tcBorders>
            <w:shd w:val="clear" w:color="auto" w:fill="auto"/>
          </w:tcPr>
          <w:p w14:paraId="28729C95" w14:textId="77777777" w:rsidR="00BB6014" w:rsidRPr="002C71DA" w:rsidRDefault="00BB6014" w:rsidP="00BC6C5C">
            <w:pPr>
              <w:rPr>
                <w:rFonts w:cstheme="minorHAnsi"/>
              </w:rPr>
            </w:pPr>
          </w:p>
        </w:tc>
        <w:tc>
          <w:tcPr>
            <w:tcW w:w="1648" w:type="dxa"/>
            <w:tcBorders>
              <w:top w:val="nil"/>
              <w:bottom w:val="nil"/>
            </w:tcBorders>
            <w:shd w:val="clear" w:color="auto" w:fill="auto"/>
          </w:tcPr>
          <w:p w14:paraId="4FEDCE21" w14:textId="77777777" w:rsidR="00BB6014" w:rsidRPr="002C71DA" w:rsidRDefault="00BB6014" w:rsidP="00BC6C5C">
            <w:pPr>
              <w:rPr>
                <w:rFonts w:cstheme="minorHAnsi"/>
              </w:rPr>
            </w:pPr>
          </w:p>
        </w:tc>
      </w:tr>
      <w:tr w:rsidR="00BB6014" w:rsidRPr="002C71DA" w14:paraId="181352EC" w14:textId="77777777" w:rsidTr="00BC6C5C">
        <w:tc>
          <w:tcPr>
            <w:tcW w:w="1940" w:type="dxa"/>
            <w:tcBorders>
              <w:top w:val="nil"/>
              <w:left w:val="nil"/>
              <w:bottom w:val="nil"/>
              <w:right w:val="nil"/>
            </w:tcBorders>
            <w:shd w:val="clear" w:color="auto" w:fill="CDE4F4"/>
          </w:tcPr>
          <w:p w14:paraId="1A136DDF" w14:textId="77777777" w:rsidR="00BB6014" w:rsidRPr="002C71DA" w:rsidRDefault="00BB6014" w:rsidP="00BC6C5C">
            <w:pPr>
              <w:rPr>
                <w:rFonts w:cstheme="minorHAnsi"/>
              </w:rPr>
            </w:pPr>
            <w:r w:rsidRPr="002C71DA">
              <w:rPr>
                <w:rFonts w:cstheme="minorHAnsi"/>
              </w:rPr>
              <w:t xml:space="preserve"> Comment:</w:t>
            </w:r>
          </w:p>
        </w:tc>
        <w:tc>
          <w:tcPr>
            <w:tcW w:w="1889" w:type="dxa"/>
            <w:tcBorders>
              <w:top w:val="nil"/>
              <w:left w:val="nil"/>
              <w:bottom w:val="nil"/>
              <w:right w:val="nil"/>
            </w:tcBorders>
            <w:shd w:val="clear" w:color="auto" w:fill="CDE4F4"/>
          </w:tcPr>
          <w:p w14:paraId="766ABD7B" w14:textId="77777777" w:rsidR="00BB6014" w:rsidRPr="002C71DA" w:rsidRDefault="00BB6014" w:rsidP="00BC6C5C">
            <w:pPr>
              <w:rPr>
                <w:rFonts w:cstheme="minorHAnsi"/>
              </w:rPr>
            </w:pPr>
          </w:p>
          <w:p w14:paraId="77F3FDBC" w14:textId="77777777" w:rsidR="00BB6014" w:rsidRPr="002C71DA" w:rsidRDefault="00BB6014" w:rsidP="00BC6C5C">
            <w:pPr>
              <w:rPr>
                <w:rFonts w:cstheme="minorHAnsi"/>
              </w:rPr>
            </w:pPr>
          </w:p>
          <w:p w14:paraId="6659FE6B" w14:textId="77777777" w:rsidR="00BB6014" w:rsidRPr="002C71DA" w:rsidRDefault="00BB6014" w:rsidP="00BC6C5C">
            <w:pPr>
              <w:rPr>
                <w:rFonts w:cstheme="minorHAnsi"/>
              </w:rPr>
            </w:pPr>
          </w:p>
          <w:p w14:paraId="123A67EC" w14:textId="77777777" w:rsidR="00BB6014" w:rsidRPr="002C71DA" w:rsidRDefault="00BB6014" w:rsidP="00BC6C5C">
            <w:pPr>
              <w:rPr>
                <w:rFonts w:cstheme="minorHAnsi"/>
              </w:rPr>
            </w:pPr>
          </w:p>
          <w:p w14:paraId="65B19289" w14:textId="77777777" w:rsidR="00BB6014" w:rsidRPr="002C71DA" w:rsidRDefault="00BB6014" w:rsidP="00BC6C5C">
            <w:pPr>
              <w:rPr>
                <w:rFonts w:cstheme="minorHAnsi"/>
              </w:rPr>
            </w:pPr>
          </w:p>
        </w:tc>
        <w:tc>
          <w:tcPr>
            <w:tcW w:w="1889" w:type="dxa"/>
            <w:tcBorders>
              <w:top w:val="nil"/>
              <w:left w:val="nil"/>
              <w:bottom w:val="nil"/>
              <w:right w:val="nil"/>
            </w:tcBorders>
            <w:shd w:val="clear" w:color="auto" w:fill="CDE4F4"/>
          </w:tcPr>
          <w:p w14:paraId="684F8EBF" w14:textId="77777777" w:rsidR="00BB6014" w:rsidRPr="002C71DA" w:rsidRDefault="00BB6014" w:rsidP="00BC6C5C">
            <w:pPr>
              <w:rPr>
                <w:rFonts w:cstheme="minorHAnsi"/>
              </w:rPr>
            </w:pPr>
          </w:p>
        </w:tc>
        <w:tc>
          <w:tcPr>
            <w:tcW w:w="1648" w:type="dxa"/>
            <w:tcBorders>
              <w:top w:val="nil"/>
              <w:left w:val="nil"/>
              <w:bottom w:val="nil"/>
              <w:right w:val="nil"/>
            </w:tcBorders>
            <w:shd w:val="clear" w:color="auto" w:fill="CDE4F4"/>
          </w:tcPr>
          <w:p w14:paraId="4F2434B0" w14:textId="77777777" w:rsidR="00BB6014" w:rsidRPr="002C71DA" w:rsidRDefault="00BB6014" w:rsidP="00BC6C5C">
            <w:pPr>
              <w:rPr>
                <w:rFonts w:cstheme="minorHAnsi"/>
              </w:rPr>
            </w:pPr>
          </w:p>
        </w:tc>
        <w:tc>
          <w:tcPr>
            <w:tcW w:w="1648" w:type="dxa"/>
            <w:tcBorders>
              <w:top w:val="nil"/>
              <w:left w:val="nil"/>
              <w:bottom w:val="nil"/>
              <w:right w:val="nil"/>
            </w:tcBorders>
            <w:shd w:val="clear" w:color="auto" w:fill="CDE4F4"/>
          </w:tcPr>
          <w:p w14:paraId="3B063514" w14:textId="77777777" w:rsidR="00BB6014" w:rsidRPr="002C71DA" w:rsidRDefault="00BB6014" w:rsidP="00BC6C5C">
            <w:pPr>
              <w:rPr>
                <w:rFonts w:cstheme="minorHAnsi"/>
              </w:rPr>
            </w:pPr>
          </w:p>
        </w:tc>
        <w:tc>
          <w:tcPr>
            <w:tcW w:w="1648" w:type="dxa"/>
            <w:tcBorders>
              <w:top w:val="nil"/>
              <w:left w:val="nil"/>
              <w:bottom w:val="nil"/>
              <w:right w:val="nil"/>
            </w:tcBorders>
            <w:shd w:val="clear" w:color="auto" w:fill="CDE4F4"/>
          </w:tcPr>
          <w:p w14:paraId="782F24BE" w14:textId="77777777" w:rsidR="00BB6014" w:rsidRPr="002C71DA" w:rsidRDefault="00BB6014" w:rsidP="00BC6C5C">
            <w:pPr>
              <w:rPr>
                <w:rFonts w:cstheme="minorHAnsi"/>
              </w:rPr>
            </w:pPr>
          </w:p>
        </w:tc>
        <w:tc>
          <w:tcPr>
            <w:tcW w:w="1648" w:type="dxa"/>
            <w:tcBorders>
              <w:top w:val="nil"/>
              <w:left w:val="nil"/>
              <w:bottom w:val="nil"/>
              <w:right w:val="nil"/>
            </w:tcBorders>
            <w:shd w:val="clear" w:color="auto" w:fill="CDE4F4"/>
          </w:tcPr>
          <w:p w14:paraId="43A17D1E" w14:textId="77777777" w:rsidR="00BB6014" w:rsidRPr="002C71DA" w:rsidRDefault="00BB6014" w:rsidP="00BC6C5C">
            <w:pPr>
              <w:rPr>
                <w:rFonts w:cstheme="minorHAnsi"/>
              </w:rPr>
            </w:pPr>
          </w:p>
        </w:tc>
        <w:tc>
          <w:tcPr>
            <w:tcW w:w="1648" w:type="dxa"/>
            <w:tcBorders>
              <w:top w:val="nil"/>
              <w:left w:val="nil"/>
              <w:bottom w:val="nil"/>
              <w:right w:val="nil"/>
            </w:tcBorders>
            <w:shd w:val="clear" w:color="auto" w:fill="CDE4F4"/>
          </w:tcPr>
          <w:p w14:paraId="2549B78D" w14:textId="77777777" w:rsidR="00BB6014" w:rsidRPr="002C71DA" w:rsidRDefault="00BB6014" w:rsidP="00BC6C5C">
            <w:pPr>
              <w:rPr>
                <w:rFonts w:cstheme="minorHAnsi"/>
              </w:rPr>
            </w:pPr>
          </w:p>
        </w:tc>
      </w:tr>
      <w:tr w:rsidR="00BB6014" w:rsidRPr="002C71DA" w14:paraId="0D81E1EB" w14:textId="77777777" w:rsidTr="00BC6C5C">
        <w:tc>
          <w:tcPr>
            <w:tcW w:w="1940" w:type="dxa"/>
            <w:tcBorders>
              <w:top w:val="nil"/>
              <w:bottom w:val="nil"/>
            </w:tcBorders>
            <w:shd w:val="clear" w:color="auto" w:fill="auto"/>
          </w:tcPr>
          <w:p w14:paraId="3860F224" w14:textId="77777777" w:rsidR="00BB6014" w:rsidRPr="002C71DA" w:rsidRDefault="00BB6014" w:rsidP="00BC6C5C">
            <w:pPr>
              <w:rPr>
                <w:rFonts w:cstheme="minorHAnsi"/>
              </w:rPr>
            </w:pPr>
            <w:r w:rsidRPr="002C71DA">
              <w:rPr>
                <w:rFonts w:cstheme="minorHAnsi"/>
              </w:rPr>
              <w:t>Personal Data:</w:t>
            </w:r>
          </w:p>
          <w:p w14:paraId="7A3610B6" w14:textId="77777777" w:rsidR="00BB6014" w:rsidRPr="002C71DA" w:rsidRDefault="00BB6014" w:rsidP="00BC6C5C">
            <w:pPr>
              <w:rPr>
                <w:rFonts w:cstheme="minorHAnsi"/>
              </w:rPr>
            </w:pPr>
          </w:p>
          <w:p w14:paraId="072C1AD2" w14:textId="77777777" w:rsidR="00BB6014" w:rsidRPr="002C71DA" w:rsidRDefault="00BB6014" w:rsidP="00BC6C5C">
            <w:pPr>
              <w:rPr>
                <w:rFonts w:cstheme="minorHAnsi"/>
              </w:rPr>
            </w:pPr>
          </w:p>
        </w:tc>
        <w:tc>
          <w:tcPr>
            <w:tcW w:w="1889" w:type="dxa"/>
            <w:tcBorders>
              <w:top w:val="nil"/>
              <w:bottom w:val="nil"/>
            </w:tcBorders>
            <w:shd w:val="clear" w:color="auto" w:fill="auto"/>
          </w:tcPr>
          <w:p w14:paraId="420D91C7" w14:textId="77777777" w:rsidR="00BB6014" w:rsidRPr="002C71DA" w:rsidRDefault="00BB6014" w:rsidP="00BC6C5C">
            <w:pPr>
              <w:rPr>
                <w:rFonts w:cstheme="minorHAnsi"/>
              </w:rPr>
            </w:pPr>
            <w:r w:rsidRPr="002C71DA">
              <w:rPr>
                <w:rFonts w:cstheme="minorHAnsi"/>
              </w:rPr>
              <w:t>Time:</w:t>
            </w:r>
          </w:p>
          <w:p w14:paraId="1D9E4E92" w14:textId="77777777" w:rsidR="00BB6014" w:rsidRPr="002C71DA" w:rsidRDefault="00BB6014" w:rsidP="00BC6C5C">
            <w:pPr>
              <w:rPr>
                <w:rFonts w:cstheme="minorHAnsi"/>
              </w:rPr>
            </w:pPr>
          </w:p>
          <w:p w14:paraId="5D38F142" w14:textId="5BB3AC9B" w:rsidR="00BB6014" w:rsidRPr="002C71DA" w:rsidRDefault="002020D7" w:rsidP="00BC6C5C">
            <w:pPr>
              <w:rPr>
                <w:rFonts w:cstheme="minorHAnsi"/>
              </w:rPr>
            </w:pPr>
            <w:r>
              <w:rPr>
                <w:rFonts w:cstheme="minorHAnsi"/>
              </w:rPr>
              <w:t>Heart rate:</w:t>
            </w:r>
          </w:p>
          <w:p w14:paraId="6C8C4FFC" w14:textId="77777777" w:rsidR="00BB6014" w:rsidRPr="002C71DA" w:rsidRDefault="00BB6014" w:rsidP="00BC6C5C">
            <w:pPr>
              <w:rPr>
                <w:rFonts w:cstheme="minorHAnsi"/>
              </w:rPr>
            </w:pPr>
          </w:p>
          <w:p w14:paraId="5DE55CAC" w14:textId="77777777" w:rsidR="00BB6014" w:rsidRPr="002C71DA" w:rsidRDefault="00BB6014" w:rsidP="00BC6C5C">
            <w:pPr>
              <w:rPr>
                <w:rFonts w:cstheme="minorHAnsi"/>
              </w:rPr>
            </w:pPr>
          </w:p>
        </w:tc>
        <w:tc>
          <w:tcPr>
            <w:tcW w:w="1889" w:type="dxa"/>
            <w:tcBorders>
              <w:top w:val="nil"/>
              <w:bottom w:val="nil"/>
            </w:tcBorders>
            <w:shd w:val="clear" w:color="auto" w:fill="auto"/>
          </w:tcPr>
          <w:p w14:paraId="43212281" w14:textId="77777777" w:rsidR="00BB6014" w:rsidRPr="002C71DA" w:rsidRDefault="00BB6014" w:rsidP="00BC6C5C">
            <w:pPr>
              <w:rPr>
                <w:rFonts w:cstheme="minorHAnsi"/>
              </w:rPr>
            </w:pPr>
            <w:r w:rsidRPr="002C71DA">
              <w:rPr>
                <w:rFonts w:cstheme="minorHAnsi"/>
              </w:rPr>
              <w:t>Time:</w:t>
            </w:r>
          </w:p>
          <w:p w14:paraId="6935778B" w14:textId="77777777" w:rsidR="00BB6014" w:rsidRPr="002C71DA" w:rsidRDefault="00BB6014" w:rsidP="00BC6C5C">
            <w:pPr>
              <w:rPr>
                <w:rFonts w:cstheme="minorHAnsi"/>
              </w:rPr>
            </w:pPr>
          </w:p>
          <w:p w14:paraId="4337F0AE" w14:textId="4F2D9134" w:rsidR="00BB6014" w:rsidRPr="002C71DA" w:rsidRDefault="002020D7" w:rsidP="00BC6C5C">
            <w:pPr>
              <w:rPr>
                <w:rFonts w:cstheme="minorHAnsi"/>
              </w:rPr>
            </w:pPr>
            <w:r>
              <w:rPr>
                <w:rFonts w:cstheme="minorHAnsi"/>
              </w:rPr>
              <w:t>Heart rate:</w:t>
            </w:r>
          </w:p>
          <w:p w14:paraId="54190D3D" w14:textId="77777777" w:rsidR="00BB6014" w:rsidRPr="002C71DA" w:rsidRDefault="00BB6014" w:rsidP="00BC6C5C">
            <w:pPr>
              <w:rPr>
                <w:rFonts w:cstheme="minorHAnsi"/>
              </w:rPr>
            </w:pPr>
          </w:p>
          <w:p w14:paraId="601DC8AE" w14:textId="77777777" w:rsidR="00BB6014" w:rsidRPr="002C71DA" w:rsidRDefault="00BB6014" w:rsidP="00BC6C5C">
            <w:pPr>
              <w:rPr>
                <w:rFonts w:cstheme="minorHAnsi"/>
              </w:rPr>
            </w:pPr>
          </w:p>
        </w:tc>
        <w:tc>
          <w:tcPr>
            <w:tcW w:w="1648" w:type="dxa"/>
            <w:tcBorders>
              <w:top w:val="nil"/>
              <w:bottom w:val="nil"/>
            </w:tcBorders>
            <w:shd w:val="clear" w:color="auto" w:fill="auto"/>
          </w:tcPr>
          <w:p w14:paraId="71A8AE26" w14:textId="77777777" w:rsidR="00BB6014" w:rsidRPr="002C71DA" w:rsidRDefault="00BB6014" w:rsidP="00BC6C5C">
            <w:pPr>
              <w:rPr>
                <w:rFonts w:cstheme="minorHAnsi"/>
              </w:rPr>
            </w:pPr>
            <w:r w:rsidRPr="002C71DA">
              <w:rPr>
                <w:rFonts w:cstheme="minorHAnsi"/>
              </w:rPr>
              <w:t>Time:</w:t>
            </w:r>
          </w:p>
          <w:p w14:paraId="6F2DDA11" w14:textId="77777777" w:rsidR="00BB6014" w:rsidRPr="002C71DA" w:rsidRDefault="00BB6014" w:rsidP="00BC6C5C">
            <w:pPr>
              <w:rPr>
                <w:rFonts w:cstheme="minorHAnsi"/>
              </w:rPr>
            </w:pPr>
          </w:p>
          <w:p w14:paraId="4D13BE87" w14:textId="02D3C214" w:rsidR="00BB6014" w:rsidRPr="002C71DA" w:rsidRDefault="002020D7" w:rsidP="00BC6C5C">
            <w:pPr>
              <w:rPr>
                <w:rFonts w:cstheme="minorHAnsi"/>
              </w:rPr>
            </w:pPr>
            <w:r>
              <w:rPr>
                <w:rFonts w:cstheme="minorHAnsi"/>
              </w:rPr>
              <w:t>Heart rate:</w:t>
            </w:r>
          </w:p>
          <w:p w14:paraId="098120BB" w14:textId="77777777" w:rsidR="00BB6014" w:rsidRPr="002C71DA" w:rsidRDefault="00BB6014" w:rsidP="00BC6C5C">
            <w:pPr>
              <w:rPr>
                <w:rFonts w:cstheme="minorHAnsi"/>
              </w:rPr>
            </w:pPr>
          </w:p>
          <w:p w14:paraId="39D157B0" w14:textId="77777777" w:rsidR="00BB6014" w:rsidRPr="002C71DA" w:rsidRDefault="00BB6014" w:rsidP="00BC6C5C">
            <w:pPr>
              <w:rPr>
                <w:rFonts w:cstheme="minorHAnsi"/>
              </w:rPr>
            </w:pPr>
          </w:p>
        </w:tc>
        <w:tc>
          <w:tcPr>
            <w:tcW w:w="1648" w:type="dxa"/>
            <w:tcBorders>
              <w:top w:val="nil"/>
              <w:bottom w:val="nil"/>
            </w:tcBorders>
            <w:shd w:val="clear" w:color="auto" w:fill="auto"/>
          </w:tcPr>
          <w:p w14:paraId="2F1DC5CB" w14:textId="77777777" w:rsidR="00BB6014" w:rsidRPr="002C71DA" w:rsidRDefault="00BB6014" w:rsidP="00BC6C5C">
            <w:pPr>
              <w:rPr>
                <w:rFonts w:cstheme="minorHAnsi"/>
              </w:rPr>
            </w:pPr>
            <w:r w:rsidRPr="002C71DA">
              <w:rPr>
                <w:rFonts w:cstheme="minorHAnsi"/>
              </w:rPr>
              <w:t>Time:</w:t>
            </w:r>
          </w:p>
          <w:p w14:paraId="2439C1D5" w14:textId="77777777" w:rsidR="00BB6014" w:rsidRPr="002C71DA" w:rsidRDefault="00BB6014" w:rsidP="00BC6C5C">
            <w:pPr>
              <w:rPr>
                <w:rFonts w:cstheme="minorHAnsi"/>
              </w:rPr>
            </w:pPr>
          </w:p>
          <w:p w14:paraId="56CDCDFC" w14:textId="12899266" w:rsidR="00BB6014" w:rsidRPr="002C71DA" w:rsidRDefault="002020D7" w:rsidP="00BC6C5C">
            <w:pPr>
              <w:rPr>
                <w:rFonts w:cstheme="minorHAnsi"/>
              </w:rPr>
            </w:pPr>
            <w:r>
              <w:rPr>
                <w:rFonts w:cstheme="minorHAnsi"/>
              </w:rPr>
              <w:t>Heart rate:</w:t>
            </w:r>
          </w:p>
          <w:p w14:paraId="306432EF" w14:textId="77777777" w:rsidR="00BB6014" w:rsidRPr="002C71DA" w:rsidRDefault="00BB6014" w:rsidP="00BC6C5C">
            <w:pPr>
              <w:rPr>
                <w:rFonts w:cstheme="minorHAnsi"/>
              </w:rPr>
            </w:pPr>
          </w:p>
          <w:p w14:paraId="0F02D45E" w14:textId="77777777" w:rsidR="00BB6014" w:rsidRPr="002C71DA" w:rsidRDefault="00BB6014" w:rsidP="00BC6C5C">
            <w:pPr>
              <w:rPr>
                <w:rFonts w:cstheme="minorHAnsi"/>
              </w:rPr>
            </w:pPr>
          </w:p>
        </w:tc>
        <w:tc>
          <w:tcPr>
            <w:tcW w:w="1648" w:type="dxa"/>
            <w:tcBorders>
              <w:top w:val="nil"/>
              <w:bottom w:val="nil"/>
            </w:tcBorders>
            <w:shd w:val="clear" w:color="auto" w:fill="auto"/>
          </w:tcPr>
          <w:p w14:paraId="7A99CFF2" w14:textId="77777777" w:rsidR="00BB6014" w:rsidRPr="002C71DA" w:rsidRDefault="00BB6014" w:rsidP="00BC6C5C">
            <w:pPr>
              <w:rPr>
                <w:rFonts w:cstheme="minorHAnsi"/>
              </w:rPr>
            </w:pPr>
            <w:r w:rsidRPr="002C71DA">
              <w:rPr>
                <w:rFonts w:cstheme="minorHAnsi"/>
              </w:rPr>
              <w:t>Time:</w:t>
            </w:r>
          </w:p>
          <w:p w14:paraId="79CB60C9" w14:textId="77777777" w:rsidR="00BB6014" w:rsidRPr="002C71DA" w:rsidRDefault="00BB6014" w:rsidP="00BC6C5C">
            <w:pPr>
              <w:rPr>
                <w:rFonts w:cstheme="minorHAnsi"/>
              </w:rPr>
            </w:pPr>
          </w:p>
          <w:p w14:paraId="0A4CF230" w14:textId="26E93372" w:rsidR="00BB6014" w:rsidRPr="002C71DA" w:rsidRDefault="002020D7" w:rsidP="00BC6C5C">
            <w:pPr>
              <w:rPr>
                <w:rFonts w:cstheme="minorHAnsi"/>
              </w:rPr>
            </w:pPr>
            <w:r>
              <w:rPr>
                <w:rFonts w:cstheme="minorHAnsi"/>
              </w:rPr>
              <w:t>Heart rate:</w:t>
            </w:r>
          </w:p>
          <w:p w14:paraId="44F3D5F5" w14:textId="77777777" w:rsidR="00BB6014" w:rsidRPr="002C71DA" w:rsidRDefault="00BB6014" w:rsidP="00BC6C5C">
            <w:pPr>
              <w:rPr>
                <w:rFonts w:cstheme="minorHAnsi"/>
              </w:rPr>
            </w:pPr>
          </w:p>
          <w:p w14:paraId="5963EC86" w14:textId="77777777" w:rsidR="00BB6014" w:rsidRPr="002C71DA" w:rsidRDefault="00BB6014" w:rsidP="00BC6C5C">
            <w:pPr>
              <w:rPr>
                <w:rFonts w:cstheme="minorHAnsi"/>
              </w:rPr>
            </w:pPr>
          </w:p>
        </w:tc>
        <w:tc>
          <w:tcPr>
            <w:tcW w:w="1648" w:type="dxa"/>
            <w:tcBorders>
              <w:top w:val="nil"/>
              <w:bottom w:val="nil"/>
            </w:tcBorders>
            <w:shd w:val="clear" w:color="auto" w:fill="auto"/>
          </w:tcPr>
          <w:p w14:paraId="6975A652" w14:textId="77777777" w:rsidR="00BB6014" w:rsidRPr="002C71DA" w:rsidRDefault="00BB6014" w:rsidP="00BC6C5C">
            <w:pPr>
              <w:rPr>
                <w:rFonts w:cstheme="minorHAnsi"/>
              </w:rPr>
            </w:pPr>
            <w:r w:rsidRPr="002C71DA">
              <w:rPr>
                <w:rFonts w:cstheme="minorHAnsi"/>
              </w:rPr>
              <w:t>Time:</w:t>
            </w:r>
          </w:p>
          <w:p w14:paraId="617A893B" w14:textId="77777777" w:rsidR="00BB6014" w:rsidRPr="002C71DA" w:rsidRDefault="00BB6014" w:rsidP="00BC6C5C">
            <w:pPr>
              <w:rPr>
                <w:rFonts w:cstheme="minorHAnsi"/>
              </w:rPr>
            </w:pPr>
          </w:p>
          <w:p w14:paraId="34EF766C" w14:textId="26D51F77" w:rsidR="00BB6014" w:rsidRPr="002C71DA" w:rsidRDefault="002020D7" w:rsidP="00BC6C5C">
            <w:pPr>
              <w:rPr>
                <w:rFonts w:cstheme="minorHAnsi"/>
              </w:rPr>
            </w:pPr>
            <w:r>
              <w:rPr>
                <w:rFonts w:cstheme="minorHAnsi"/>
              </w:rPr>
              <w:t>Heart rate:</w:t>
            </w:r>
          </w:p>
          <w:p w14:paraId="619EECD7" w14:textId="77777777" w:rsidR="00BB6014" w:rsidRPr="002C71DA" w:rsidRDefault="00BB6014" w:rsidP="00BC6C5C">
            <w:pPr>
              <w:rPr>
                <w:rFonts w:cstheme="minorHAnsi"/>
              </w:rPr>
            </w:pPr>
          </w:p>
          <w:p w14:paraId="28F0EB9E" w14:textId="77777777" w:rsidR="00BB6014" w:rsidRPr="002C71DA" w:rsidRDefault="00BB6014" w:rsidP="00BC6C5C">
            <w:pPr>
              <w:rPr>
                <w:rFonts w:cstheme="minorHAnsi"/>
              </w:rPr>
            </w:pPr>
          </w:p>
        </w:tc>
        <w:tc>
          <w:tcPr>
            <w:tcW w:w="1648" w:type="dxa"/>
            <w:tcBorders>
              <w:top w:val="nil"/>
              <w:bottom w:val="nil"/>
            </w:tcBorders>
            <w:shd w:val="clear" w:color="auto" w:fill="auto"/>
          </w:tcPr>
          <w:p w14:paraId="3D8BDB60" w14:textId="77777777" w:rsidR="00BB6014" w:rsidRPr="002C71DA" w:rsidRDefault="00BB6014" w:rsidP="00BC6C5C">
            <w:pPr>
              <w:rPr>
                <w:rFonts w:cstheme="minorHAnsi"/>
              </w:rPr>
            </w:pPr>
            <w:r w:rsidRPr="002C71DA">
              <w:rPr>
                <w:rFonts w:cstheme="minorHAnsi"/>
              </w:rPr>
              <w:t>Time:</w:t>
            </w:r>
          </w:p>
          <w:p w14:paraId="396BB696" w14:textId="77777777" w:rsidR="00BB6014" w:rsidRPr="002C71DA" w:rsidRDefault="00BB6014" w:rsidP="00BC6C5C">
            <w:pPr>
              <w:rPr>
                <w:rFonts w:cstheme="minorHAnsi"/>
              </w:rPr>
            </w:pPr>
          </w:p>
          <w:p w14:paraId="7448619F" w14:textId="777EC431" w:rsidR="00BB6014" w:rsidRPr="002C71DA" w:rsidRDefault="002020D7" w:rsidP="00BC6C5C">
            <w:pPr>
              <w:rPr>
                <w:rFonts w:cstheme="minorHAnsi"/>
              </w:rPr>
            </w:pPr>
            <w:r>
              <w:rPr>
                <w:rFonts w:cstheme="minorHAnsi"/>
              </w:rPr>
              <w:t>Heart rate:</w:t>
            </w:r>
          </w:p>
          <w:p w14:paraId="17D5F565" w14:textId="77777777" w:rsidR="00BB6014" w:rsidRPr="002C71DA" w:rsidRDefault="00BB6014" w:rsidP="00BC6C5C">
            <w:pPr>
              <w:rPr>
                <w:rFonts w:cstheme="minorHAnsi"/>
              </w:rPr>
            </w:pPr>
          </w:p>
          <w:p w14:paraId="0633D513" w14:textId="77777777" w:rsidR="00BB6014" w:rsidRPr="002C71DA" w:rsidRDefault="00BB6014" w:rsidP="00BC6C5C">
            <w:pPr>
              <w:rPr>
                <w:rFonts w:cstheme="minorHAnsi"/>
              </w:rPr>
            </w:pPr>
          </w:p>
        </w:tc>
      </w:tr>
      <w:tr w:rsidR="00BB6014" w:rsidRPr="002C71DA" w14:paraId="4910A1D5" w14:textId="77777777" w:rsidTr="00BC6C5C">
        <w:tc>
          <w:tcPr>
            <w:tcW w:w="1940" w:type="dxa"/>
            <w:tcBorders>
              <w:top w:val="nil"/>
              <w:left w:val="nil"/>
              <w:bottom w:val="single" w:sz="8" w:space="0" w:color="4F81BD"/>
              <w:right w:val="nil"/>
            </w:tcBorders>
            <w:shd w:val="clear" w:color="auto" w:fill="CDE4F4"/>
          </w:tcPr>
          <w:p w14:paraId="4AC4A7B2" w14:textId="77777777" w:rsidR="00BB6014" w:rsidRPr="002C71DA" w:rsidRDefault="00BB6014" w:rsidP="00BC6C5C">
            <w:pPr>
              <w:rPr>
                <w:rFonts w:cstheme="minorHAnsi"/>
              </w:rPr>
            </w:pPr>
            <w:r w:rsidRPr="002C71DA">
              <w:rPr>
                <w:rFonts w:cstheme="minorHAnsi"/>
              </w:rPr>
              <w:t>Enjoyability Rating:</w:t>
            </w:r>
          </w:p>
        </w:tc>
        <w:tc>
          <w:tcPr>
            <w:tcW w:w="1889" w:type="dxa"/>
            <w:tcBorders>
              <w:top w:val="nil"/>
              <w:left w:val="nil"/>
              <w:bottom w:val="single" w:sz="8" w:space="0" w:color="4F81BD"/>
              <w:right w:val="nil"/>
            </w:tcBorders>
            <w:shd w:val="clear" w:color="auto" w:fill="CDE4F4"/>
          </w:tcPr>
          <w:p w14:paraId="756241C2" w14:textId="77777777" w:rsidR="00BB6014" w:rsidRPr="002C71DA" w:rsidRDefault="00BB6014" w:rsidP="00BC6C5C">
            <w:pPr>
              <w:rPr>
                <w:rFonts w:cstheme="minorHAnsi"/>
              </w:rPr>
            </w:pPr>
          </w:p>
          <w:p w14:paraId="5581B778" w14:textId="77777777" w:rsidR="00BB6014" w:rsidRPr="002C71DA" w:rsidRDefault="00BB6014" w:rsidP="00BC6C5C">
            <w:pPr>
              <w:rPr>
                <w:rFonts w:cstheme="minorHAnsi"/>
              </w:rPr>
            </w:pPr>
          </w:p>
          <w:p w14:paraId="7CCAD6FD" w14:textId="77777777" w:rsidR="00BB6014" w:rsidRPr="002C71DA" w:rsidRDefault="00BB6014" w:rsidP="00BC6C5C">
            <w:pPr>
              <w:rPr>
                <w:rFonts w:cstheme="minorHAnsi"/>
              </w:rPr>
            </w:pPr>
          </w:p>
          <w:p w14:paraId="0CA69921" w14:textId="77777777" w:rsidR="00BB6014" w:rsidRPr="002C71DA" w:rsidRDefault="00BB6014" w:rsidP="00BC6C5C">
            <w:pPr>
              <w:rPr>
                <w:rFonts w:cstheme="minorHAnsi"/>
              </w:rPr>
            </w:pPr>
          </w:p>
        </w:tc>
        <w:tc>
          <w:tcPr>
            <w:tcW w:w="1889" w:type="dxa"/>
            <w:tcBorders>
              <w:top w:val="nil"/>
              <w:left w:val="nil"/>
              <w:bottom w:val="single" w:sz="8" w:space="0" w:color="4F81BD"/>
              <w:right w:val="nil"/>
            </w:tcBorders>
            <w:shd w:val="clear" w:color="auto" w:fill="CDE4F4"/>
          </w:tcPr>
          <w:p w14:paraId="6E4D4C25" w14:textId="77777777" w:rsidR="00BB6014" w:rsidRPr="002C71DA" w:rsidRDefault="00BB6014" w:rsidP="00BC6C5C">
            <w:pPr>
              <w:rPr>
                <w:rFonts w:cstheme="minorHAnsi"/>
              </w:rPr>
            </w:pPr>
          </w:p>
          <w:p w14:paraId="266F1A62" w14:textId="77777777" w:rsidR="00BB6014" w:rsidRPr="002C71DA" w:rsidRDefault="00BB6014" w:rsidP="00BC6C5C">
            <w:pPr>
              <w:rPr>
                <w:rFonts w:cstheme="minorHAnsi"/>
              </w:rPr>
            </w:pPr>
          </w:p>
        </w:tc>
        <w:tc>
          <w:tcPr>
            <w:tcW w:w="1648" w:type="dxa"/>
            <w:tcBorders>
              <w:top w:val="nil"/>
              <w:left w:val="nil"/>
              <w:bottom w:val="single" w:sz="8" w:space="0" w:color="4F81BD"/>
              <w:right w:val="nil"/>
            </w:tcBorders>
            <w:shd w:val="clear" w:color="auto" w:fill="CDE4F4"/>
          </w:tcPr>
          <w:p w14:paraId="0F53EDA8" w14:textId="77777777" w:rsidR="00BB6014" w:rsidRPr="002C71DA" w:rsidRDefault="00BB6014" w:rsidP="00BC6C5C">
            <w:pPr>
              <w:rPr>
                <w:rFonts w:cstheme="minorHAnsi"/>
              </w:rPr>
            </w:pPr>
          </w:p>
        </w:tc>
        <w:tc>
          <w:tcPr>
            <w:tcW w:w="1648" w:type="dxa"/>
            <w:tcBorders>
              <w:top w:val="nil"/>
              <w:left w:val="nil"/>
              <w:bottom w:val="single" w:sz="8" w:space="0" w:color="4F81BD"/>
              <w:right w:val="nil"/>
            </w:tcBorders>
            <w:shd w:val="clear" w:color="auto" w:fill="CDE4F4"/>
          </w:tcPr>
          <w:p w14:paraId="21D10785" w14:textId="77777777" w:rsidR="00BB6014" w:rsidRPr="002C71DA" w:rsidRDefault="00BB6014" w:rsidP="00BC6C5C">
            <w:pPr>
              <w:rPr>
                <w:rFonts w:cstheme="minorHAnsi"/>
              </w:rPr>
            </w:pPr>
          </w:p>
        </w:tc>
        <w:tc>
          <w:tcPr>
            <w:tcW w:w="1648" w:type="dxa"/>
            <w:tcBorders>
              <w:top w:val="nil"/>
              <w:left w:val="nil"/>
              <w:bottom w:val="single" w:sz="8" w:space="0" w:color="4F81BD"/>
              <w:right w:val="nil"/>
            </w:tcBorders>
            <w:shd w:val="clear" w:color="auto" w:fill="CDE4F4"/>
          </w:tcPr>
          <w:p w14:paraId="6B1A49B6" w14:textId="77777777" w:rsidR="00BB6014" w:rsidRPr="002C71DA" w:rsidRDefault="00BB6014" w:rsidP="00BC6C5C">
            <w:pPr>
              <w:rPr>
                <w:rFonts w:cstheme="minorHAnsi"/>
              </w:rPr>
            </w:pPr>
          </w:p>
        </w:tc>
        <w:tc>
          <w:tcPr>
            <w:tcW w:w="1648" w:type="dxa"/>
            <w:tcBorders>
              <w:top w:val="nil"/>
              <w:left w:val="nil"/>
              <w:bottom w:val="single" w:sz="8" w:space="0" w:color="4F81BD"/>
              <w:right w:val="nil"/>
            </w:tcBorders>
            <w:shd w:val="clear" w:color="auto" w:fill="CDE4F4"/>
          </w:tcPr>
          <w:p w14:paraId="6A8AC77F" w14:textId="77777777" w:rsidR="00BB6014" w:rsidRPr="002C71DA" w:rsidRDefault="00BB6014" w:rsidP="00BC6C5C">
            <w:pPr>
              <w:rPr>
                <w:rFonts w:cstheme="minorHAnsi"/>
              </w:rPr>
            </w:pPr>
          </w:p>
        </w:tc>
        <w:tc>
          <w:tcPr>
            <w:tcW w:w="1648" w:type="dxa"/>
            <w:tcBorders>
              <w:top w:val="nil"/>
              <w:left w:val="nil"/>
              <w:bottom w:val="single" w:sz="8" w:space="0" w:color="4F81BD"/>
              <w:right w:val="nil"/>
            </w:tcBorders>
            <w:shd w:val="clear" w:color="auto" w:fill="CDE4F4"/>
          </w:tcPr>
          <w:p w14:paraId="6914410E" w14:textId="77777777" w:rsidR="00BB6014" w:rsidRPr="002C71DA" w:rsidRDefault="00BB6014" w:rsidP="00BC6C5C">
            <w:pPr>
              <w:rPr>
                <w:rFonts w:cstheme="minorHAnsi"/>
              </w:rPr>
            </w:pPr>
          </w:p>
        </w:tc>
      </w:tr>
    </w:tbl>
    <w:p w14:paraId="1E1D49DD" w14:textId="77777777" w:rsidR="00BB6014" w:rsidRPr="002C71DA" w:rsidRDefault="00BB6014" w:rsidP="00BB6014">
      <w:pPr>
        <w:rPr>
          <w:rFonts w:cstheme="minorHAnsi"/>
        </w:rPr>
      </w:pPr>
    </w:p>
    <w:p w14:paraId="64A762D3" w14:textId="77777777" w:rsidR="00BB6014" w:rsidRPr="002C71DA" w:rsidRDefault="00BB6014" w:rsidP="00BB6014">
      <w:pPr>
        <w:rPr>
          <w:rFonts w:cstheme="minorHAnsi"/>
        </w:rPr>
      </w:pPr>
      <w:r w:rsidRPr="002C71DA">
        <w:rPr>
          <w:rFonts w:cstheme="minorHAnsi"/>
        </w:rPr>
        <w:t>Enjoyability Rating</w:t>
      </w:r>
    </w:p>
    <w:p w14:paraId="048713B2" w14:textId="77777777" w:rsidR="00BB6014" w:rsidRPr="002C71DA" w:rsidRDefault="00BB6014" w:rsidP="00BB6014">
      <w:pPr>
        <w:rPr>
          <w:rFonts w:cstheme="minorHAnsi"/>
        </w:rPr>
      </w:pPr>
      <w:r w:rsidRPr="002C71DA">
        <w:rPr>
          <w:rFonts w:cstheme="minorHAnsi"/>
        </w:rPr>
        <w:t>1 = I hated this walking activity.</w:t>
      </w:r>
    </w:p>
    <w:p w14:paraId="4D0B3B60" w14:textId="40307F37" w:rsidR="00BB6014" w:rsidRPr="002C71DA" w:rsidRDefault="00BB6014" w:rsidP="00BB6014">
      <w:pPr>
        <w:rPr>
          <w:rFonts w:cstheme="minorHAnsi"/>
        </w:rPr>
      </w:pPr>
      <w:r w:rsidRPr="002C71DA">
        <w:rPr>
          <w:rFonts w:cstheme="minorHAnsi"/>
        </w:rPr>
        <w:t xml:space="preserve">2 = This walking activity was just </w:t>
      </w:r>
      <w:r w:rsidR="009C3418">
        <w:rPr>
          <w:rFonts w:cstheme="minorHAnsi"/>
        </w:rPr>
        <w:t>okay</w:t>
      </w:r>
      <w:r w:rsidRPr="002C71DA">
        <w:rPr>
          <w:rFonts w:cstheme="minorHAnsi"/>
        </w:rPr>
        <w:t xml:space="preserve"> but I would not do it again.</w:t>
      </w:r>
    </w:p>
    <w:p w14:paraId="42F1B60E" w14:textId="77777777" w:rsidR="00BB6014" w:rsidRPr="002C71DA" w:rsidRDefault="00BB6014" w:rsidP="00BB6014">
      <w:pPr>
        <w:rPr>
          <w:rFonts w:cstheme="minorHAnsi"/>
        </w:rPr>
      </w:pPr>
      <w:r w:rsidRPr="002C71DA">
        <w:rPr>
          <w:rFonts w:cstheme="minorHAnsi"/>
        </w:rPr>
        <w:t>3 = This walking activity was good and I would do it again.</w:t>
      </w:r>
    </w:p>
    <w:p w14:paraId="4DE20B4E" w14:textId="77777777" w:rsidR="00BB6014" w:rsidRPr="002C71DA" w:rsidRDefault="00BB6014" w:rsidP="00BB6014">
      <w:pPr>
        <w:rPr>
          <w:rFonts w:cstheme="minorHAnsi"/>
        </w:rPr>
      </w:pPr>
      <w:r w:rsidRPr="002C71DA">
        <w:rPr>
          <w:rFonts w:cstheme="minorHAnsi"/>
        </w:rPr>
        <w:t>4 = This walking activity was very enjoyable.</w:t>
      </w:r>
    </w:p>
    <w:p w14:paraId="73D88F77" w14:textId="16F68BA5" w:rsidR="00BB6014" w:rsidRPr="002C71DA" w:rsidRDefault="00BB6014" w:rsidP="00BB6014">
      <w:pPr>
        <w:rPr>
          <w:rFonts w:cstheme="minorHAnsi"/>
        </w:rPr>
      </w:pPr>
      <w:r w:rsidRPr="002C71DA">
        <w:rPr>
          <w:rFonts w:cstheme="minorHAnsi"/>
        </w:rPr>
        <w:t>5 = WOW factor</w:t>
      </w:r>
      <w:r w:rsidR="009C3418">
        <w:rPr>
          <w:rFonts w:cstheme="minorHAnsi"/>
        </w:rPr>
        <w:t xml:space="preserve"> – I loved</w:t>
      </w:r>
      <w:r w:rsidRPr="002C71DA">
        <w:rPr>
          <w:rFonts w:cstheme="minorHAnsi"/>
        </w:rPr>
        <w:t xml:space="preserve"> doing this walking activity.</w:t>
      </w:r>
    </w:p>
    <w:p w14:paraId="5604CA28" w14:textId="77777777" w:rsidR="00BB6014" w:rsidRPr="002C71DA" w:rsidRDefault="00BB6014" w:rsidP="00BB6014">
      <w:pPr>
        <w:rPr>
          <w:rFonts w:cstheme="minorHAnsi"/>
        </w:rPr>
      </w:pPr>
    </w:p>
    <w:p w14:paraId="3B6FF90B" w14:textId="77777777" w:rsidR="009C3418" w:rsidRDefault="009C3418">
      <w:pPr>
        <w:spacing w:line="240" w:lineRule="atLeast"/>
        <w:rPr>
          <w:rFonts w:cstheme="minorHAnsi"/>
        </w:rPr>
      </w:pPr>
      <w:r>
        <w:rPr>
          <w:rFonts w:cstheme="minorHAnsi"/>
        </w:rPr>
        <w:br w:type="page"/>
      </w:r>
    </w:p>
    <w:p w14:paraId="10CC392D" w14:textId="0ADC2B26" w:rsidR="00BB6014" w:rsidRPr="002C71DA" w:rsidRDefault="00BB6014" w:rsidP="00BB6014">
      <w:pPr>
        <w:rPr>
          <w:rFonts w:cstheme="minorHAnsi"/>
        </w:rPr>
      </w:pPr>
      <w:r w:rsidRPr="002C71DA">
        <w:rPr>
          <w:rFonts w:cstheme="minorHAnsi"/>
        </w:rPr>
        <w:lastRenderedPageBreak/>
        <w:t>If students rated any activities with the score of 1, is there anything they could do to this walking activity to improve the exercise?</w:t>
      </w:r>
    </w:p>
    <w:p w14:paraId="05BA2242" w14:textId="04E600B2" w:rsidR="00BB6014" w:rsidRPr="002C71DA" w:rsidRDefault="00BB6014" w:rsidP="00BB6014">
      <w:pPr>
        <w:rPr>
          <w:rFonts w:cstheme="minorHAnsi"/>
        </w:rPr>
      </w:pPr>
      <w:r w:rsidRPr="002C71DA">
        <w:rPr>
          <w:rFonts w:cstheme="minorHAnsi"/>
        </w:rPr>
        <w:t xml:space="preserve">Use </w:t>
      </w:r>
      <w:r w:rsidR="009C3418" w:rsidRPr="002C71DA">
        <w:rPr>
          <w:rFonts w:cstheme="minorHAnsi"/>
        </w:rPr>
        <w:t>VoiceThread</w:t>
      </w:r>
      <w:r w:rsidRPr="002C71DA">
        <w:rPr>
          <w:rFonts w:cstheme="minorHAnsi"/>
        </w:rPr>
        <w:t xml:space="preserve"> to record student voices capturing their own reflections on their personal progress.</w:t>
      </w:r>
    </w:p>
    <w:p w14:paraId="7BDEB959" w14:textId="1D10FDB8" w:rsidR="00BB6014" w:rsidRPr="002C71DA" w:rsidRDefault="00BB6014" w:rsidP="00BB6014">
      <w:pPr>
        <w:rPr>
          <w:rFonts w:cstheme="minorHAnsi"/>
        </w:rPr>
      </w:pPr>
      <w:r w:rsidRPr="002C71DA">
        <w:rPr>
          <w:rFonts w:cstheme="minorHAnsi"/>
        </w:rPr>
        <w:t>Research a person who has walked a journey as part of their life story. Find out the length of that walk and recreate it in your school grounds with a circuit</w:t>
      </w:r>
      <w:r w:rsidR="00C77DCA">
        <w:rPr>
          <w:rFonts w:cstheme="minorHAnsi"/>
        </w:rPr>
        <w:t>. For example:</w:t>
      </w:r>
      <w:r w:rsidRPr="002C71DA">
        <w:rPr>
          <w:rFonts w:cstheme="minorHAnsi"/>
        </w:rPr>
        <w:t xml:space="preserve"> Sir Edmund Hillary’s climb of Everest</w:t>
      </w:r>
      <w:r w:rsidR="00C77DCA">
        <w:rPr>
          <w:rFonts w:cstheme="minorHAnsi"/>
        </w:rPr>
        <w:t xml:space="preserve"> – how </w:t>
      </w:r>
      <w:r w:rsidRPr="002C71DA">
        <w:rPr>
          <w:rFonts w:cstheme="minorHAnsi"/>
        </w:rPr>
        <w:t>high?</w:t>
      </w:r>
      <w:r w:rsidR="00C77DCA">
        <w:rPr>
          <w:rFonts w:cstheme="minorHAnsi"/>
        </w:rPr>
        <w:t xml:space="preserve"> </w:t>
      </w:r>
      <w:r w:rsidRPr="002C71DA">
        <w:rPr>
          <w:rFonts w:cstheme="minorHAnsi"/>
        </w:rPr>
        <w:t>Forrest Gump</w:t>
      </w:r>
      <w:r w:rsidR="00C77DCA">
        <w:rPr>
          <w:rFonts w:cstheme="minorHAnsi"/>
        </w:rPr>
        <w:t xml:space="preserve">. </w:t>
      </w:r>
      <w:r w:rsidRPr="002C71DA">
        <w:rPr>
          <w:rFonts w:cstheme="minorHAnsi"/>
        </w:rPr>
        <w:t>8 holes of a golf course</w:t>
      </w:r>
      <w:r w:rsidR="00C77DCA">
        <w:rPr>
          <w:rFonts w:cstheme="minorHAnsi"/>
        </w:rPr>
        <w:t xml:space="preserve">. </w:t>
      </w:r>
    </w:p>
    <w:p w14:paraId="1540E934" w14:textId="3F0023BC" w:rsidR="00BB6014" w:rsidRPr="002C71DA" w:rsidRDefault="00BB6014" w:rsidP="00BB6014">
      <w:pPr>
        <w:rPr>
          <w:rFonts w:cstheme="minorHAnsi"/>
        </w:rPr>
      </w:pPr>
      <w:r w:rsidRPr="002C71DA">
        <w:rPr>
          <w:rFonts w:cstheme="minorHAnsi"/>
        </w:rPr>
        <w:t>Create a blog that shares your walking journey with others.</w:t>
      </w:r>
    </w:p>
    <w:p w14:paraId="763F392B" w14:textId="77777777" w:rsidR="00BB6014" w:rsidRPr="002C71DA" w:rsidRDefault="00BB6014" w:rsidP="00BB6014">
      <w:pPr>
        <w:rPr>
          <w:rFonts w:cstheme="minorHAnsi"/>
        </w:rPr>
      </w:pPr>
      <w:r w:rsidRPr="002C71DA">
        <w:rPr>
          <w:rFonts w:cstheme="minorHAnsi"/>
        </w:rPr>
        <w:t>Design a walking plan on concrete with chalk with instructions that other students can do it during intervals.</w:t>
      </w:r>
    </w:p>
    <w:p w14:paraId="7281192F" w14:textId="77777777" w:rsidR="00BB6014" w:rsidRPr="002C71DA" w:rsidRDefault="00BB6014" w:rsidP="00BB6014">
      <w:pPr>
        <w:rPr>
          <w:rFonts w:cstheme="minorHAnsi"/>
        </w:rPr>
      </w:pPr>
      <w:r w:rsidRPr="002C71DA">
        <w:rPr>
          <w:rFonts w:cstheme="minorHAnsi"/>
        </w:rPr>
        <w:t>Devise a plan that could encourage others in your community to walk.</w:t>
      </w:r>
    </w:p>
    <w:p w14:paraId="5DB015EF" w14:textId="77777777" w:rsidR="00BB6014" w:rsidRPr="002C71DA" w:rsidRDefault="00BB6014" w:rsidP="00BB6014">
      <w:pPr>
        <w:rPr>
          <w:rFonts w:cstheme="minorHAnsi"/>
        </w:rPr>
      </w:pPr>
      <w:r w:rsidRPr="002C71DA">
        <w:rPr>
          <w:rFonts w:cstheme="minorHAnsi"/>
        </w:rPr>
        <w:t>Create a visual resource that will encourage others to walk explaining the benefits of walking.</w:t>
      </w:r>
    </w:p>
    <w:p w14:paraId="47466763" w14:textId="77777777" w:rsidR="00BB6014" w:rsidRPr="002C71DA" w:rsidRDefault="00BB6014" w:rsidP="00BB6014">
      <w:pPr>
        <w:rPr>
          <w:rFonts w:cstheme="minorHAnsi"/>
        </w:rPr>
      </w:pPr>
      <w:r w:rsidRPr="002C71DA">
        <w:rPr>
          <w:rFonts w:cstheme="minorHAnsi"/>
        </w:rPr>
        <w:t>Identify all of the local walks in your area that you could do with your family in the weekend.</w:t>
      </w:r>
    </w:p>
    <w:p w14:paraId="72F91A94" w14:textId="77777777" w:rsidR="00BB6014" w:rsidRPr="002C71DA" w:rsidRDefault="00BB6014" w:rsidP="00BB6014">
      <w:pPr>
        <w:rPr>
          <w:rFonts w:cstheme="minorHAnsi"/>
        </w:rPr>
      </w:pPr>
      <w:r w:rsidRPr="002C71DA">
        <w:rPr>
          <w:rFonts w:cstheme="minorHAnsi"/>
        </w:rPr>
        <w:t>If you are unable to walk, what other activities will have the same beneficial results as walking?</w:t>
      </w:r>
    </w:p>
    <w:p w14:paraId="597D82E5" w14:textId="77777777" w:rsidR="00BB6014" w:rsidRPr="002C71DA" w:rsidRDefault="00BB6014" w:rsidP="00BB6014">
      <w:pPr>
        <w:rPr>
          <w:rFonts w:cstheme="minorHAnsi"/>
        </w:rPr>
      </w:pPr>
      <w:r w:rsidRPr="002C71DA">
        <w:rPr>
          <w:rFonts w:cstheme="minorHAnsi"/>
        </w:rPr>
        <w:t>Reflect on your walking progress on a weekly basis and record your reflections of what you have achieved.</w:t>
      </w:r>
    </w:p>
    <w:p w14:paraId="3F137105" w14:textId="77777777" w:rsidR="00BB6014" w:rsidRDefault="00BB6014" w:rsidP="00BB6014">
      <w:pPr>
        <w:rPr>
          <w:rFonts w:cstheme="minorHAnsi"/>
        </w:rPr>
      </w:pPr>
      <w:r w:rsidRPr="002C71DA">
        <w:rPr>
          <w:rFonts w:cstheme="minorHAnsi"/>
        </w:rPr>
        <w:t>Plan a success strategy for the following week.</w:t>
      </w:r>
    </w:p>
    <w:p w14:paraId="60F15EAF" w14:textId="17709020" w:rsidR="00BB6014" w:rsidRPr="002C71DA" w:rsidRDefault="00BB6014" w:rsidP="00BB6014">
      <w:pPr>
        <w:pStyle w:val="Heading2"/>
      </w:pPr>
      <w:r w:rsidRPr="002C71DA">
        <w:t>Assessment</w:t>
      </w:r>
    </w:p>
    <w:p w14:paraId="26CA4C99" w14:textId="77777777" w:rsidR="00BB6014" w:rsidRPr="002C71DA" w:rsidRDefault="00BB6014" w:rsidP="00BB6014">
      <w:pPr>
        <w:pStyle w:val="Heading3"/>
      </w:pPr>
      <w:r w:rsidRPr="002C71DA">
        <w:t>Learning area: Health and PE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9"/>
        <w:gridCol w:w="5726"/>
      </w:tblGrid>
      <w:tr w:rsidR="00BB6014" w:rsidRPr="002C71DA" w14:paraId="2BA95E95" w14:textId="77777777" w:rsidTr="00BC6C5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39E94813"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457EC71C" w14:textId="77777777" w:rsidR="00BB6014" w:rsidRPr="002C71DA" w:rsidRDefault="00BB6014" w:rsidP="00BC6C5C">
            <w:pPr>
              <w:rPr>
                <w:rFonts w:cstheme="minorHAnsi"/>
              </w:rPr>
            </w:pPr>
            <w:r w:rsidRPr="002C71DA">
              <w:rPr>
                <w:rFonts w:cstheme="minorHAnsi"/>
              </w:rPr>
              <w:t>I participate in regular physical activity at school but also I am fully involved in a range of physical activity outside of school hours.  I actively encourage others to participate in regular physical activity.</w:t>
            </w:r>
          </w:p>
        </w:tc>
      </w:tr>
      <w:tr w:rsidR="00BB6014" w:rsidRPr="002C71DA" w14:paraId="250AEB24" w14:textId="77777777" w:rsidTr="00BC6C5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1B9E32B4"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1F0BDC30" w14:textId="77777777" w:rsidR="00BB6014" w:rsidRPr="002C71DA" w:rsidRDefault="00BB6014" w:rsidP="00BC6C5C">
            <w:pPr>
              <w:rPr>
                <w:rFonts w:cstheme="minorHAnsi"/>
              </w:rPr>
            </w:pPr>
            <w:r w:rsidRPr="002C71DA">
              <w:rPr>
                <w:rFonts w:cstheme="minorHAnsi"/>
              </w:rPr>
              <w:t>I participate in regular activity at every opportunity and...</w:t>
            </w:r>
          </w:p>
        </w:tc>
      </w:tr>
      <w:tr w:rsidR="00BB6014" w:rsidRPr="002C71DA" w14:paraId="2DCDC724" w14:textId="77777777" w:rsidTr="00BC6C5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2EEB856B"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1C6A1C56" w14:textId="77777777" w:rsidR="00BB6014" w:rsidRPr="002C71DA" w:rsidRDefault="00BB6014" w:rsidP="00BC6C5C">
            <w:pPr>
              <w:rPr>
                <w:rFonts w:cstheme="minorHAnsi"/>
              </w:rPr>
            </w:pPr>
            <w:r w:rsidRPr="002C71DA">
              <w:rPr>
                <w:rFonts w:cstheme="minorHAnsi"/>
              </w:rPr>
              <w:t>I participate in the class fitness programme but also involve myself in regular physical activity at intervals and lunchtime.</w:t>
            </w:r>
          </w:p>
        </w:tc>
      </w:tr>
      <w:tr w:rsidR="00BB6014" w:rsidRPr="002C71DA" w14:paraId="5B904528" w14:textId="77777777" w:rsidTr="00BC6C5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4A5D76E3"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7EA6AEE3" w14:textId="77777777" w:rsidR="00BB6014" w:rsidRPr="002C71DA" w:rsidRDefault="00BB6014" w:rsidP="00BC6C5C">
            <w:pPr>
              <w:rPr>
                <w:rFonts w:cstheme="minorHAnsi"/>
              </w:rPr>
            </w:pPr>
            <w:r w:rsidRPr="002C71DA">
              <w:rPr>
                <w:rFonts w:cstheme="minorHAnsi"/>
              </w:rPr>
              <w:t>I participate in regular activity as part of the class fitness programme.</w:t>
            </w:r>
          </w:p>
        </w:tc>
      </w:tr>
      <w:tr w:rsidR="00BB6014" w:rsidRPr="002C71DA" w14:paraId="68C73F37" w14:textId="77777777" w:rsidTr="00BC6C5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48B9F1C3"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207CA4B4" w14:textId="77777777" w:rsidR="00BB6014" w:rsidRPr="002C71DA" w:rsidRDefault="00BB6014" w:rsidP="00BC6C5C">
            <w:pPr>
              <w:rPr>
                <w:rFonts w:cstheme="minorHAnsi"/>
              </w:rPr>
            </w:pPr>
            <w:r w:rsidRPr="002C71DA">
              <w:rPr>
                <w:rFonts w:cstheme="minorHAnsi"/>
              </w:rPr>
              <w:t>I need encouragement to participate in regular physical activity.</w:t>
            </w:r>
          </w:p>
        </w:tc>
      </w:tr>
    </w:tbl>
    <w:p w14:paraId="3ED1192A" w14:textId="77777777" w:rsidR="00BB6014" w:rsidRPr="002C71DA" w:rsidRDefault="00BB6014" w:rsidP="00BB6014">
      <w:pPr>
        <w:rPr>
          <w:rFonts w:cstheme="minorHAnsi"/>
        </w:rPr>
      </w:pPr>
    </w:p>
    <w:p w14:paraId="76BF4795" w14:textId="77777777" w:rsidR="00BB6014" w:rsidRPr="002C71DA" w:rsidRDefault="00BB6014" w:rsidP="00BB6014">
      <w:pPr>
        <w:pStyle w:val="Heading3"/>
      </w:pPr>
      <w:r w:rsidRPr="002C71DA">
        <w:t xml:space="preserve">Key </w:t>
      </w:r>
      <w:r>
        <w:t>C</w:t>
      </w:r>
      <w:r w:rsidRPr="002C71DA">
        <w:t>ompetency: managing 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1"/>
        <w:gridCol w:w="5726"/>
      </w:tblGrid>
      <w:tr w:rsidR="00BB6014" w:rsidRPr="002C71DA" w14:paraId="6D960A53" w14:textId="77777777" w:rsidTr="00BC6C5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232A0B7A"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1F0713F9" w14:textId="77777777" w:rsidR="00BB6014" w:rsidRPr="002C71DA" w:rsidRDefault="00BB6014" w:rsidP="00BC6C5C">
            <w:pPr>
              <w:rPr>
                <w:rFonts w:cstheme="minorHAnsi"/>
              </w:rPr>
            </w:pPr>
            <w:r w:rsidRPr="002C71DA">
              <w:rPr>
                <w:rFonts w:cstheme="minorHAnsi"/>
              </w:rPr>
              <w:t>I regularly plan, monitor and reflect on my progress in walking activities outside of the classroom.</w:t>
            </w:r>
          </w:p>
        </w:tc>
      </w:tr>
      <w:tr w:rsidR="00BB6014" w:rsidRPr="002C71DA" w14:paraId="568CAF19" w14:textId="77777777" w:rsidTr="00BC6C5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30170E4F"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7F8CC5C9" w14:textId="77777777" w:rsidR="00BB6014" w:rsidRPr="002C71DA" w:rsidRDefault="00BB6014" w:rsidP="00BC6C5C">
            <w:pPr>
              <w:rPr>
                <w:rFonts w:cstheme="minorHAnsi"/>
              </w:rPr>
            </w:pPr>
            <w:r w:rsidRPr="002C71DA">
              <w:rPr>
                <w:rFonts w:cstheme="minorHAnsi"/>
              </w:rPr>
              <w:t xml:space="preserve">I can accurately record my own personal data and analyse my results to explain and monitor my progress in class walking activities. </w:t>
            </w:r>
          </w:p>
        </w:tc>
      </w:tr>
      <w:tr w:rsidR="00BB6014" w:rsidRPr="002C71DA" w14:paraId="2A1B81D3" w14:textId="77777777" w:rsidTr="00BC6C5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6E262E51"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49CBCA44" w14:textId="77777777" w:rsidR="00BB6014" w:rsidRPr="002C71DA" w:rsidRDefault="00BB6014" w:rsidP="00BC6C5C">
            <w:pPr>
              <w:rPr>
                <w:rFonts w:cstheme="minorHAnsi"/>
              </w:rPr>
            </w:pPr>
            <w:r w:rsidRPr="002C71DA">
              <w:rPr>
                <w:rFonts w:cstheme="minorHAnsi"/>
              </w:rPr>
              <w:t>I can accurately record my own personal data and set personal goals for the next week.</w:t>
            </w:r>
          </w:p>
        </w:tc>
      </w:tr>
      <w:tr w:rsidR="00BB6014" w:rsidRPr="002C71DA" w14:paraId="38BCEBFA" w14:textId="77777777" w:rsidTr="00BC6C5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7C503D70"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2D51DDF6" w14:textId="77777777" w:rsidR="00BB6014" w:rsidRPr="002C71DA" w:rsidRDefault="00BB6014" w:rsidP="00BC6C5C">
            <w:pPr>
              <w:rPr>
                <w:rFonts w:cstheme="minorHAnsi"/>
              </w:rPr>
            </w:pPr>
            <w:r w:rsidRPr="002C71DA">
              <w:rPr>
                <w:rFonts w:cstheme="minorHAnsi"/>
              </w:rPr>
              <w:t>I can accurately record my own personal data.</w:t>
            </w:r>
          </w:p>
        </w:tc>
      </w:tr>
      <w:tr w:rsidR="00BB6014" w:rsidRPr="002C71DA" w14:paraId="473A0DE3" w14:textId="77777777" w:rsidTr="00BC6C5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42B5A5D8" w14:textId="77777777" w:rsidR="00BB6014" w:rsidRPr="002C71DA" w:rsidRDefault="00BB6014" w:rsidP="00BC6C5C">
            <w:pPr>
              <w:rPr>
                <w:rFonts w:cstheme="minorHAnsi"/>
              </w:rPr>
            </w:pPr>
          </w:p>
        </w:tc>
        <w:tc>
          <w:tcPr>
            <w:tcW w:w="5726" w:type="dxa"/>
            <w:tcBorders>
              <w:top w:val="single" w:sz="4" w:space="0" w:color="000000"/>
              <w:left w:val="single" w:sz="4" w:space="0" w:color="000000"/>
              <w:bottom w:val="single" w:sz="4" w:space="0" w:color="000000"/>
              <w:right w:val="single" w:sz="4" w:space="0" w:color="000000"/>
            </w:tcBorders>
          </w:tcPr>
          <w:p w14:paraId="4DA82902" w14:textId="77777777" w:rsidR="00BB6014" w:rsidRPr="002C71DA" w:rsidRDefault="00BB6014" w:rsidP="00BC6C5C">
            <w:pPr>
              <w:rPr>
                <w:rFonts w:cstheme="minorHAnsi"/>
              </w:rPr>
            </w:pPr>
            <w:r w:rsidRPr="002C71DA">
              <w:rPr>
                <w:rFonts w:cstheme="minorHAnsi"/>
              </w:rPr>
              <w:t>I need help to record and monitor my own progress.</w:t>
            </w:r>
          </w:p>
        </w:tc>
      </w:tr>
    </w:tbl>
    <w:p w14:paraId="6DA78154" w14:textId="77777777" w:rsidR="00BB6014" w:rsidRPr="002C71DA" w:rsidRDefault="00BB6014" w:rsidP="00BB6014">
      <w:pPr>
        <w:pStyle w:val="Heading2"/>
      </w:pPr>
      <w:r w:rsidRPr="002C71DA">
        <w:lastRenderedPageBreak/>
        <w:t>Internet resources</w:t>
      </w:r>
    </w:p>
    <w:p w14:paraId="4E1973B8" w14:textId="0AF3A316" w:rsidR="00BB6014" w:rsidRPr="002C71DA" w:rsidRDefault="00000000" w:rsidP="00BB6014">
      <w:pPr>
        <w:rPr>
          <w:rFonts w:cstheme="minorHAnsi"/>
        </w:rPr>
      </w:pPr>
      <w:hyperlink r:id="rId11" w:history="1">
        <w:r w:rsidR="00C54354" w:rsidRPr="00C54354">
          <w:rPr>
            <w:rStyle w:val="Hyperlink"/>
            <w:rFonts w:cstheme="minorHAnsi"/>
          </w:rPr>
          <w:t>How the heart works (Heart Foundation)</w:t>
        </w:r>
      </w:hyperlink>
    </w:p>
    <w:p w14:paraId="53B77811" w14:textId="49A04B69" w:rsidR="00BB6014" w:rsidRDefault="00000000" w:rsidP="00BB6014">
      <w:pPr>
        <w:rPr>
          <w:rFonts w:cstheme="minorHAnsi"/>
        </w:rPr>
      </w:pPr>
      <w:hyperlink r:id="rId12" w:history="1">
        <w:r w:rsidR="00F66680" w:rsidRPr="00F66680">
          <w:rPr>
            <w:rStyle w:val="Hyperlink"/>
            <w:rFonts w:cstheme="minorHAnsi"/>
          </w:rPr>
          <w:t>Walking (Ministry of Health)</w:t>
        </w:r>
      </w:hyperlink>
    </w:p>
    <w:p w14:paraId="07316C1C" w14:textId="22A95168" w:rsidR="007079F3" w:rsidRDefault="00000000" w:rsidP="00BB6014">
      <w:pPr>
        <w:rPr>
          <w:rFonts w:cstheme="minorHAnsi"/>
        </w:rPr>
      </w:pPr>
      <w:hyperlink r:id="rId13" w:history="1">
        <w:r w:rsidR="007079F3" w:rsidRPr="007079F3">
          <w:rPr>
            <w:rStyle w:val="Hyperlink"/>
            <w:rFonts w:cstheme="minorHAnsi"/>
          </w:rPr>
          <w:t>What are the benefits of walking (Health Navigator)</w:t>
        </w:r>
      </w:hyperlink>
    </w:p>
    <w:p w14:paraId="532697A4" w14:textId="77777777" w:rsidR="007079F3" w:rsidRPr="002C71DA" w:rsidRDefault="007079F3" w:rsidP="00BB6014">
      <w:pPr>
        <w:rPr>
          <w:rFonts w:cstheme="minorHAnsi"/>
        </w:rPr>
      </w:pPr>
    </w:p>
    <w:p w14:paraId="408606DB" w14:textId="77777777" w:rsidR="00BB6014" w:rsidRPr="002C71DA" w:rsidRDefault="00BB6014" w:rsidP="00BB6014">
      <w:pPr>
        <w:pStyle w:val="Heading2"/>
      </w:pPr>
      <w:r w:rsidRPr="002C71DA">
        <w:t>Thinking resources</w:t>
      </w:r>
    </w:p>
    <w:p w14:paraId="70C1E1DD" w14:textId="1C40429F" w:rsidR="00BB6014" w:rsidRPr="002C71DA" w:rsidRDefault="00BB6014" w:rsidP="00BB6014">
      <w:pPr>
        <w:rPr>
          <w:rFonts w:cstheme="minorHAnsi"/>
        </w:rPr>
      </w:pPr>
      <w:r w:rsidRPr="002C71DA">
        <w:rPr>
          <w:rFonts w:cstheme="minorHAnsi"/>
        </w:rPr>
        <w:t>Create a one</w:t>
      </w:r>
      <w:r w:rsidR="00CC72C0">
        <w:rPr>
          <w:rFonts w:cstheme="minorHAnsi"/>
        </w:rPr>
        <w:t>-</w:t>
      </w:r>
      <w:r w:rsidRPr="002C71DA">
        <w:rPr>
          <w:rFonts w:cstheme="minorHAnsi"/>
        </w:rPr>
        <w:t>month healthy eating plan to go with your fitness plan.</w:t>
      </w:r>
    </w:p>
    <w:p w14:paraId="5902C11D" w14:textId="77777777" w:rsidR="00BB6014" w:rsidRPr="002C71DA" w:rsidRDefault="00BB6014" w:rsidP="00BB6014">
      <w:pPr>
        <w:rPr>
          <w:rFonts w:cstheme="minorHAnsi"/>
        </w:rPr>
      </w:pPr>
      <w:r w:rsidRPr="002C71DA">
        <w:rPr>
          <w:rFonts w:cstheme="minorHAnsi"/>
        </w:rPr>
        <w:t>The answer is muscles. Write three questions to which this could be the answer.</w:t>
      </w:r>
    </w:p>
    <w:p w14:paraId="59B749AE" w14:textId="77777777" w:rsidR="00BB6014" w:rsidRPr="002C71DA" w:rsidRDefault="00BB6014" w:rsidP="00BB6014">
      <w:pPr>
        <w:rPr>
          <w:rFonts w:cstheme="minorHAnsi"/>
        </w:rPr>
      </w:pPr>
      <w:r w:rsidRPr="002C71DA">
        <w:rPr>
          <w:rFonts w:cstheme="minorHAnsi"/>
        </w:rPr>
        <w:t>List as many places as you can that you could never walk to.</w:t>
      </w:r>
    </w:p>
    <w:p w14:paraId="67927160" w14:textId="77777777" w:rsidR="00BB6014" w:rsidRPr="002C71DA" w:rsidRDefault="00BB6014" w:rsidP="00BB6014">
      <w:pPr>
        <w:rPr>
          <w:rFonts w:cstheme="minorHAnsi"/>
        </w:rPr>
      </w:pPr>
      <w:r w:rsidRPr="002C71DA">
        <w:rPr>
          <w:rFonts w:cstheme="minorHAnsi"/>
        </w:rPr>
        <w:t>List as many reasons as you can as to what you could tell your teacher about why you could not walk.</w:t>
      </w:r>
    </w:p>
    <w:p w14:paraId="78144F8E" w14:textId="77777777" w:rsidR="00BB6014" w:rsidRPr="002C71DA" w:rsidRDefault="00BB6014" w:rsidP="00BB6014">
      <w:pPr>
        <w:rPr>
          <w:rFonts w:cstheme="minorHAnsi"/>
        </w:rPr>
      </w:pPr>
    </w:p>
    <w:p w14:paraId="3E3CF911" w14:textId="77777777" w:rsidR="00BB6014" w:rsidRPr="002C71DA" w:rsidRDefault="00BB6014" w:rsidP="00BB6014">
      <w:pPr>
        <w:pStyle w:val="Heading2"/>
      </w:pPr>
      <w:r w:rsidRPr="002C71DA">
        <w:t>What if questions</w:t>
      </w:r>
    </w:p>
    <w:p w14:paraId="442BCC07" w14:textId="77777777" w:rsidR="00BB6014" w:rsidRPr="00CC72C0" w:rsidRDefault="00BB6014" w:rsidP="00BB6014">
      <w:pPr>
        <w:rPr>
          <w:rFonts w:cstheme="minorHAnsi"/>
          <w:i/>
          <w:iCs/>
        </w:rPr>
      </w:pPr>
      <w:r w:rsidRPr="00CC72C0">
        <w:rPr>
          <w:rFonts w:cstheme="minorHAnsi"/>
          <w:i/>
          <w:iCs/>
        </w:rPr>
        <w:t>Use these questions for class and group discussions or for writing.</w:t>
      </w:r>
    </w:p>
    <w:p w14:paraId="7D23344C" w14:textId="77777777" w:rsidR="00CC72C0" w:rsidRDefault="00CC72C0" w:rsidP="00BB6014">
      <w:pPr>
        <w:rPr>
          <w:rFonts w:cstheme="minorHAnsi"/>
        </w:rPr>
      </w:pPr>
    </w:p>
    <w:p w14:paraId="5F3F13FD" w14:textId="73436FC1" w:rsidR="00BB6014" w:rsidRPr="002C71DA" w:rsidRDefault="00BB6014" w:rsidP="00BB6014">
      <w:pPr>
        <w:rPr>
          <w:rFonts w:cstheme="minorHAnsi"/>
        </w:rPr>
      </w:pPr>
      <w:r w:rsidRPr="002C71DA">
        <w:rPr>
          <w:rFonts w:cstheme="minorHAnsi"/>
        </w:rPr>
        <w:t>What if physical fitness was the only thing taught at school?</w:t>
      </w:r>
    </w:p>
    <w:p w14:paraId="11EEBCE3" w14:textId="77777777" w:rsidR="00BB6014" w:rsidRPr="002C71DA" w:rsidRDefault="00BB6014" w:rsidP="00BB6014">
      <w:pPr>
        <w:rPr>
          <w:rFonts w:cstheme="minorHAnsi"/>
        </w:rPr>
      </w:pPr>
      <w:r w:rsidRPr="002C71DA">
        <w:rPr>
          <w:rFonts w:cstheme="minorHAnsi"/>
        </w:rPr>
        <w:t>What if we did not learn about fitness and wellbeing?</w:t>
      </w:r>
    </w:p>
    <w:p w14:paraId="0ED0FA21" w14:textId="77777777" w:rsidR="00BB6014" w:rsidRPr="002C71DA" w:rsidRDefault="00BB6014" w:rsidP="00BB6014">
      <w:pPr>
        <w:rPr>
          <w:rFonts w:cstheme="minorHAnsi"/>
        </w:rPr>
      </w:pPr>
      <w:r w:rsidRPr="002C71DA">
        <w:rPr>
          <w:rFonts w:cstheme="minorHAnsi"/>
        </w:rPr>
        <w:t>What if we had to be tied to a partner like a three legged race for 24 hours a day?</w:t>
      </w:r>
    </w:p>
    <w:p w14:paraId="0218772B" w14:textId="77777777" w:rsidR="00BB6014" w:rsidRPr="002C71DA" w:rsidRDefault="00BB6014" w:rsidP="00BB6014">
      <w:pPr>
        <w:rPr>
          <w:rFonts w:cstheme="minorHAnsi"/>
        </w:rPr>
      </w:pPr>
      <w:r w:rsidRPr="002C71DA">
        <w:rPr>
          <w:rFonts w:cstheme="minorHAnsi"/>
        </w:rPr>
        <w:t>What if we only ate unhealthy food for every meal?</w:t>
      </w:r>
    </w:p>
    <w:p w14:paraId="7FA0626B" w14:textId="77777777" w:rsidR="00BB6014" w:rsidRPr="002C71DA" w:rsidRDefault="00BB6014" w:rsidP="00BB6014">
      <w:pPr>
        <w:rPr>
          <w:rFonts w:cstheme="minorHAnsi"/>
        </w:rPr>
      </w:pPr>
      <w:r w:rsidRPr="002C71DA">
        <w:rPr>
          <w:rFonts w:cstheme="minorHAnsi"/>
        </w:rPr>
        <w:t>What if there were no team sports and only individual pursuits available?</w:t>
      </w:r>
    </w:p>
    <w:p w14:paraId="46EC8CBF" w14:textId="77777777" w:rsidR="00BB6014" w:rsidRPr="002C71DA" w:rsidRDefault="00BB6014" w:rsidP="00BB6014">
      <w:pPr>
        <w:rPr>
          <w:rFonts w:cstheme="minorHAnsi"/>
        </w:rPr>
      </w:pPr>
    </w:p>
    <w:p w14:paraId="7BE05F1D" w14:textId="77777777" w:rsidR="00BB6014" w:rsidRPr="002C71DA" w:rsidRDefault="00BB6014" w:rsidP="00BB6014">
      <w:pPr>
        <w:rPr>
          <w:rFonts w:cstheme="minorHAnsi"/>
        </w:rPr>
      </w:pPr>
    </w:p>
    <w:p w14:paraId="69ADD2AB" w14:textId="77777777" w:rsidR="00BB6014" w:rsidRPr="002C71DA" w:rsidRDefault="00BB6014" w:rsidP="00BB6014">
      <w:pPr>
        <w:rPr>
          <w:rFonts w:cstheme="minorHAnsi"/>
        </w:rPr>
      </w:pPr>
    </w:p>
    <w:p w14:paraId="4C77E321" w14:textId="77777777" w:rsidR="00BB6014" w:rsidRPr="002C71DA" w:rsidRDefault="00BB6014" w:rsidP="00BB6014">
      <w:pPr>
        <w:rPr>
          <w:rFonts w:cstheme="minorHAnsi"/>
        </w:rPr>
      </w:pPr>
    </w:p>
    <w:p w14:paraId="2E51503E" w14:textId="77777777" w:rsidR="00BB6014" w:rsidRPr="002C71DA" w:rsidRDefault="00BB6014" w:rsidP="00BB6014">
      <w:pPr>
        <w:rPr>
          <w:rFonts w:cstheme="minorHAnsi"/>
        </w:rPr>
      </w:pPr>
    </w:p>
    <w:p w14:paraId="0080198B" w14:textId="77777777" w:rsidR="00BB6014" w:rsidRPr="002C71DA" w:rsidRDefault="00BB6014" w:rsidP="00BB6014">
      <w:pPr>
        <w:rPr>
          <w:rFonts w:cstheme="minorHAnsi"/>
        </w:rPr>
      </w:pPr>
    </w:p>
    <w:p w14:paraId="4D6093C1" w14:textId="77777777" w:rsidR="00BB6014" w:rsidRPr="002C71DA" w:rsidRDefault="00BB6014" w:rsidP="00BB6014">
      <w:pPr>
        <w:rPr>
          <w:rFonts w:cstheme="minorHAnsi"/>
        </w:rPr>
      </w:pPr>
    </w:p>
    <w:p w14:paraId="0D113E0A" w14:textId="77777777" w:rsidR="00BB6014" w:rsidRPr="002C71DA" w:rsidRDefault="00BB6014" w:rsidP="00BB6014">
      <w:pPr>
        <w:rPr>
          <w:rFonts w:cstheme="minorHAnsi"/>
        </w:rPr>
      </w:pPr>
    </w:p>
    <w:p w14:paraId="6985CC4A" w14:textId="77777777" w:rsidR="00BB6014" w:rsidRPr="002C71DA" w:rsidRDefault="00BB6014" w:rsidP="00BB6014">
      <w:pPr>
        <w:rPr>
          <w:rFonts w:cstheme="minorHAnsi"/>
        </w:rPr>
      </w:pPr>
    </w:p>
    <w:bookmarkEnd w:id="0"/>
    <w:bookmarkEnd w:id="1"/>
    <w:bookmarkEnd w:id="2"/>
    <w:p w14:paraId="4CFB17BC" w14:textId="77777777" w:rsidR="00BB6014" w:rsidRPr="002C71DA" w:rsidRDefault="00BB6014" w:rsidP="00BB6014">
      <w:pPr>
        <w:rPr>
          <w:rFonts w:cstheme="minorHAnsi"/>
        </w:rPr>
      </w:pPr>
    </w:p>
    <w:sectPr w:rsidR="00BB6014" w:rsidRPr="002C71DA" w:rsidSect="00A90AAE">
      <w:headerReference w:type="even" r:id="rId14"/>
      <w:headerReference w:type="default" r:id="rId15"/>
      <w:footerReference w:type="even" r:id="rId16"/>
      <w:footerReference w:type="default" r:id="rId17"/>
      <w:headerReference w:type="first" r:id="rId18"/>
      <w:footerReference w:type="first" r:id="rId19"/>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8CE4E" w14:textId="77777777" w:rsidR="003132B9" w:rsidRDefault="003132B9" w:rsidP="002A6A89">
      <w:pPr>
        <w:spacing w:after="0" w:line="240" w:lineRule="auto"/>
      </w:pPr>
      <w:r>
        <w:separator/>
      </w:r>
    </w:p>
  </w:endnote>
  <w:endnote w:type="continuationSeparator" w:id="0">
    <w:p w14:paraId="0457E455" w14:textId="77777777" w:rsidR="003132B9" w:rsidRDefault="003132B9"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D30"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2C3" w14:textId="77777777" w:rsidR="00D44EA8" w:rsidRPr="00245A46" w:rsidRDefault="00D44EA8" w:rsidP="00D44EA8">
    <w:pPr>
      <w:pStyle w:val="Footer2"/>
    </w:pPr>
  </w:p>
  <w:p w14:paraId="78BE1B5E"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4DE67"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6D1712B5" wp14:editId="2935A0BE">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09850AE9"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8BBE1" w14:textId="77777777" w:rsidR="003132B9" w:rsidRDefault="003132B9" w:rsidP="002A6A89">
      <w:pPr>
        <w:spacing w:after="0" w:line="240" w:lineRule="auto"/>
      </w:pPr>
      <w:r>
        <w:separator/>
      </w:r>
    </w:p>
  </w:footnote>
  <w:footnote w:type="continuationSeparator" w:id="0">
    <w:p w14:paraId="76315E37" w14:textId="77777777" w:rsidR="003132B9" w:rsidRDefault="003132B9"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D4C0"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81AC5"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8AD3"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37065D"/>
    <w:multiLevelType w:val="hybridMultilevel"/>
    <w:tmpl w:val="9642CE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471635D"/>
    <w:multiLevelType w:val="hybridMultilevel"/>
    <w:tmpl w:val="FFFFFFFF"/>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F837BE6"/>
    <w:multiLevelType w:val="hybridMultilevel"/>
    <w:tmpl w:val="FAEE49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2"/>
  </w:num>
  <w:num w:numId="2" w16cid:durableId="1982732513">
    <w:abstractNumId w:val="19"/>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3"/>
  </w:num>
  <w:num w:numId="9" w16cid:durableId="830020188">
    <w:abstractNumId w:val="13"/>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3"/>
  </w:num>
  <w:num w:numId="14" w16cid:durableId="2140563677">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3"/>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0"/>
  </w:num>
  <w:num w:numId="23" w16cid:durableId="1467428382">
    <w:abstractNumId w:val="9"/>
  </w:num>
  <w:num w:numId="24" w16cid:durableId="1905990832">
    <w:abstractNumId w:val="8"/>
  </w:num>
  <w:num w:numId="25" w16cid:durableId="1171606363">
    <w:abstractNumId w:val="18"/>
  </w:num>
  <w:num w:numId="26" w16cid:durableId="192574133">
    <w:abstractNumId w:val="7"/>
  </w:num>
  <w:num w:numId="27" w16cid:durableId="1571427296">
    <w:abstractNumId w:val="11"/>
  </w:num>
  <w:num w:numId="28" w16cid:durableId="852181803">
    <w:abstractNumId w:val="15"/>
  </w:num>
  <w:num w:numId="29" w16cid:durableId="382753653">
    <w:abstractNumId w:val="17"/>
  </w:num>
  <w:num w:numId="30" w16cid:durableId="1301113443">
    <w:abstractNumId w:val="12"/>
  </w:num>
  <w:num w:numId="31" w16cid:durableId="561454486">
    <w:abstractNumId w:val="14"/>
  </w:num>
  <w:num w:numId="32" w16cid:durableId="1815560368">
    <w:abstractNumId w:val="16"/>
  </w:num>
  <w:num w:numId="33" w16cid:durableId="1348409526">
    <w:abstractNumId w:val="5"/>
  </w:num>
  <w:num w:numId="34" w16cid:durableId="1058556609">
    <w:abstractNumId w:val="10"/>
  </w:num>
  <w:num w:numId="35" w16cid:durableId="10829948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B24"/>
    <w:rsid w:val="00032023"/>
    <w:rsid w:val="000369F7"/>
    <w:rsid w:val="00057E8D"/>
    <w:rsid w:val="00061681"/>
    <w:rsid w:val="0007104C"/>
    <w:rsid w:val="00071EBA"/>
    <w:rsid w:val="00075EFB"/>
    <w:rsid w:val="000900AC"/>
    <w:rsid w:val="0009158F"/>
    <w:rsid w:val="00094A0E"/>
    <w:rsid w:val="00094D35"/>
    <w:rsid w:val="000A6166"/>
    <w:rsid w:val="000B3907"/>
    <w:rsid w:val="000C07B0"/>
    <w:rsid w:val="000D11A6"/>
    <w:rsid w:val="000E379C"/>
    <w:rsid w:val="000F6BA7"/>
    <w:rsid w:val="00104067"/>
    <w:rsid w:val="001041D9"/>
    <w:rsid w:val="00114219"/>
    <w:rsid w:val="0011760D"/>
    <w:rsid w:val="00143D5E"/>
    <w:rsid w:val="00144036"/>
    <w:rsid w:val="001539FD"/>
    <w:rsid w:val="00157021"/>
    <w:rsid w:val="00160D68"/>
    <w:rsid w:val="00161990"/>
    <w:rsid w:val="00170237"/>
    <w:rsid w:val="00172813"/>
    <w:rsid w:val="00175395"/>
    <w:rsid w:val="001D4826"/>
    <w:rsid w:val="001E4B69"/>
    <w:rsid w:val="001F75DA"/>
    <w:rsid w:val="002020D7"/>
    <w:rsid w:val="002033EC"/>
    <w:rsid w:val="00205682"/>
    <w:rsid w:val="0022027D"/>
    <w:rsid w:val="00220D34"/>
    <w:rsid w:val="00250E0A"/>
    <w:rsid w:val="00252190"/>
    <w:rsid w:val="00271364"/>
    <w:rsid w:val="00271E0A"/>
    <w:rsid w:val="00274047"/>
    <w:rsid w:val="00282532"/>
    <w:rsid w:val="002A6A89"/>
    <w:rsid w:val="002B3B43"/>
    <w:rsid w:val="002D125C"/>
    <w:rsid w:val="002D6577"/>
    <w:rsid w:val="002E2A7B"/>
    <w:rsid w:val="002F7BBD"/>
    <w:rsid w:val="003132B9"/>
    <w:rsid w:val="00314449"/>
    <w:rsid w:val="00345B39"/>
    <w:rsid w:val="0034749C"/>
    <w:rsid w:val="00360B43"/>
    <w:rsid w:val="0037314E"/>
    <w:rsid w:val="003806AB"/>
    <w:rsid w:val="003A4329"/>
    <w:rsid w:val="003B54C2"/>
    <w:rsid w:val="003D301D"/>
    <w:rsid w:val="003D4CFB"/>
    <w:rsid w:val="003D6BE2"/>
    <w:rsid w:val="003E1DB8"/>
    <w:rsid w:val="003E3679"/>
    <w:rsid w:val="003E4B07"/>
    <w:rsid w:val="00420732"/>
    <w:rsid w:val="00421A4C"/>
    <w:rsid w:val="004278A7"/>
    <w:rsid w:val="00433C06"/>
    <w:rsid w:val="00441B3A"/>
    <w:rsid w:val="004442FC"/>
    <w:rsid w:val="00445524"/>
    <w:rsid w:val="004539A2"/>
    <w:rsid w:val="00492A50"/>
    <w:rsid w:val="004A0A8A"/>
    <w:rsid w:val="004A2385"/>
    <w:rsid w:val="004C22F2"/>
    <w:rsid w:val="00501B1F"/>
    <w:rsid w:val="005146DA"/>
    <w:rsid w:val="0052688D"/>
    <w:rsid w:val="00530969"/>
    <w:rsid w:val="005312E8"/>
    <w:rsid w:val="0053688C"/>
    <w:rsid w:val="00554EAE"/>
    <w:rsid w:val="00555626"/>
    <w:rsid w:val="00560868"/>
    <w:rsid w:val="005C1265"/>
    <w:rsid w:val="005E6C6B"/>
    <w:rsid w:val="00611D2D"/>
    <w:rsid w:val="00615612"/>
    <w:rsid w:val="00622FD7"/>
    <w:rsid w:val="0063211C"/>
    <w:rsid w:val="0063291E"/>
    <w:rsid w:val="00642EFA"/>
    <w:rsid w:val="006513AD"/>
    <w:rsid w:val="00670DC4"/>
    <w:rsid w:val="006731F4"/>
    <w:rsid w:val="0068222C"/>
    <w:rsid w:val="00682854"/>
    <w:rsid w:val="00682B84"/>
    <w:rsid w:val="006B15D1"/>
    <w:rsid w:val="006F322A"/>
    <w:rsid w:val="006F6B0A"/>
    <w:rsid w:val="00704BD7"/>
    <w:rsid w:val="007079F3"/>
    <w:rsid w:val="0071500D"/>
    <w:rsid w:val="00724A09"/>
    <w:rsid w:val="00740520"/>
    <w:rsid w:val="007405EB"/>
    <w:rsid w:val="0075036F"/>
    <w:rsid w:val="00762D08"/>
    <w:rsid w:val="00787356"/>
    <w:rsid w:val="00793A49"/>
    <w:rsid w:val="007B12EE"/>
    <w:rsid w:val="007C4A95"/>
    <w:rsid w:val="007C7065"/>
    <w:rsid w:val="007D19C9"/>
    <w:rsid w:val="007F141F"/>
    <w:rsid w:val="007F7BA5"/>
    <w:rsid w:val="00801544"/>
    <w:rsid w:val="008071B5"/>
    <w:rsid w:val="00814509"/>
    <w:rsid w:val="00843DAC"/>
    <w:rsid w:val="008629B5"/>
    <w:rsid w:val="00865866"/>
    <w:rsid w:val="008901D5"/>
    <w:rsid w:val="00891102"/>
    <w:rsid w:val="008A4704"/>
    <w:rsid w:val="008C496A"/>
    <w:rsid w:val="008E7C8B"/>
    <w:rsid w:val="00902184"/>
    <w:rsid w:val="009245CA"/>
    <w:rsid w:val="00937E11"/>
    <w:rsid w:val="009638D6"/>
    <w:rsid w:val="0097314A"/>
    <w:rsid w:val="00975C54"/>
    <w:rsid w:val="0098231E"/>
    <w:rsid w:val="0098652C"/>
    <w:rsid w:val="009921D4"/>
    <w:rsid w:val="009A2471"/>
    <w:rsid w:val="009A6D46"/>
    <w:rsid w:val="009C3418"/>
    <w:rsid w:val="009D1292"/>
    <w:rsid w:val="009F6CB9"/>
    <w:rsid w:val="00A20E45"/>
    <w:rsid w:val="00A23B6D"/>
    <w:rsid w:val="00A341EA"/>
    <w:rsid w:val="00A453DB"/>
    <w:rsid w:val="00A4593F"/>
    <w:rsid w:val="00A57102"/>
    <w:rsid w:val="00A63EC0"/>
    <w:rsid w:val="00A7304E"/>
    <w:rsid w:val="00A813C2"/>
    <w:rsid w:val="00A90AAE"/>
    <w:rsid w:val="00A92781"/>
    <w:rsid w:val="00A95F03"/>
    <w:rsid w:val="00AA2086"/>
    <w:rsid w:val="00AB7D84"/>
    <w:rsid w:val="00AF7423"/>
    <w:rsid w:val="00B01B24"/>
    <w:rsid w:val="00B13447"/>
    <w:rsid w:val="00B16546"/>
    <w:rsid w:val="00B3506C"/>
    <w:rsid w:val="00B47BF1"/>
    <w:rsid w:val="00B654B9"/>
    <w:rsid w:val="00B76535"/>
    <w:rsid w:val="00B76DC6"/>
    <w:rsid w:val="00B8003A"/>
    <w:rsid w:val="00B82A81"/>
    <w:rsid w:val="00B94B62"/>
    <w:rsid w:val="00BA5CB9"/>
    <w:rsid w:val="00BA6735"/>
    <w:rsid w:val="00BB6014"/>
    <w:rsid w:val="00BC4DB2"/>
    <w:rsid w:val="00BC7CAB"/>
    <w:rsid w:val="00BD221A"/>
    <w:rsid w:val="00BD5036"/>
    <w:rsid w:val="00BE2AC9"/>
    <w:rsid w:val="00BE5F44"/>
    <w:rsid w:val="00BF6C36"/>
    <w:rsid w:val="00C071B5"/>
    <w:rsid w:val="00C17B90"/>
    <w:rsid w:val="00C23B00"/>
    <w:rsid w:val="00C352C3"/>
    <w:rsid w:val="00C36C01"/>
    <w:rsid w:val="00C52C74"/>
    <w:rsid w:val="00C54354"/>
    <w:rsid w:val="00C57516"/>
    <w:rsid w:val="00C57B16"/>
    <w:rsid w:val="00C70524"/>
    <w:rsid w:val="00C70ED0"/>
    <w:rsid w:val="00C732DB"/>
    <w:rsid w:val="00C77DCA"/>
    <w:rsid w:val="00C85E51"/>
    <w:rsid w:val="00CB554D"/>
    <w:rsid w:val="00CC1583"/>
    <w:rsid w:val="00CC72C0"/>
    <w:rsid w:val="00CF1C79"/>
    <w:rsid w:val="00CF3575"/>
    <w:rsid w:val="00D02DD8"/>
    <w:rsid w:val="00D04A6B"/>
    <w:rsid w:val="00D14837"/>
    <w:rsid w:val="00D22A6C"/>
    <w:rsid w:val="00D314CC"/>
    <w:rsid w:val="00D407A5"/>
    <w:rsid w:val="00D44EA8"/>
    <w:rsid w:val="00D5116D"/>
    <w:rsid w:val="00D6650A"/>
    <w:rsid w:val="00D83CD4"/>
    <w:rsid w:val="00D92F9B"/>
    <w:rsid w:val="00DA4088"/>
    <w:rsid w:val="00DA5A6F"/>
    <w:rsid w:val="00DB201A"/>
    <w:rsid w:val="00DB35AA"/>
    <w:rsid w:val="00DC7CEC"/>
    <w:rsid w:val="00DD0075"/>
    <w:rsid w:val="00DE1B0D"/>
    <w:rsid w:val="00DE2F3D"/>
    <w:rsid w:val="00DF3D33"/>
    <w:rsid w:val="00E36BD0"/>
    <w:rsid w:val="00E51E92"/>
    <w:rsid w:val="00E833C9"/>
    <w:rsid w:val="00EA002A"/>
    <w:rsid w:val="00ED7D18"/>
    <w:rsid w:val="00EE0856"/>
    <w:rsid w:val="00EE10DC"/>
    <w:rsid w:val="00EE5963"/>
    <w:rsid w:val="00EE6355"/>
    <w:rsid w:val="00EF0E89"/>
    <w:rsid w:val="00F00862"/>
    <w:rsid w:val="00F00A74"/>
    <w:rsid w:val="00F02999"/>
    <w:rsid w:val="00F04283"/>
    <w:rsid w:val="00F269F2"/>
    <w:rsid w:val="00F313FA"/>
    <w:rsid w:val="00F3271F"/>
    <w:rsid w:val="00F45CB1"/>
    <w:rsid w:val="00F66680"/>
    <w:rsid w:val="00F715D1"/>
    <w:rsid w:val="00F720A0"/>
    <w:rsid w:val="00F74EEC"/>
    <w:rsid w:val="00F814E9"/>
    <w:rsid w:val="00F86D0D"/>
    <w:rsid w:val="00F95A6E"/>
    <w:rsid w:val="00F974D1"/>
    <w:rsid w:val="00FA0E71"/>
    <w:rsid w:val="00FA5C85"/>
    <w:rsid w:val="00FA6960"/>
    <w:rsid w:val="00FB133E"/>
    <w:rsid w:val="00FD0C87"/>
    <w:rsid w:val="00FD3387"/>
    <w:rsid w:val="00FD7252"/>
    <w:rsid w:val="00FE0BC0"/>
    <w:rsid w:val="00FF13A3"/>
    <w:rsid w:val="00FF18E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6FEAF"/>
  <w15:docId w15:val="{220818F9-4E88-4220-A492-D80E62E8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6AB"/>
    <w:pPr>
      <w:spacing w:line="264" w:lineRule="auto"/>
    </w:pPr>
  </w:style>
  <w:style w:type="paragraph" w:styleId="Heading1">
    <w:name w:val="heading 1"/>
    <w:basedOn w:val="Normal"/>
    <w:next w:val="Normal"/>
    <w:link w:val="Heading1Char"/>
    <w:uiPriority w:val="5"/>
    <w:qFormat/>
    <w:rsid w:val="003806AB"/>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3806AB"/>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3806AB"/>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3806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06AB"/>
  </w:style>
  <w:style w:type="table" w:customStyle="1" w:styleId="ListTable3-Accent11">
    <w:name w:val="List Table 3 - Accent 11"/>
    <w:basedOn w:val="TableNormal"/>
    <w:next w:val="ListTable3-Accent1"/>
    <w:uiPriority w:val="48"/>
    <w:rsid w:val="003806AB"/>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3806AB"/>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3806AB"/>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3806AB"/>
    <w:pPr>
      <w:numPr>
        <w:numId w:val="1"/>
      </w:numPr>
      <w:contextualSpacing/>
    </w:pPr>
  </w:style>
  <w:style w:type="paragraph" w:styleId="Header">
    <w:name w:val="header"/>
    <w:basedOn w:val="Normal"/>
    <w:link w:val="HeaderChar"/>
    <w:uiPriority w:val="99"/>
    <w:unhideWhenUsed/>
    <w:rsid w:val="003806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6AB"/>
  </w:style>
  <w:style w:type="paragraph" w:styleId="Footer">
    <w:name w:val="footer"/>
    <w:basedOn w:val="Normal"/>
    <w:link w:val="FooterChar"/>
    <w:uiPriority w:val="98"/>
    <w:unhideWhenUsed/>
    <w:rsid w:val="003806AB"/>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3806AB"/>
    <w:rPr>
      <w:rFonts w:ascii="Arial" w:hAnsi="Arial"/>
      <w:caps/>
      <w:color w:val="2575AE" w:themeColor="accent1"/>
      <w:sz w:val="16"/>
    </w:rPr>
  </w:style>
  <w:style w:type="paragraph" w:styleId="Title">
    <w:name w:val="Title"/>
    <w:basedOn w:val="Normal"/>
    <w:next w:val="Normal"/>
    <w:link w:val="TitleChar"/>
    <w:uiPriority w:val="4"/>
    <w:qFormat/>
    <w:rsid w:val="003806AB"/>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3806AB"/>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3806AB"/>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3806AB"/>
    <w:rPr>
      <w:rFonts w:eastAsiaTheme="minorEastAsia"/>
      <w:color w:val="2575AE" w:themeColor="accent1"/>
      <w:sz w:val="32"/>
      <w:szCs w:val="32"/>
    </w:rPr>
  </w:style>
  <w:style w:type="paragraph" w:customStyle="1" w:styleId="Details">
    <w:name w:val="Details"/>
    <w:basedOn w:val="Normal"/>
    <w:uiPriority w:val="97"/>
    <w:qFormat/>
    <w:rsid w:val="003806AB"/>
    <w:rPr>
      <w:color w:val="19456B" w:themeColor="background2"/>
    </w:rPr>
  </w:style>
  <w:style w:type="character" w:styleId="Hyperlink">
    <w:name w:val="Hyperlink"/>
    <w:basedOn w:val="DefaultParagraphFont"/>
    <w:uiPriority w:val="99"/>
    <w:unhideWhenUsed/>
    <w:rsid w:val="003806AB"/>
    <w:rPr>
      <w:color w:val="0563C1" w:themeColor="hyperlink"/>
      <w:u w:val="single"/>
    </w:rPr>
  </w:style>
  <w:style w:type="character" w:customStyle="1" w:styleId="Heading1Char">
    <w:name w:val="Heading 1 Char"/>
    <w:basedOn w:val="DefaultParagraphFont"/>
    <w:link w:val="Heading1"/>
    <w:uiPriority w:val="5"/>
    <w:rsid w:val="003806AB"/>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3806AB"/>
    <w:pPr>
      <w:spacing w:after="100"/>
      <w:ind w:left="1600"/>
    </w:pPr>
  </w:style>
  <w:style w:type="character" w:customStyle="1" w:styleId="Heading2Char">
    <w:name w:val="Heading 2 Char"/>
    <w:basedOn w:val="DefaultParagraphFont"/>
    <w:link w:val="Heading2"/>
    <w:uiPriority w:val="5"/>
    <w:rsid w:val="003806AB"/>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3806AB"/>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3806AB"/>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3806AB"/>
    <w:pPr>
      <w:outlineLvl w:val="9"/>
    </w:pPr>
    <w:rPr>
      <w:color w:val="19456B" w:themeColor="background2"/>
      <w:sz w:val="20"/>
      <w:lang w:val="en-US"/>
    </w:rPr>
  </w:style>
  <w:style w:type="paragraph" w:styleId="ListParagraph">
    <w:name w:val="List Paragraph"/>
    <w:basedOn w:val="Normal"/>
    <w:uiPriority w:val="34"/>
    <w:qFormat/>
    <w:rsid w:val="003806AB"/>
    <w:pPr>
      <w:ind w:left="720"/>
      <w:contextualSpacing/>
    </w:pPr>
  </w:style>
  <w:style w:type="paragraph" w:styleId="List">
    <w:name w:val="List"/>
    <w:basedOn w:val="Normal"/>
    <w:uiPriority w:val="99"/>
    <w:semiHidden/>
    <w:rsid w:val="003806AB"/>
    <w:pPr>
      <w:numPr>
        <w:numId w:val="21"/>
      </w:numPr>
    </w:pPr>
  </w:style>
  <w:style w:type="paragraph" w:styleId="List2">
    <w:name w:val="List 2"/>
    <w:basedOn w:val="Normal"/>
    <w:uiPriority w:val="7"/>
    <w:rsid w:val="003806AB"/>
    <w:pPr>
      <w:numPr>
        <w:ilvl w:val="1"/>
        <w:numId w:val="21"/>
      </w:numPr>
    </w:pPr>
  </w:style>
  <w:style w:type="paragraph" w:styleId="ListBullet">
    <w:name w:val="List Bullet"/>
    <w:basedOn w:val="Normal"/>
    <w:uiPriority w:val="7"/>
    <w:rsid w:val="003806AB"/>
    <w:pPr>
      <w:numPr>
        <w:numId w:val="4"/>
      </w:numPr>
      <w:tabs>
        <w:tab w:val="clear" w:pos="360"/>
      </w:tabs>
      <w:ind w:left="284" w:hanging="284"/>
    </w:pPr>
  </w:style>
  <w:style w:type="paragraph" w:styleId="ListBullet2">
    <w:name w:val="List Bullet 2"/>
    <w:basedOn w:val="Normal"/>
    <w:uiPriority w:val="7"/>
    <w:rsid w:val="003806AB"/>
    <w:pPr>
      <w:numPr>
        <w:numId w:val="5"/>
      </w:numPr>
      <w:ind w:left="567" w:hanging="283"/>
    </w:pPr>
  </w:style>
  <w:style w:type="table" w:styleId="TableGrid">
    <w:name w:val="Table Grid"/>
    <w:basedOn w:val="TableNormal"/>
    <w:uiPriority w:val="39"/>
    <w:rsid w:val="00380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3806AB"/>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3806AB"/>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3806AB"/>
    <w:rPr>
      <w:color w:val="808080"/>
    </w:rPr>
  </w:style>
  <w:style w:type="table" w:customStyle="1" w:styleId="TableGridLight1">
    <w:name w:val="Table Grid Light1"/>
    <w:basedOn w:val="TableNormal"/>
    <w:uiPriority w:val="40"/>
    <w:rsid w:val="003806AB"/>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3806AB"/>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3806AB"/>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3806AB"/>
    <w:pPr>
      <w:numPr>
        <w:ilvl w:val="2"/>
        <w:numId w:val="13"/>
      </w:numPr>
      <w:spacing w:before="240"/>
      <w:contextualSpacing/>
    </w:pPr>
    <w:rPr>
      <w:b/>
    </w:rPr>
  </w:style>
  <w:style w:type="paragraph" w:styleId="TOC2">
    <w:name w:val="toc 2"/>
    <w:basedOn w:val="Normal"/>
    <w:next w:val="Normal"/>
    <w:autoRedefine/>
    <w:uiPriority w:val="39"/>
    <w:unhideWhenUsed/>
    <w:rsid w:val="003806AB"/>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3806AB"/>
    <w:pPr>
      <w:spacing w:after="100"/>
      <w:ind w:left="400"/>
    </w:pPr>
  </w:style>
  <w:style w:type="paragraph" w:styleId="NoSpacing">
    <w:name w:val="No Spacing"/>
    <w:uiPriority w:val="1"/>
    <w:qFormat/>
    <w:rsid w:val="003806AB"/>
    <w:pPr>
      <w:spacing w:after="0" w:line="240" w:lineRule="auto"/>
    </w:pPr>
  </w:style>
  <w:style w:type="paragraph" w:customStyle="1" w:styleId="InformationPageNormal">
    <w:name w:val="Information Page Normal"/>
    <w:uiPriority w:val="1"/>
    <w:qFormat/>
    <w:rsid w:val="003806AB"/>
    <w:pPr>
      <w:ind w:right="-1418"/>
    </w:pPr>
  </w:style>
  <w:style w:type="paragraph" w:customStyle="1" w:styleId="ListNumbering">
    <w:name w:val="List Numbering"/>
    <w:basedOn w:val="ListBullet"/>
    <w:uiPriority w:val="6"/>
    <w:qFormat/>
    <w:rsid w:val="003806AB"/>
    <w:pPr>
      <w:numPr>
        <w:numId w:val="23"/>
      </w:numPr>
    </w:pPr>
  </w:style>
  <w:style w:type="paragraph" w:styleId="BalloonText">
    <w:name w:val="Balloon Text"/>
    <w:basedOn w:val="Normal"/>
    <w:link w:val="BalloonTextChar"/>
    <w:uiPriority w:val="99"/>
    <w:semiHidden/>
    <w:unhideWhenUsed/>
    <w:rsid w:val="00380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6AB"/>
    <w:rPr>
      <w:rFonts w:ascii="Tahoma" w:hAnsi="Tahoma" w:cs="Tahoma"/>
      <w:sz w:val="16"/>
      <w:szCs w:val="16"/>
    </w:rPr>
  </w:style>
  <w:style w:type="table" w:customStyle="1" w:styleId="GridTableLight1">
    <w:name w:val="Grid Table Light1"/>
    <w:basedOn w:val="TableNormal"/>
    <w:uiPriority w:val="40"/>
    <w:rsid w:val="003806AB"/>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3806AB"/>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3806AB"/>
    <w:rPr>
      <w:rFonts w:eastAsia="Times New Roman" w:cs="Times New Roman"/>
      <w:szCs w:val="24"/>
      <w:lang w:eastAsia="en-GB"/>
    </w:rPr>
  </w:style>
  <w:style w:type="paragraph" w:customStyle="1" w:styleId="Contactinfo">
    <w:name w:val="Contact info"/>
    <w:basedOn w:val="Normal"/>
    <w:semiHidden/>
    <w:locked/>
    <w:rsid w:val="003806AB"/>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3806AB"/>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3806AB"/>
    <w:pPr>
      <w:spacing w:after="0" w:line="240" w:lineRule="auto"/>
    </w:pPr>
  </w:style>
  <w:style w:type="character" w:customStyle="1" w:styleId="FootnoteTextChar">
    <w:name w:val="Footnote Text Char"/>
    <w:basedOn w:val="DefaultParagraphFont"/>
    <w:link w:val="FootnoteText"/>
    <w:uiPriority w:val="99"/>
    <w:semiHidden/>
    <w:rsid w:val="003806AB"/>
  </w:style>
  <w:style w:type="character" w:styleId="FootnoteReference">
    <w:name w:val="footnote reference"/>
    <w:basedOn w:val="DefaultParagraphFont"/>
    <w:uiPriority w:val="99"/>
    <w:semiHidden/>
    <w:unhideWhenUsed/>
    <w:rsid w:val="003806AB"/>
    <w:rPr>
      <w:vertAlign w:val="superscript"/>
    </w:rPr>
  </w:style>
  <w:style w:type="table" w:styleId="ListTable3-Accent1">
    <w:name w:val="List Table 3 Accent 1"/>
    <w:basedOn w:val="TableNormal"/>
    <w:uiPriority w:val="48"/>
    <w:rsid w:val="003806AB"/>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3806AB"/>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3806AB"/>
    <w:rPr>
      <w:rFonts w:ascii="Arial" w:hAnsi="Arial"/>
      <w:color w:val="000000" w:themeColor="text1"/>
      <w:sz w:val="16"/>
    </w:rPr>
  </w:style>
  <w:style w:type="character" w:customStyle="1" w:styleId="Footer2Char">
    <w:name w:val="Footer 2 Char"/>
    <w:basedOn w:val="DefaultParagraphFont"/>
    <w:link w:val="Footer2"/>
    <w:rsid w:val="003806AB"/>
    <w:rPr>
      <w:rFonts w:ascii="Arial" w:hAnsi="Arial"/>
      <w:color w:val="000000" w:themeColor="text1"/>
      <w:sz w:val="16"/>
    </w:rPr>
  </w:style>
  <w:style w:type="character" w:styleId="UnresolvedMention">
    <w:name w:val="Unresolved Mention"/>
    <w:basedOn w:val="DefaultParagraphFont"/>
    <w:uiPriority w:val="99"/>
    <w:semiHidden/>
    <w:unhideWhenUsed/>
    <w:rsid w:val="003806AB"/>
    <w:rPr>
      <w:color w:val="605E5C"/>
      <w:shd w:val="clear" w:color="auto" w:fill="E1DFDD"/>
    </w:rPr>
  </w:style>
  <w:style w:type="character" w:styleId="SubtleReference">
    <w:name w:val="Subtle Reference"/>
    <w:basedOn w:val="DefaultParagraphFont"/>
    <w:uiPriority w:val="31"/>
    <w:qFormat/>
    <w:rsid w:val="003806AB"/>
    <w:rPr>
      <w:caps w:val="0"/>
      <w:smallCaps w:val="0"/>
      <w:color w:val="5A5A5A" w:themeColor="text1" w:themeTint="A5"/>
    </w:rPr>
  </w:style>
  <w:style w:type="character" w:styleId="IntenseReference">
    <w:name w:val="Intense Reference"/>
    <w:basedOn w:val="DefaultParagraphFont"/>
    <w:uiPriority w:val="32"/>
    <w:qFormat/>
    <w:rsid w:val="003806AB"/>
    <w:rPr>
      <w:b/>
      <w:bCs/>
      <w:caps w:val="0"/>
      <w:smallCaps w:val="0"/>
      <w:color w:val="2575AE" w:themeColor="accent1"/>
      <w:spacing w:val="5"/>
    </w:rPr>
  </w:style>
  <w:style w:type="character" w:styleId="IntenseEmphasis">
    <w:name w:val="Intense Emphasis"/>
    <w:basedOn w:val="DefaultParagraphFont"/>
    <w:uiPriority w:val="21"/>
    <w:qFormat/>
    <w:rsid w:val="003806AB"/>
    <w:rPr>
      <w:i/>
      <w:iCs/>
      <w:color w:val="2575AE" w:themeColor="accent1"/>
    </w:rPr>
  </w:style>
  <w:style w:type="paragraph" w:styleId="PlainText">
    <w:name w:val="Plain Text"/>
    <w:basedOn w:val="Normal"/>
    <w:link w:val="PlainTextChar"/>
    <w:uiPriority w:val="99"/>
    <w:semiHidden/>
    <w:rsid w:val="00B01B24"/>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B01B24"/>
    <w:rPr>
      <w:rFonts w:ascii="Consolas" w:eastAsia="Times New Roman" w:hAnsi="Consolas" w:cs="Times New Roman"/>
      <w:sz w:val="21"/>
      <w:szCs w:val="21"/>
    </w:rPr>
  </w:style>
  <w:style w:type="character" w:styleId="FollowedHyperlink">
    <w:name w:val="FollowedHyperlink"/>
    <w:basedOn w:val="DefaultParagraphFont"/>
    <w:uiPriority w:val="99"/>
    <w:semiHidden/>
    <w:unhideWhenUsed/>
    <w:rsid w:val="00094A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709364">
      <w:bodyDiv w:val="1"/>
      <w:marLeft w:val="0"/>
      <w:marRight w:val="0"/>
      <w:marTop w:val="0"/>
      <w:marBottom w:val="0"/>
      <w:divBdr>
        <w:top w:val="none" w:sz="0" w:space="0" w:color="auto"/>
        <w:left w:val="none" w:sz="0" w:space="0" w:color="auto"/>
        <w:bottom w:val="none" w:sz="0" w:space="0" w:color="auto"/>
        <w:right w:val="none" w:sz="0" w:space="0" w:color="auto"/>
      </w:divBdr>
    </w:div>
    <w:div w:id="75552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healthnavigator.org.nz/healthy-living/e/exercise-the-benefits-of-walkin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health.govt.nz/your-health/healthy-living/food-activity-and-sleep/physical-activity/activity-guides/walkin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rtfoundation.org.nz/your-heart/how-the-heart-work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peacefoundation.org.nz/what-we-offer/education/primary-schools-peer-mediation-programm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nz.youtube.com/watch?v=wZHmsVRshwU"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53</TotalTime>
  <Pages>11</Pages>
  <Words>2704</Words>
  <Characters>15418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42</cp:revision>
  <dcterms:created xsi:type="dcterms:W3CDTF">2023-05-17T23:10:00Z</dcterms:created>
  <dcterms:modified xsi:type="dcterms:W3CDTF">2023-05-29T22:14:00Z</dcterms:modified>
</cp:coreProperties>
</file>